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margin">
                  <wp:posOffset>1040765</wp:posOffset>
                </wp:positionH>
                <wp:positionV relativeFrom="paragraph">
                  <wp:posOffset>5899785</wp:posOffset>
                </wp:positionV>
                <wp:extent cx="3416935" cy="1971675"/>
                <wp:effectExtent l="0" t="0" r="0" b="0"/>
                <wp:wrapNone/>
                <wp:docPr id="16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968" cy="1971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</w:pPr>
                            <w:bookmarkStart w:id="0" w:name="OLE_LINK3"/>
                            <w:bookmarkStart w:id="1" w:name="OLE_LINK5"/>
                            <w:bookmarkStart w:id="2" w:name="OLE_LINK6"/>
                            <w:bookmarkStart w:id="3" w:name="OLE_LINK7"/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  <w:t>姓名：幸运日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  <w:t>电话：13888888888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  <w:t>邮箱：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  <w:t>8888888@qq.com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48235" w:themeColor="accent6" w:themeShade="BF"/>
                                <w:sz w:val="36"/>
                                <w:szCs w:val="36"/>
                              </w:rPr>
                              <w:t>求职意向：护士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81.95pt;margin-top:464.55pt;height:155.25pt;width:269.05pt;mso-position-horizontal-relative:margin;z-index:251614208;mso-width-relative:page;mso-height-relative:page;" filled="f" stroked="f" coordsize="21600,21600" o:gfxdata="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5hUt3cAAAADAEA&#10;AA8AAAAAAAAAAQAgAAAAIgAAAGRycy9kb3ducmV2LnhtbFBLAQIUABQAAAAIAIdO4kCovMFcFgIA&#10;APkD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</w:pPr>
                      <w:bookmarkStart w:id="0" w:name="OLE_LINK3"/>
                      <w:bookmarkStart w:id="1" w:name="OLE_LINK5"/>
                      <w:bookmarkStart w:id="2" w:name="OLE_LINK6"/>
                      <w:bookmarkStart w:id="3" w:name="OLE_LINK7"/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  <w:t>姓名：幸运日</w:t>
                      </w:r>
                    </w:p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  <w:t>电话：13888888888</w:t>
                      </w:r>
                    </w:p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  <w:t>邮箱：</w:t>
                      </w:r>
                      <w:bookmarkEnd w:id="0"/>
                      <w:bookmarkEnd w:id="1"/>
                      <w:bookmarkEnd w:id="2"/>
                      <w:bookmarkEnd w:id="3"/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  <w:t>8888888@qq.com</w:t>
                      </w:r>
                    </w:p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48235" w:themeColor="accent6" w:themeShade="BF"/>
                          <w:sz w:val="36"/>
                          <w:szCs w:val="36"/>
                        </w:rPr>
                        <w:t>求职意向：护士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1160780</wp:posOffset>
                </wp:positionH>
                <wp:positionV relativeFrom="paragraph">
                  <wp:posOffset>2082165</wp:posOffset>
                </wp:positionV>
                <wp:extent cx="2952750" cy="1051560"/>
                <wp:effectExtent l="0" t="0" r="0" b="0"/>
                <wp:wrapNone/>
                <wp:docPr id="187" name="PA_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0515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1380" w:lineRule="exact"/>
                              <w:jc w:val="center"/>
                              <w:rPr>
                                <w:color w:val="678E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100"/>
                                <w:szCs w:val="100"/>
                              </w:rPr>
                              <w:t>个人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100"/>
                                <w:szCs w:val="100"/>
                              </w:rPr>
                              <w:t>简历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文本框 186" o:spid="_x0000_s1026" o:spt="202" type="#_x0000_t202" style="position:absolute;left:0pt;margin-left:91.4pt;margin-top:163.95pt;height:82.8pt;width:232.5pt;mso-position-horizontal-relative:margin;z-index:251666432;mso-width-relative:page;mso-height-relative:page;" filled="f" stroked="f" coordsize="21600,21600" o:gfxdata="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Ic0222QAAAAsBAAAP&#10;AAAAAAAAAAEAIAAAACIAAABkcnMvZG93bnJldi54bWxQSwECFAAUAAAACACHTuJAx9yEJKUBAAAX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1380" w:lineRule="exact"/>
                        <w:jc w:val="center"/>
                        <w:rPr>
                          <w:color w:val="678E0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100"/>
                          <w:szCs w:val="100"/>
                        </w:rPr>
                        <w:t>个人</w:t>
                      </w:r>
                      <w:r>
                        <w:rPr>
                          <w:rFonts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100"/>
                          <w:szCs w:val="100"/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posOffset>1465580</wp:posOffset>
                </wp:positionH>
                <wp:positionV relativeFrom="paragraph">
                  <wp:posOffset>3253740</wp:posOffset>
                </wp:positionV>
                <wp:extent cx="2343150" cy="480060"/>
                <wp:effectExtent l="0" t="0" r="0" b="0"/>
                <wp:wrapNone/>
                <wp:docPr id="20" name="PA_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80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40" w:lineRule="exact"/>
                              <w:jc w:val="center"/>
                              <w:rPr>
                                <w:color w:val="678E00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678E00"/>
                                <w:spacing w:val="100"/>
                                <w:kern w:val="24"/>
                                <w:sz w:val="30"/>
                                <w:szCs w:val="30"/>
                              </w:rPr>
                              <w:t>—RESUME—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文本框 194" o:spid="_x0000_s1026" o:spt="202" type="#_x0000_t202" style="position:absolute;left:0pt;margin-left:115.4pt;margin-top:256.2pt;height:37.8pt;width:184.5pt;mso-position-horizontal-relative:margin;z-index:251713536;mso-width-relative:page;mso-height-relative:page;" filled="f" stroked="f" coordsize="21600,21600" o:gfxdata="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Set9h2AAAAAsBAAAPAAAA&#10;AAAAAAEAIAAAACIAAABkcnMvZG93bnJldi54bWxQSwECFAAUAAAACACHTuJAjVwkSaMBAAAVAwAA&#10;DgAAAAAAAAABACAAAAAn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440" w:lineRule="exact"/>
                        <w:jc w:val="center"/>
                        <w:rPr>
                          <w:color w:val="678E00"/>
                        </w:rPr>
                      </w:pPr>
                      <w:r>
                        <w:rPr>
                          <w:rFonts w:hAnsi="Calibri" w:asciiTheme="minorHAnsi" w:eastAsiaTheme="minorEastAsia" w:cstheme="minorBidi"/>
                          <w:color w:val="678E00"/>
                          <w:spacing w:val="100"/>
                          <w:kern w:val="24"/>
                          <w:sz w:val="30"/>
                          <w:szCs w:val="30"/>
                        </w:rPr>
                        <w:t>—RESUME—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1465580</wp:posOffset>
                </wp:positionH>
                <wp:positionV relativeFrom="paragraph">
                  <wp:posOffset>1485900</wp:posOffset>
                </wp:positionV>
                <wp:extent cx="2343150" cy="480060"/>
                <wp:effectExtent l="0" t="0" r="0" b="0"/>
                <wp:wrapNone/>
                <wp:docPr id="195" name="PA_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80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40" w:lineRule="exact"/>
                              <w:jc w:val="center"/>
                              <w:rPr>
                                <w:color w:val="678E00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678E00"/>
                                <w:spacing w:val="100"/>
                                <w:kern w:val="24"/>
                                <w:sz w:val="30"/>
                                <w:szCs w:val="30"/>
                              </w:rPr>
                              <w:t>—RESUME—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文本框 194" o:spid="_x0000_s1026" o:spt="202" type="#_x0000_t202" style="position:absolute;left:0pt;margin-left:115.4pt;margin-top:117pt;height:37.8pt;width:184.5pt;mso-position-horizontal-relative:margin;z-index:251671552;mso-width-relative:page;mso-height-relative:page;" filled="f" stroked="f" coordsize="21600,21600" o:gfxdata="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EWry1zWAAAACwEAAA8AAAAA&#10;AAAAAQAgAAAAIgAAAGRycy9kb3ducmV2LnhtbFBLAQIUABQAAAAIAIdO4kBbvy4EpAEAABYDAAAO&#10;AAAAAAAAAAEAIAAAACUBAABkcnMvZTJvRG9jLnhtbFBLBQYAAAAABgAGAFkBAAA7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440" w:lineRule="exact"/>
                        <w:jc w:val="center"/>
                        <w:rPr>
                          <w:color w:val="678E00"/>
                        </w:rPr>
                      </w:pPr>
                      <w:r>
                        <w:rPr>
                          <w:rFonts w:hAnsi="Calibri" w:asciiTheme="minorHAnsi" w:eastAsiaTheme="minorEastAsia" w:cstheme="minorBidi"/>
                          <w:color w:val="678E00"/>
                          <w:spacing w:val="100"/>
                          <w:kern w:val="24"/>
                          <w:sz w:val="30"/>
                          <w:szCs w:val="30"/>
                        </w:rPr>
                        <w:t>—RESUME—</w:t>
                      </w:r>
                    </w:p>
                  </w:txbxContent>
                </v:textbox>
              </v:shape>
            </w:pict>
          </mc:Fallback>
        </mc:AlternateContent>
      </w:r>
      <w:bookmarkStart w:id="4" w:name="_GoBack"/>
      <w:r>
        <w:drawing>
          <wp:anchor distT="0" distB="0" distL="114300" distR="114300" simplePos="0" relativeHeight="25161318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-915035</wp:posOffset>
            </wp:positionV>
            <wp:extent cx="7604760" cy="11391900"/>
            <wp:effectExtent l="0" t="0" r="15240" b="0"/>
            <wp:wrapNone/>
            <wp:docPr id="14" name="图片 14" descr="C:\Users\Administrator\Desktop\11.jp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11.jpg1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4760" cy="1139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4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1522095</wp:posOffset>
                </wp:positionH>
                <wp:positionV relativeFrom="paragraph">
                  <wp:posOffset>3166745</wp:posOffset>
                </wp:positionV>
                <wp:extent cx="2257425" cy="19050"/>
                <wp:effectExtent l="0" t="0" r="9525" b="0"/>
                <wp:wrapNone/>
                <wp:docPr id="193" name="PA_任意多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57425" cy="19050"/>
                        </a:xfrm>
                        <a:custGeom>
                          <a:avLst/>
                          <a:gdLst>
                            <a:gd name="T0" fmla="*/ 109 w 17064"/>
                            <a:gd name="T1" fmla="*/ 69 h 143"/>
                            <a:gd name="T2" fmla="*/ 567 w 17064"/>
                            <a:gd name="T3" fmla="*/ 61 h 143"/>
                            <a:gd name="T4" fmla="*/ 1016 w 17064"/>
                            <a:gd name="T5" fmla="*/ 53 h 143"/>
                            <a:gd name="T6" fmla="*/ 1455 w 17064"/>
                            <a:gd name="T7" fmla="*/ 47 h 143"/>
                            <a:gd name="T8" fmla="*/ 1957 w 17064"/>
                            <a:gd name="T9" fmla="*/ 40 h 143"/>
                            <a:gd name="T10" fmla="*/ 2518 w 17064"/>
                            <a:gd name="T11" fmla="*/ 33 h 143"/>
                            <a:gd name="T12" fmla="*/ 3130 w 17064"/>
                            <a:gd name="T13" fmla="*/ 28 h 143"/>
                            <a:gd name="T14" fmla="*/ 3787 w 17064"/>
                            <a:gd name="T15" fmla="*/ 21 h 143"/>
                            <a:gd name="T16" fmla="*/ 4484 w 17064"/>
                            <a:gd name="T17" fmla="*/ 15 h 143"/>
                            <a:gd name="T18" fmla="*/ 5212 w 17064"/>
                            <a:gd name="T19" fmla="*/ 11 h 143"/>
                            <a:gd name="T20" fmla="*/ 5968 w 17064"/>
                            <a:gd name="T21" fmla="*/ 9 h 143"/>
                            <a:gd name="T22" fmla="*/ 6745 w 17064"/>
                            <a:gd name="T23" fmla="*/ 5 h 143"/>
                            <a:gd name="T24" fmla="*/ 7534 w 17064"/>
                            <a:gd name="T25" fmla="*/ 3 h 143"/>
                            <a:gd name="T26" fmla="*/ 8333 w 17064"/>
                            <a:gd name="T27" fmla="*/ 1 h 143"/>
                            <a:gd name="T28" fmla="*/ 9131 w 17064"/>
                            <a:gd name="T29" fmla="*/ 2 h 143"/>
                            <a:gd name="T30" fmla="*/ 9926 w 17064"/>
                            <a:gd name="T31" fmla="*/ 4 h 143"/>
                            <a:gd name="T32" fmla="*/ 10710 w 17064"/>
                            <a:gd name="T33" fmla="*/ 6 h 143"/>
                            <a:gd name="T34" fmla="*/ 11477 w 17064"/>
                            <a:gd name="T35" fmla="*/ 10 h 143"/>
                            <a:gd name="T36" fmla="*/ 12220 w 17064"/>
                            <a:gd name="T37" fmla="*/ 12 h 143"/>
                            <a:gd name="T38" fmla="*/ 12933 w 17064"/>
                            <a:gd name="T39" fmla="*/ 18 h 143"/>
                            <a:gd name="T40" fmla="*/ 13611 w 17064"/>
                            <a:gd name="T41" fmla="*/ 25 h 143"/>
                            <a:gd name="T42" fmla="*/ 14246 w 17064"/>
                            <a:gd name="T43" fmla="*/ 30 h 143"/>
                            <a:gd name="T44" fmla="*/ 14833 w 17064"/>
                            <a:gd name="T45" fmla="*/ 35 h 143"/>
                            <a:gd name="T46" fmla="*/ 15365 w 17064"/>
                            <a:gd name="T47" fmla="*/ 43 h 143"/>
                            <a:gd name="T48" fmla="*/ 15836 w 17064"/>
                            <a:gd name="T49" fmla="*/ 50 h 143"/>
                            <a:gd name="T50" fmla="*/ 16241 w 17064"/>
                            <a:gd name="T51" fmla="*/ 57 h 143"/>
                            <a:gd name="T52" fmla="*/ 16768 w 17064"/>
                            <a:gd name="T53" fmla="*/ 66 h 143"/>
                            <a:gd name="T54" fmla="*/ 17051 w 17064"/>
                            <a:gd name="T55" fmla="*/ 72 h 143"/>
                            <a:gd name="T56" fmla="*/ 16955 w 17064"/>
                            <a:gd name="T57" fmla="*/ 74 h 143"/>
                            <a:gd name="T58" fmla="*/ 16497 w 17064"/>
                            <a:gd name="T59" fmla="*/ 82 h 143"/>
                            <a:gd name="T60" fmla="*/ 16048 w 17064"/>
                            <a:gd name="T61" fmla="*/ 90 h 143"/>
                            <a:gd name="T62" fmla="*/ 15609 w 17064"/>
                            <a:gd name="T63" fmla="*/ 97 h 143"/>
                            <a:gd name="T64" fmla="*/ 15107 w 17064"/>
                            <a:gd name="T65" fmla="*/ 105 h 143"/>
                            <a:gd name="T66" fmla="*/ 14546 w 17064"/>
                            <a:gd name="T67" fmla="*/ 111 h 143"/>
                            <a:gd name="T68" fmla="*/ 13934 w 17064"/>
                            <a:gd name="T69" fmla="*/ 116 h 143"/>
                            <a:gd name="T70" fmla="*/ 13277 w 17064"/>
                            <a:gd name="T71" fmla="*/ 123 h 143"/>
                            <a:gd name="T72" fmla="*/ 12580 w 17064"/>
                            <a:gd name="T73" fmla="*/ 129 h 143"/>
                            <a:gd name="T74" fmla="*/ 11852 w 17064"/>
                            <a:gd name="T75" fmla="*/ 133 h 143"/>
                            <a:gd name="T76" fmla="*/ 11096 w 17064"/>
                            <a:gd name="T77" fmla="*/ 136 h 143"/>
                            <a:gd name="T78" fmla="*/ 10319 w 17064"/>
                            <a:gd name="T79" fmla="*/ 138 h 143"/>
                            <a:gd name="T80" fmla="*/ 9530 w 17064"/>
                            <a:gd name="T81" fmla="*/ 140 h 143"/>
                            <a:gd name="T82" fmla="*/ 8731 w 17064"/>
                            <a:gd name="T83" fmla="*/ 142 h 143"/>
                            <a:gd name="T84" fmla="*/ 7933 w 17064"/>
                            <a:gd name="T85" fmla="*/ 141 h 143"/>
                            <a:gd name="T86" fmla="*/ 7138 w 17064"/>
                            <a:gd name="T87" fmla="*/ 139 h 143"/>
                            <a:gd name="T88" fmla="*/ 6354 w 17064"/>
                            <a:gd name="T89" fmla="*/ 137 h 143"/>
                            <a:gd name="T90" fmla="*/ 5587 w 17064"/>
                            <a:gd name="T91" fmla="*/ 134 h 143"/>
                            <a:gd name="T92" fmla="*/ 4844 w 17064"/>
                            <a:gd name="T93" fmla="*/ 131 h 143"/>
                            <a:gd name="T94" fmla="*/ 4131 w 17064"/>
                            <a:gd name="T95" fmla="*/ 126 h 143"/>
                            <a:gd name="T96" fmla="*/ 3453 w 17064"/>
                            <a:gd name="T97" fmla="*/ 118 h 143"/>
                            <a:gd name="T98" fmla="*/ 2818 w 17064"/>
                            <a:gd name="T99" fmla="*/ 113 h 143"/>
                            <a:gd name="T100" fmla="*/ 2231 w 17064"/>
                            <a:gd name="T101" fmla="*/ 108 h 143"/>
                            <a:gd name="T102" fmla="*/ 1699 w 17064"/>
                            <a:gd name="T103" fmla="*/ 100 h 143"/>
                            <a:gd name="T104" fmla="*/ 1228 w 17064"/>
                            <a:gd name="T105" fmla="*/ 93 h 143"/>
                            <a:gd name="T106" fmla="*/ 823 w 17064"/>
                            <a:gd name="T107" fmla="*/ 86 h 143"/>
                            <a:gd name="T108" fmla="*/ 296 w 17064"/>
                            <a:gd name="T109" fmla="*/ 77 h 143"/>
                            <a:gd name="T110" fmla="*/ 13 w 17064"/>
                            <a:gd name="T111" fmla="*/ 72 h 1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7064" h="143">
                              <a:moveTo>
                                <a:pt x="0" y="72"/>
                              </a:moveTo>
                              <a:lnTo>
                                <a:pt x="13" y="72"/>
                              </a:lnTo>
                              <a:lnTo>
                                <a:pt x="49" y="70"/>
                              </a:lnTo>
                              <a:lnTo>
                                <a:pt x="109" y="69"/>
                              </a:lnTo>
                              <a:lnTo>
                                <a:pt x="192" y="68"/>
                              </a:lnTo>
                              <a:lnTo>
                                <a:pt x="296" y="66"/>
                              </a:lnTo>
                              <a:lnTo>
                                <a:pt x="422" y="64"/>
                              </a:lnTo>
                              <a:lnTo>
                                <a:pt x="567" y="61"/>
                              </a:lnTo>
                              <a:lnTo>
                                <a:pt x="734" y="58"/>
                              </a:lnTo>
                              <a:lnTo>
                                <a:pt x="823" y="57"/>
                              </a:lnTo>
                              <a:lnTo>
                                <a:pt x="917" y="56"/>
                              </a:lnTo>
                              <a:lnTo>
                                <a:pt x="1016" y="53"/>
                              </a:lnTo>
                              <a:lnTo>
                                <a:pt x="1120" y="52"/>
                              </a:lnTo>
                              <a:lnTo>
                                <a:pt x="1228" y="50"/>
                              </a:lnTo>
                              <a:lnTo>
                                <a:pt x="1340" y="49"/>
                              </a:lnTo>
                              <a:lnTo>
                                <a:pt x="1455" y="47"/>
                              </a:lnTo>
                              <a:lnTo>
                                <a:pt x="1575" y="45"/>
                              </a:lnTo>
                              <a:lnTo>
                                <a:pt x="1699" y="43"/>
                              </a:lnTo>
                              <a:lnTo>
                                <a:pt x="1826" y="42"/>
                              </a:lnTo>
                              <a:lnTo>
                                <a:pt x="1957" y="40"/>
                              </a:lnTo>
                              <a:lnTo>
                                <a:pt x="2092" y="37"/>
                              </a:lnTo>
                              <a:lnTo>
                                <a:pt x="2231" y="36"/>
                              </a:lnTo>
                              <a:lnTo>
                                <a:pt x="2373" y="34"/>
                              </a:lnTo>
                              <a:lnTo>
                                <a:pt x="2518" y="33"/>
                              </a:lnTo>
                              <a:lnTo>
                                <a:pt x="2666" y="32"/>
                              </a:lnTo>
                              <a:lnTo>
                                <a:pt x="2818" y="31"/>
                              </a:lnTo>
                              <a:lnTo>
                                <a:pt x="2972" y="29"/>
                              </a:lnTo>
                              <a:lnTo>
                                <a:pt x="3130" y="28"/>
                              </a:lnTo>
                              <a:lnTo>
                                <a:pt x="3290" y="26"/>
                              </a:lnTo>
                              <a:lnTo>
                                <a:pt x="3453" y="25"/>
                              </a:lnTo>
                              <a:lnTo>
                                <a:pt x="3619" y="22"/>
                              </a:lnTo>
                              <a:lnTo>
                                <a:pt x="3787" y="21"/>
                              </a:lnTo>
                              <a:lnTo>
                                <a:pt x="3958" y="19"/>
                              </a:lnTo>
                              <a:lnTo>
                                <a:pt x="4131" y="18"/>
                              </a:lnTo>
                              <a:lnTo>
                                <a:pt x="4305" y="16"/>
                              </a:lnTo>
                              <a:lnTo>
                                <a:pt x="4484" y="15"/>
                              </a:lnTo>
                              <a:lnTo>
                                <a:pt x="4663" y="14"/>
                              </a:lnTo>
                              <a:lnTo>
                                <a:pt x="4844" y="13"/>
                              </a:lnTo>
                              <a:lnTo>
                                <a:pt x="5027" y="12"/>
                              </a:lnTo>
                              <a:lnTo>
                                <a:pt x="5212" y="11"/>
                              </a:lnTo>
                              <a:lnTo>
                                <a:pt x="5400" y="10"/>
                              </a:lnTo>
                              <a:lnTo>
                                <a:pt x="5587" y="10"/>
                              </a:lnTo>
                              <a:lnTo>
                                <a:pt x="5777" y="9"/>
                              </a:lnTo>
                              <a:lnTo>
                                <a:pt x="5968" y="9"/>
                              </a:lnTo>
                              <a:lnTo>
                                <a:pt x="6160" y="8"/>
                              </a:lnTo>
                              <a:lnTo>
                                <a:pt x="6354" y="6"/>
                              </a:lnTo>
                              <a:lnTo>
                                <a:pt x="6548" y="6"/>
                              </a:lnTo>
                              <a:lnTo>
                                <a:pt x="6745" y="5"/>
                              </a:lnTo>
                              <a:lnTo>
                                <a:pt x="6941" y="5"/>
                              </a:lnTo>
                              <a:lnTo>
                                <a:pt x="7138" y="4"/>
                              </a:lnTo>
                              <a:lnTo>
                                <a:pt x="7335" y="4"/>
                              </a:lnTo>
                              <a:lnTo>
                                <a:pt x="7534" y="3"/>
                              </a:lnTo>
                              <a:lnTo>
                                <a:pt x="7733" y="3"/>
                              </a:lnTo>
                              <a:lnTo>
                                <a:pt x="7933" y="2"/>
                              </a:lnTo>
                              <a:lnTo>
                                <a:pt x="8132" y="1"/>
                              </a:lnTo>
                              <a:lnTo>
                                <a:pt x="8333" y="1"/>
                              </a:lnTo>
                              <a:lnTo>
                                <a:pt x="8532" y="0"/>
                              </a:lnTo>
                              <a:lnTo>
                                <a:pt x="8731" y="1"/>
                              </a:lnTo>
                              <a:lnTo>
                                <a:pt x="8932" y="1"/>
                              </a:lnTo>
                              <a:lnTo>
                                <a:pt x="9131" y="2"/>
                              </a:lnTo>
                              <a:lnTo>
                                <a:pt x="9331" y="3"/>
                              </a:lnTo>
                              <a:lnTo>
                                <a:pt x="9530" y="3"/>
                              </a:lnTo>
                              <a:lnTo>
                                <a:pt x="9729" y="4"/>
                              </a:lnTo>
                              <a:lnTo>
                                <a:pt x="9926" y="4"/>
                              </a:lnTo>
                              <a:lnTo>
                                <a:pt x="10123" y="5"/>
                              </a:lnTo>
                              <a:lnTo>
                                <a:pt x="10319" y="5"/>
                              </a:lnTo>
                              <a:lnTo>
                                <a:pt x="10516" y="6"/>
                              </a:lnTo>
                              <a:lnTo>
                                <a:pt x="10710" y="6"/>
                              </a:lnTo>
                              <a:lnTo>
                                <a:pt x="10904" y="8"/>
                              </a:lnTo>
                              <a:lnTo>
                                <a:pt x="11096" y="8"/>
                              </a:lnTo>
                              <a:lnTo>
                                <a:pt x="11287" y="9"/>
                              </a:lnTo>
                              <a:lnTo>
                                <a:pt x="11477" y="10"/>
                              </a:lnTo>
                              <a:lnTo>
                                <a:pt x="11664" y="10"/>
                              </a:lnTo>
                              <a:lnTo>
                                <a:pt x="11852" y="11"/>
                              </a:lnTo>
                              <a:lnTo>
                                <a:pt x="12037" y="11"/>
                              </a:lnTo>
                              <a:lnTo>
                                <a:pt x="12220" y="12"/>
                              </a:lnTo>
                              <a:lnTo>
                                <a:pt x="12401" y="13"/>
                              </a:lnTo>
                              <a:lnTo>
                                <a:pt x="12580" y="15"/>
                              </a:lnTo>
                              <a:lnTo>
                                <a:pt x="12759" y="16"/>
                              </a:lnTo>
                              <a:lnTo>
                                <a:pt x="12933" y="18"/>
                              </a:lnTo>
                              <a:lnTo>
                                <a:pt x="13106" y="19"/>
                              </a:lnTo>
                              <a:lnTo>
                                <a:pt x="13277" y="21"/>
                              </a:lnTo>
                              <a:lnTo>
                                <a:pt x="13445" y="22"/>
                              </a:lnTo>
                              <a:lnTo>
                                <a:pt x="13611" y="25"/>
                              </a:lnTo>
                              <a:lnTo>
                                <a:pt x="13774" y="26"/>
                              </a:lnTo>
                              <a:lnTo>
                                <a:pt x="13934" y="28"/>
                              </a:lnTo>
                              <a:lnTo>
                                <a:pt x="14092" y="29"/>
                              </a:lnTo>
                              <a:lnTo>
                                <a:pt x="14246" y="30"/>
                              </a:lnTo>
                              <a:lnTo>
                                <a:pt x="14398" y="31"/>
                              </a:lnTo>
                              <a:lnTo>
                                <a:pt x="14546" y="33"/>
                              </a:lnTo>
                              <a:lnTo>
                                <a:pt x="14691" y="34"/>
                              </a:lnTo>
                              <a:lnTo>
                                <a:pt x="14833" y="35"/>
                              </a:lnTo>
                              <a:lnTo>
                                <a:pt x="14972" y="37"/>
                              </a:lnTo>
                              <a:lnTo>
                                <a:pt x="15107" y="40"/>
                              </a:lnTo>
                              <a:lnTo>
                                <a:pt x="15238" y="41"/>
                              </a:lnTo>
                              <a:lnTo>
                                <a:pt x="15365" y="43"/>
                              </a:lnTo>
                              <a:lnTo>
                                <a:pt x="15489" y="45"/>
                              </a:lnTo>
                              <a:lnTo>
                                <a:pt x="15609" y="47"/>
                              </a:lnTo>
                              <a:lnTo>
                                <a:pt x="15726" y="48"/>
                              </a:lnTo>
                              <a:lnTo>
                                <a:pt x="15836" y="50"/>
                              </a:lnTo>
                              <a:lnTo>
                                <a:pt x="15944" y="52"/>
                              </a:lnTo>
                              <a:lnTo>
                                <a:pt x="16048" y="53"/>
                              </a:lnTo>
                              <a:lnTo>
                                <a:pt x="16147" y="56"/>
                              </a:lnTo>
                              <a:lnTo>
                                <a:pt x="16241" y="57"/>
                              </a:lnTo>
                              <a:lnTo>
                                <a:pt x="16331" y="58"/>
                              </a:lnTo>
                              <a:lnTo>
                                <a:pt x="16497" y="61"/>
                              </a:lnTo>
                              <a:lnTo>
                                <a:pt x="16642" y="64"/>
                              </a:lnTo>
                              <a:lnTo>
                                <a:pt x="16768" y="66"/>
                              </a:lnTo>
                              <a:lnTo>
                                <a:pt x="16872" y="68"/>
                              </a:lnTo>
                              <a:lnTo>
                                <a:pt x="16955" y="69"/>
                              </a:lnTo>
                              <a:lnTo>
                                <a:pt x="17015" y="70"/>
                              </a:lnTo>
                              <a:lnTo>
                                <a:pt x="17051" y="72"/>
                              </a:lnTo>
                              <a:lnTo>
                                <a:pt x="17064" y="72"/>
                              </a:lnTo>
                              <a:lnTo>
                                <a:pt x="17051" y="72"/>
                              </a:lnTo>
                              <a:lnTo>
                                <a:pt x="17015" y="73"/>
                              </a:lnTo>
                              <a:lnTo>
                                <a:pt x="16955" y="74"/>
                              </a:lnTo>
                              <a:lnTo>
                                <a:pt x="16872" y="76"/>
                              </a:lnTo>
                              <a:lnTo>
                                <a:pt x="16768" y="77"/>
                              </a:lnTo>
                              <a:lnTo>
                                <a:pt x="16642" y="80"/>
                              </a:lnTo>
                              <a:lnTo>
                                <a:pt x="16497" y="82"/>
                              </a:lnTo>
                              <a:lnTo>
                                <a:pt x="16331" y="85"/>
                              </a:lnTo>
                              <a:lnTo>
                                <a:pt x="16241" y="86"/>
                              </a:lnTo>
                              <a:lnTo>
                                <a:pt x="16147" y="89"/>
                              </a:lnTo>
                              <a:lnTo>
                                <a:pt x="16048" y="90"/>
                              </a:lnTo>
                              <a:lnTo>
                                <a:pt x="15944" y="91"/>
                              </a:lnTo>
                              <a:lnTo>
                                <a:pt x="15836" y="93"/>
                              </a:lnTo>
                              <a:lnTo>
                                <a:pt x="15726" y="95"/>
                              </a:lnTo>
                              <a:lnTo>
                                <a:pt x="15609" y="97"/>
                              </a:lnTo>
                              <a:lnTo>
                                <a:pt x="15489" y="98"/>
                              </a:lnTo>
                              <a:lnTo>
                                <a:pt x="15365" y="100"/>
                              </a:lnTo>
                              <a:lnTo>
                                <a:pt x="15238" y="102"/>
                              </a:lnTo>
                              <a:lnTo>
                                <a:pt x="15107" y="105"/>
                              </a:lnTo>
                              <a:lnTo>
                                <a:pt x="14972" y="106"/>
                              </a:lnTo>
                              <a:lnTo>
                                <a:pt x="14833" y="108"/>
                              </a:lnTo>
                              <a:lnTo>
                                <a:pt x="14691" y="109"/>
                              </a:lnTo>
                              <a:lnTo>
                                <a:pt x="14546" y="111"/>
                              </a:lnTo>
                              <a:lnTo>
                                <a:pt x="14398" y="112"/>
                              </a:lnTo>
                              <a:lnTo>
                                <a:pt x="14246" y="113"/>
                              </a:lnTo>
                              <a:lnTo>
                                <a:pt x="14092" y="114"/>
                              </a:lnTo>
                              <a:lnTo>
                                <a:pt x="13934" y="116"/>
                              </a:lnTo>
                              <a:lnTo>
                                <a:pt x="13774" y="117"/>
                              </a:lnTo>
                              <a:lnTo>
                                <a:pt x="13611" y="120"/>
                              </a:lnTo>
                              <a:lnTo>
                                <a:pt x="13445" y="121"/>
                              </a:lnTo>
                              <a:lnTo>
                                <a:pt x="13277" y="123"/>
                              </a:lnTo>
                              <a:lnTo>
                                <a:pt x="13106" y="124"/>
                              </a:lnTo>
                              <a:lnTo>
                                <a:pt x="12933" y="126"/>
                              </a:lnTo>
                              <a:lnTo>
                                <a:pt x="12759" y="127"/>
                              </a:lnTo>
                              <a:lnTo>
                                <a:pt x="12580" y="129"/>
                              </a:lnTo>
                              <a:lnTo>
                                <a:pt x="12401" y="130"/>
                              </a:lnTo>
                              <a:lnTo>
                                <a:pt x="12220" y="131"/>
                              </a:lnTo>
                              <a:lnTo>
                                <a:pt x="12037" y="132"/>
                              </a:lnTo>
                              <a:lnTo>
                                <a:pt x="11852" y="133"/>
                              </a:lnTo>
                              <a:lnTo>
                                <a:pt x="11664" y="133"/>
                              </a:lnTo>
                              <a:lnTo>
                                <a:pt x="11477" y="134"/>
                              </a:lnTo>
                              <a:lnTo>
                                <a:pt x="11287" y="134"/>
                              </a:lnTo>
                              <a:lnTo>
                                <a:pt x="11096" y="136"/>
                              </a:lnTo>
                              <a:lnTo>
                                <a:pt x="10904" y="136"/>
                              </a:lnTo>
                              <a:lnTo>
                                <a:pt x="10710" y="137"/>
                              </a:lnTo>
                              <a:lnTo>
                                <a:pt x="10516" y="137"/>
                              </a:lnTo>
                              <a:lnTo>
                                <a:pt x="10319" y="138"/>
                              </a:lnTo>
                              <a:lnTo>
                                <a:pt x="10123" y="139"/>
                              </a:lnTo>
                              <a:lnTo>
                                <a:pt x="9926" y="139"/>
                              </a:lnTo>
                              <a:lnTo>
                                <a:pt x="9729" y="140"/>
                              </a:lnTo>
                              <a:lnTo>
                                <a:pt x="9530" y="140"/>
                              </a:lnTo>
                              <a:lnTo>
                                <a:pt x="9331" y="141"/>
                              </a:lnTo>
                              <a:lnTo>
                                <a:pt x="9131" y="141"/>
                              </a:lnTo>
                              <a:lnTo>
                                <a:pt x="8932" y="142"/>
                              </a:lnTo>
                              <a:lnTo>
                                <a:pt x="8731" y="142"/>
                              </a:lnTo>
                              <a:lnTo>
                                <a:pt x="8532" y="143"/>
                              </a:lnTo>
                              <a:lnTo>
                                <a:pt x="8333" y="142"/>
                              </a:lnTo>
                              <a:lnTo>
                                <a:pt x="8132" y="142"/>
                              </a:lnTo>
                              <a:lnTo>
                                <a:pt x="7933" y="141"/>
                              </a:lnTo>
                              <a:lnTo>
                                <a:pt x="7733" y="141"/>
                              </a:lnTo>
                              <a:lnTo>
                                <a:pt x="7534" y="140"/>
                              </a:lnTo>
                              <a:lnTo>
                                <a:pt x="7335" y="140"/>
                              </a:lnTo>
                              <a:lnTo>
                                <a:pt x="7138" y="139"/>
                              </a:lnTo>
                              <a:lnTo>
                                <a:pt x="6941" y="138"/>
                              </a:lnTo>
                              <a:lnTo>
                                <a:pt x="6745" y="138"/>
                              </a:lnTo>
                              <a:lnTo>
                                <a:pt x="6548" y="137"/>
                              </a:lnTo>
                              <a:lnTo>
                                <a:pt x="6354" y="137"/>
                              </a:lnTo>
                              <a:lnTo>
                                <a:pt x="6160" y="136"/>
                              </a:lnTo>
                              <a:lnTo>
                                <a:pt x="5968" y="136"/>
                              </a:lnTo>
                              <a:lnTo>
                                <a:pt x="5777" y="134"/>
                              </a:lnTo>
                              <a:lnTo>
                                <a:pt x="5587" y="134"/>
                              </a:lnTo>
                              <a:lnTo>
                                <a:pt x="5400" y="133"/>
                              </a:lnTo>
                              <a:lnTo>
                                <a:pt x="5212" y="133"/>
                              </a:lnTo>
                              <a:lnTo>
                                <a:pt x="5027" y="132"/>
                              </a:lnTo>
                              <a:lnTo>
                                <a:pt x="4844" y="131"/>
                              </a:lnTo>
                              <a:lnTo>
                                <a:pt x="4663" y="130"/>
                              </a:lnTo>
                              <a:lnTo>
                                <a:pt x="4484" y="128"/>
                              </a:lnTo>
                              <a:lnTo>
                                <a:pt x="4305" y="127"/>
                              </a:lnTo>
                              <a:lnTo>
                                <a:pt x="4131" y="126"/>
                              </a:lnTo>
                              <a:lnTo>
                                <a:pt x="3958" y="124"/>
                              </a:lnTo>
                              <a:lnTo>
                                <a:pt x="3787" y="122"/>
                              </a:lnTo>
                              <a:lnTo>
                                <a:pt x="3619" y="121"/>
                              </a:lnTo>
                              <a:lnTo>
                                <a:pt x="3453" y="118"/>
                              </a:lnTo>
                              <a:lnTo>
                                <a:pt x="3290" y="117"/>
                              </a:lnTo>
                              <a:lnTo>
                                <a:pt x="3130" y="115"/>
                              </a:lnTo>
                              <a:lnTo>
                                <a:pt x="2972" y="114"/>
                              </a:lnTo>
                              <a:lnTo>
                                <a:pt x="2818" y="113"/>
                              </a:lnTo>
                              <a:lnTo>
                                <a:pt x="2666" y="112"/>
                              </a:lnTo>
                              <a:lnTo>
                                <a:pt x="2518" y="110"/>
                              </a:lnTo>
                              <a:lnTo>
                                <a:pt x="2373" y="109"/>
                              </a:lnTo>
                              <a:lnTo>
                                <a:pt x="2231" y="108"/>
                              </a:lnTo>
                              <a:lnTo>
                                <a:pt x="2092" y="106"/>
                              </a:lnTo>
                              <a:lnTo>
                                <a:pt x="1957" y="104"/>
                              </a:lnTo>
                              <a:lnTo>
                                <a:pt x="1826" y="102"/>
                              </a:lnTo>
                              <a:lnTo>
                                <a:pt x="1699" y="100"/>
                              </a:lnTo>
                              <a:lnTo>
                                <a:pt x="1575" y="98"/>
                              </a:lnTo>
                              <a:lnTo>
                                <a:pt x="1455" y="96"/>
                              </a:lnTo>
                              <a:lnTo>
                                <a:pt x="1340" y="95"/>
                              </a:lnTo>
                              <a:lnTo>
                                <a:pt x="1228" y="93"/>
                              </a:lnTo>
                              <a:lnTo>
                                <a:pt x="1120" y="91"/>
                              </a:lnTo>
                              <a:lnTo>
                                <a:pt x="1016" y="90"/>
                              </a:lnTo>
                              <a:lnTo>
                                <a:pt x="917" y="88"/>
                              </a:lnTo>
                              <a:lnTo>
                                <a:pt x="823" y="86"/>
                              </a:lnTo>
                              <a:lnTo>
                                <a:pt x="734" y="85"/>
                              </a:lnTo>
                              <a:lnTo>
                                <a:pt x="567" y="82"/>
                              </a:lnTo>
                              <a:lnTo>
                                <a:pt x="422" y="80"/>
                              </a:lnTo>
                              <a:lnTo>
                                <a:pt x="296" y="77"/>
                              </a:lnTo>
                              <a:lnTo>
                                <a:pt x="192" y="76"/>
                              </a:lnTo>
                              <a:lnTo>
                                <a:pt x="109" y="74"/>
                              </a:lnTo>
                              <a:lnTo>
                                <a:pt x="49" y="73"/>
                              </a:lnTo>
                              <a:lnTo>
                                <a:pt x="13" y="72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PA_任意多边形 15" o:spid="_x0000_s1026" o:spt="100" style="position:absolute;left:0pt;margin-left:119.85pt;margin-top:249.35pt;height:1.5pt;width:177.75pt;z-index:251669504;mso-width-relative:page;mso-height-relative:page;" fillcolor="#70AD47 [3209]" filled="t" stroked="f" coordsize="17064,143" o:gfxdata="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" path="m0,72l13,72,49,70,109,69,192,68,296,66,422,64,567,61,734,58,823,57,917,56,1016,53,1120,52,1228,50,1340,49,1455,47,1575,45,1699,43,1826,42,1957,40,2092,37,2231,36,2373,34,2518,33,2666,32,2818,31,2972,29,3130,28,3290,26,3453,25,3619,22,3787,21,3958,19,4131,18,4305,16,4484,15,4663,14,4844,13,5027,12,5212,11,5400,10,5587,10,5777,9,5968,9,6160,8,6354,6,6548,6,6745,5,6941,5,7138,4,7335,4,7534,3,7733,3,7933,2,8132,1,8333,1,8532,0,8731,1,8932,1,9131,2,9331,3,9530,3,9729,4,9926,4,10123,5,10319,5,10516,6,10710,6,10904,8,11096,8,11287,9,11477,10,11664,10,11852,11,12037,11,12220,12,12401,13,12580,15,12759,16,12933,18,13106,19,13277,21,13445,22,13611,25,13774,26,13934,28,14092,29,14246,30,14398,31,14546,33,14691,34,14833,35,14972,37,15107,40,15238,41,15365,43,15489,45,15609,47,15726,48,15836,50,15944,52,16048,53,16147,56,16241,57,16331,58,16497,61,16642,64,16768,66,16872,68,16955,69,17015,70,17051,72,17064,72,17051,72,17015,73,16955,74,16872,76,16768,77,16642,80,16497,82,16331,85,16241,86,16147,89,16048,90,15944,91,15836,93,15726,95,15609,97,15489,98,15365,100,15238,102,15107,105,14972,106,14833,108,14691,109,14546,111,14398,112,14246,113,14092,114,13934,116,13774,117,13611,120,13445,121,13277,123,13106,124,12933,126,12759,127,12580,129,12401,130,12220,131,12037,132,11852,133,11664,133,11477,134,11287,134,11096,136,10904,136,10710,137,10516,137,10319,138,10123,139,9926,139,9729,140,9530,140,9331,141,9131,141,8932,142,8731,142,8532,143,8333,142,8132,142,7933,141,7733,141,7534,140,7335,140,7138,139,6941,138,6745,138,6548,137,6354,137,6160,136,5968,136,5777,134,5587,134,5400,133,5212,133,5027,132,4844,131,4663,130,4484,128,4305,127,4131,126,3958,124,3787,122,3619,121,3453,118,3290,117,3130,115,2972,114,2818,113,2666,112,2518,110,2373,109,2231,108,2092,106,1957,104,1826,102,1699,100,1575,98,1455,96,1340,95,1228,93,1120,91,1016,90,917,88,823,86,734,85,567,82,422,80,296,77,192,76,109,74,49,73,13,72,0,72xe">
                <v:path o:connectlocs="14419,9191;75009,8126;134408,7060;192484,6261;258894,5328;333110,4396;414072,3730;500988,2797;593195,1998;689504,1465;789516,1198;892307,666;996685,399;1102386,133;1207955,266;1313127,532;1416843,799;1518311,1332;1616604,1598;1710928,2397;1800621,3330;1884627,3996;1962282,4662;2032661,5728;2094970,6660;2148548,7593;2218266,8792;2255705,9591;2243005,9858;2182415,10923;2123016,11989;2064940,12922;1998530,13987;1924314,14787;1843352,15453;1756436,16385;1664229,17184;1567920,17717;1467908,18117;1365117,18383;1260739,18650;1155038,18916;1049469,18783;944297,18517;840581,18250;739113,17851;640820,17451;546496,16785;456803,15719;372797,15053;295142,14387;224763,13321;162454,12389;108876,11456;39158,10257;1719,9591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1522095</wp:posOffset>
                </wp:positionH>
                <wp:positionV relativeFrom="paragraph">
                  <wp:posOffset>1969770</wp:posOffset>
                </wp:positionV>
                <wp:extent cx="2257425" cy="19050"/>
                <wp:effectExtent l="0" t="0" r="9525" b="0"/>
                <wp:wrapNone/>
                <wp:docPr id="194" name="PA_任意多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57425" cy="19050"/>
                        </a:xfrm>
                        <a:custGeom>
                          <a:avLst/>
                          <a:gdLst>
                            <a:gd name="T0" fmla="*/ 109 w 17064"/>
                            <a:gd name="T1" fmla="*/ 69 h 143"/>
                            <a:gd name="T2" fmla="*/ 567 w 17064"/>
                            <a:gd name="T3" fmla="*/ 61 h 143"/>
                            <a:gd name="T4" fmla="*/ 1016 w 17064"/>
                            <a:gd name="T5" fmla="*/ 53 h 143"/>
                            <a:gd name="T6" fmla="*/ 1455 w 17064"/>
                            <a:gd name="T7" fmla="*/ 47 h 143"/>
                            <a:gd name="T8" fmla="*/ 1957 w 17064"/>
                            <a:gd name="T9" fmla="*/ 39 h 143"/>
                            <a:gd name="T10" fmla="*/ 2518 w 17064"/>
                            <a:gd name="T11" fmla="*/ 33 h 143"/>
                            <a:gd name="T12" fmla="*/ 3130 w 17064"/>
                            <a:gd name="T13" fmla="*/ 28 h 143"/>
                            <a:gd name="T14" fmla="*/ 3787 w 17064"/>
                            <a:gd name="T15" fmla="*/ 21 h 143"/>
                            <a:gd name="T16" fmla="*/ 4484 w 17064"/>
                            <a:gd name="T17" fmla="*/ 15 h 143"/>
                            <a:gd name="T18" fmla="*/ 5212 w 17064"/>
                            <a:gd name="T19" fmla="*/ 10 h 143"/>
                            <a:gd name="T20" fmla="*/ 5968 w 17064"/>
                            <a:gd name="T21" fmla="*/ 7 h 143"/>
                            <a:gd name="T22" fmla="*/ 6745 w 17064"/>
                            <a:gd name="T23" fmla="*/ 5 h 143"/>
                            <a:gd name="T24" fmla="*/ 7534 w 17064"/>
                            <a:gd name="T25" fmla="*/ 3 h 143"/>
                            <a:gd name="T26" fmla="*/ 8333 w 17064"/>
                            <a:gd name="T27" fmla="*/ 1 h 143"/>
                            <a:gd name="T28" fmla="*/ 9131 w 17064"/>
                            <a:gd name="T29" fmla="*/ 2 h 143"/>
                            <a:gd name="T30" fmla="*/ 9926 w 17064"/>
                            <a:gd name="T31" fmla="*/ 4 h 143"/>
                            <a:gd name="T32" fmla="*/ 10710 w 17064"/>
                            <a:gd name="T33" fmla="*/ 6 h 143"/>
                            <a:gd name="T34" fmla="*/ 11477 w 17064"/>
                            <a:gd name="T35" fmla="*/ 9 h 143"/>
                            <a:gd name="T36" fmla="*/ 12220 w 17064"/>
                            <a:gd name="T37" fmla="*/ 12 h 143"/>
                            <a:gd name="T38" fmla="*/ 12933 w 17064"/>
                            <a:gd name="T39" fmla="*/ 17 h 143"/>
                            <a:gd name="T40" fmla="*/ 13611 w 17064"/>
                            <a:gd name="T41" fmla="*/ 23 h 143"/>
                            <a:gd name="T42" fmla="*/ 14246 w 17064"/>
                            <a:gd name="T43" fmla="*/ 30 h 143"/>
                            <a:gd name="T44" fmla="*/ 14833 w 17064"/>
                            <a:gd name="T45" fmla="*/ 35 h 143"/>
                            <a:gd name="T46" fmla="*/ 15365 w 17064"/>
                            <a:gd name="T47" fmla="*/ 43 h 143"/>
                            <a:gd name="T48" fmla="*/ 15836 w 17064"/>
                            <a:gd name="T49" fmla="*/ 50 h 143"/>
                            <a:gd name="T50" fmla="*/ 16241 w 17064"/>
                            <a:gd name="T51" fmla="*/ 57 h 143"/>
                            <a:gd name="T52" fmla="*/ 16768 w 17064"/>
                            <a:gd name="T53" fmla="*/ 66 h 143"/>
                            <a:gd name="T54" fmla="*/ 17051 w 17064"/>
                            <a:gd name="T55" fmla="*/ 71 h 143"/>
                            <a:gd name="T56" fmla="*/ 16955 w 17064"/>
                            <a:gd name="T57" fmla="*/ 74 h 143"/>
                            <a:gd name="T58" fmla="*/ 16497 w 17064"/>
                            <a:gd name="T59" fmla="*/ 82 h 143"/>
                            <a:gd name="T60" fmla="*/ 16048 w 17064"/>
                            <a:gd name="T61" fmla="*/ 90 h 143"/>
                            <a:gd name="T62" fmla="*/ 15609 w 17064"/>
                            <a:gd name="T63" fmla="*/ 96 h 143"/>
                            <a:gd name="T64" fmla="*/ 15107 w 17064"/>
                            <a:gd name="T65" fmla="*/ 103 h 143"/>
                            <a:gd name="T66" fmla="*/ 14546 w 17064"/>
                            <a:gd name="T67" fmla="*/ 110 h 143"/>
                            <a:gd name="T68" fmla="*/ 13934 w 17064"/>
                            <a:gd name="T69" fmla="*/ 115 h 143"/>
                            <a:gd name="T70" fmla="*/ 13277 w 17064"/>
                            <a:gd name="T71" fmla="*/ 122 h 143"/>
                            <a:gd name="T72" fmla="*/ 12580 w 17064"/>
                            <a:gd name="T73" fmla="*/ 128 h 143"/>
                            <a:gd name="T74" fmla="*/ 11852 w 17064"/>
                            <a:gd name="T75" fmla="*/ 132 h 143"/>
                            <a:gd name="T76" fmla="*/ 11096 w 17064"/>
                            <a:gd name="T77" fmla="*/ 135 h 143"/>
                            <a:gd name="T78" fmla="*/ 10319 w 17064"/>
                            <a:gd name="T79" fmla="*/ 138 h 143"/>
                            <a:gd name="T80" fmla="*/ 9530 w 17064"/>
                            <a:gd name="T81" fmla="*/ 140 h 143"/>
                            <a:gd name="T82" fmla="*/ 8731 w 17064"/>
                            <a:gd name="T83" fmla="*/ 142 h 143"/>
                            <a:gd name="T84" fmla="*/ 7933 w 17064"/>
                            <a:gd name="T85" fmla="*/ 141 h 143"/>
                            <a:gd name="T86" fmla="*/ 7138 w 17064"/>
                            <a:gd name="T87" fmla="*/ 139 h 143"/>
                            <a:gd name="T88" fmla="*/ 6354 w 17064"/>
                            <a:gd name="T89" fmla="*/ 137 h 143"/>
                            <a:gd name="T90" fmla="*/ 5587 w 17064"/>
                            <a:gd name="T91" fmla="*/ 133 h 143"/>
                            <a:gd name="T92" fmla="*/ 4844 w 17064"/>
                            <a:gd name="T93" fmla="*/ 131 h 143"/>
                            <a:gd name="T94" fmla="*/ 4131 w 17064"/>
                            <a:gd name="T95" fmla="*/ 125 h 143"/>
                            <a:gd name="T96" fmla="*/ 3453 w 17064"/>
                            <a:gd name="T97" fmla="*/ 118 h 143"/>
                            <a:gd name="T98" fmla="*/ 2818 w 17064"/>
                            <a:gd name="T99" fmla="*/ 113 h 143"/>
                            <a:gd name="T100" fmla="*/ 2231 w 17064"/>
                            <a:gd name="T101" fmla="*/ 107 h 143"/>
                            <a:gd name="T102" fmla="*/ 1699 w 17064"/>
                            <a:gd name="T103" fmla="*/ 100 h 143"/>
                            <a:gd name="T104" fmla="*/ 1228 w 17064"/>
                            <a:gd name="T105" fmla="*/ 93 h 143"/>
                            <a:gd name="T106" fmla="*/ 823 w 17064"/>
                            <a:gd name="T107" fmla="*/ 86 h 143"/>
                            <a:gd name="T108" fmla="*/ 296 w 17064"/>
                            <a:gd name="T109" fmla="*/ 77 h 143"/>
                            <a:gd name="T110" fmla="*/ 13 w 17064"/>
                            <a:gd name="T111" fmla="*/ 71 h 1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7064" h="143">
                              <a:moveTo>
                                <a:pt x="0" y="71"/>
                              </a:moveTo>
                              <a:lnTo>
                                <a:pt x="13" y="71"/>
                              </a:lnTo>
                              <a:lnTo>
                                <a:pt x="49" y="70"/>
                              </a:lnTo>
                              <a:lnTo>
                                <a:pt x="109" y="69"/>
                              </a:lnTo>
                              <a:lnTo>
                                <a:pt x="192" y="68"/>
                              </a:lnTo>
                              <a:lnTo>
                                <a:pt x="296" y="66"/>
                              </a:lnTo>
                              <a:lnTo>
                                <a:pt x="422" y="63"/>
                              </a:lnTo>
                              <a:lnTo>
                                <a:pt x="567" y="61"/>
                              </a:lnTo>
                              <a:lnTo>
                                <a:pt x="734" y="58"/>
                              </a:lnTo>
                              <a:lnTo>
                                <a:pt x="823" y="57"/>
                              </a:lnTo>
                              <a:lnTo>
                                <a:pt x="917" y="55"/>
                              </a:lnTo>
                              <a:lnTo>
                                <a:pt x="1016" y="53"/>
                              </a:lnTo>
                              <a:lnTo>
                                <a:pt x="1120" y="52"/>
                              </a:lnTo>
                              <a:lnTo>
                                <a:pt x="1228" y="50"/>
                              </a:lnTo>
                              <a:lnTo>
                                <a:pt x="1340" y="48"/>
                              </a:lnTo>
                              <a:lnTo>
                                <a:pt x="1455" y="47"/>
                              </a:lnTo>
                              <a:lnTo>
                                <a:pt x="1575" y="45"/>
                              </a:lnTo>
                              <a:lnTo>
                                <a:pt x="1699" y="43"/>
                              </a:lnTo>
                              <a:lnTo>
                                <a:pt x="1826" y="41"/>
                              </a:lnTo>
                              <a:lnTo>
                                <a:pt x="1957" y="39"/>
                              </a:lnTo>
                              <a:lnTo>
                                <a:pt x="2092" y="37"/>
                              </a:lnTo>
                              <a:lnTo>
                                <a:pt x="2231" y="35"/>
                              </a:lnTo>
                              <a:lnTo>
                                <a:pt x="2373" y="34"/>
                              </a:lnTo>
                              <a:lnTo>
                                <a:pt x="2518" y="33"/>
                              </a:lnTo>
                              <a:lnTo>
                                <a:pt x="2666" y="31"/>
                              </a:lnTo>
                              <a:lnTo>
                                <a:pt x="2818" y="30"/>
                              </a:lnTo>
                              <a:lnTo>
                                <a:pt x="2972" y="29"/>
                              </a:lnTo>
                              <a:lnTo>
                                <a:pt x="3130" y="28"/>
                              </a:lnTo>
                              <a:lnTo>
                                <a:pt x="3290" y="26"/>
                              </a:lnTo>
                              <a:lnTo>
                                <a:pt x="3453" y="25"/>
                              </a:lnTo>
                              <a:lnTo>
                                <a:pt x="3619" y="22"/>
                              </a:lnTo>
                              <a:lnTo>
                                <a:pt x="3787" y="21"/>
                              </a:lnTo>
                              <a:lnTo>
                                <a:pt x="3958" y="19"/>
                              </a:lnTo>
                              <a:lnTo>
                                <a:pt x="4131" y="17"/>
                              </a:lnTo>
                              <a:lnTo>
                                <a:pt x="4305" y="16"/>
                              </a:lnTo>
                              <a:lnTo>
                                <a:pt x="4484" y="15"/>
                              </a:lnTo>
                              <a:lnTo>
                                <a:pt x="4663" y="13"/>
                              </a:lnTo>
                              <a:lnTo>
                                <a:pt x="4844" y="12"/>
                              </a:lnTo>
                              <a:lnTo>
                                <a:pt x="5027" y="11"/>
                              </a:lnTo>
                              <a:lnTo>
                                <a:pt x="5212" y="10"/>
                              </a:lnTo>
                              <a:lnTo>
                                <a:pt x="5400" y="10"/>
                              </a:lnTo>
                              <a:lnTo>
                                <a:pt x="5587" y="9"/>
                              </a:lnTo>
                              <a:lnTo>
                                <a:pt x="5777" y="9"/>
                              </a:lnTo>
                              <a:lnTo>
                                <a:pt x="5968" y="7"/>
                              </a:lnTo>
                              <a:lnTo>
                                <a:pt x="6160" y="7"/>
                              </a:lnTo>
                              <a:lnTo>
                                <a:pt x="6354" y="6"/>
                              </a:lnTo>
                              <a:lnTo>
                                <a:pt x="6548" y="6"/>
                              </a:lnTo>
                              <a:lnTo>
                                <a:pt x="6745" y="5"/>
                              </a:lnTo>
                              <a:lnTo>
                                <a:pt x="6941" y="5"/>
                              </a:lnTo>
                              <a:lnTo>
                                <a:pt x="7138" y="4"/>
                              </a:lnTo>
                              <a:lnTo>
                                <a:pt x="7335" y="3"/>
                              </a:lnTo>
                              <a:lnTo>
                                <a:pt x="7534" y="3"/>
                              </a:lnTo>
                              <a:lnTo>
                                <a:pt x="7733" y="2"/>
                              </a:lnTo>
                              <a:lnTo>
                                <a:pt x="7933" y="2"/>
                              </a:lnTo>
                              <a:lnTo>
                                <a:pt x="8132" y="1"/>
                              </a:lnTo>
                              <a:lnTo>
                                <a:pt x="8333" y="1"/>
                              </a:lnTo>
                              <a:lnTo>
                                <a:pt x="8532" y="0"/>
                              </a:lnTo>
                              <a:lnTo>
                                <a:pt x="8731" y="1"/>
                              </a:lnTo>
                              <a:lnTo>
                                <a:pt x="8932" y="1"/>
                              </a:lnTo>
                              <a:lnTo>
                                <a:pt x="9131" y="2"/>
                              </a:lnTo>
                              <a:lnTo>
                                <a:pt x="9331" y="2"/>
                              </a:lnTo>
                              <a:lnTo>
                                <a:pt x="9530" y="3"/>
                              </a:lnTo>
                              <a:lnTo>
                                <a:pt x="9729" y="3"/>
                              </a:lnTo>
                              <a:lnTo>
                                <a:pt x="9926" y="4"/>
                              </a:lnTo>
                              <a:lnTo>
                                <a:pt x="10123" y="4"/>
                              </a:lnTo>
                              <a:lnTo>
                                <a:pt x="10319" y="5"/>
                              </a:lnTo>
                              <a:lnTo>
                                <a:pt x="10516" y="6"/>
                              </a:lnTo>
                              <a:lnTo>
                                <a:pt x="10710" y="6"/>
                              </a:lnTo>
                              <a:lnTo>
                                <a:pt x="10904" y="7"/>
                              </a:lnTo>
                              <a:lnTo>
                                <a:pt x="11096" y="7"/>
                              </a:lnTo>
                              <a:lnTo>
                                <a:pt x="11287" y="9"/>
                              </a:lnTo>
                              <a:lnTo>
                                <a:pt x="11477" y="9"/>
                              </a:lnTo>
                              <a:lnTo>
                                <a:pt x="11664" y="10"/>
                              </a:lnTo>
                              <a:lnTo>
                                <a:pt x="11852" y="10"/>
                              </a:lnTo>
                              <a:lnTo>
                                <a:pt x="12037" y="11"/>
                              </a:lnTo>
                              <a:lnTo>
                                <a:pt x="12220" y="12"/>
                              </a:lnTo>
                              <a:lnTo>
                                <a:pt x="12401" y="13"/>
                              </a:lnTo>
                              <a:lnTo>
                                <a:pt x="12580" y="14"/>
                              </a:lnTo>
                              <a:lnTo>
                                <a:pt x="12759" y="16"/>
                              </a:lnTo>
                              <a:lnTo>
                                <a:pt x="12933" y="17"/>
                              </a:lnTo>
                              <a:lnTo>
                                <a:pt x="13106" y="19"/>
                              </a:lnTo>
                              <a:lnTo>
                                <a:pt x="13277" y="20"/>
                              </a:lnTo>
                              <a:lnTo>
                                <a:pt x="13445" y="22"/>
                              </a:lnTo>
                              <a:lnTo>
                                <a:pt x="13611" y="23"/>
                              </a:lnTo>
                              <a:lnTo>
                                <a:pt x="13774" y="26"/>
                              </a:lnTo>
                              <a:lnTo>
                                <a:pt x="13934" y="27"/>
                              </a:lnTo>
                              <a:lnTo>
                                <a:pt x="14092" y="29"/>
                              </a:lnTo>
                              <a:lnTo>
                                <a:pt x="14246" y="30"/>
                              </a:lnTo>
                              <a:lnTo>
                                <a:pt x="14398" y="31"/>
                              </a:lnTo>
                              <a:lnTo>
                                <a:pt x="14546" y="32"/>
                              </a:lnTo>
                              <a:lnTo>
                                <a:pt x="14691" y="34"/>
                              </a:lnTo>
                              <a:lnTo>
                                <a:pt x="14833" y="35"/>
                              </a:lnTo>
                              <a:lnTo>
                                <a:pt x="14972" y="37"/>
                              </a:lnTo>
                              <a:lnTo>
                                <a:pt x="15107" y="38"/>
                              </a:lnTo>
                              <a:lnTo>
                                <a:pt x="15238" y="41"/>
                              </a:lnTo>
                              <a:lnTo>
                                <a:pt x="15365" y="43"/>
                              </a:lnTo>
                              <a:lnTo>
                                <a:pt x="15489" y="45"/>
                              </a:lnTo>
                              <a:lnTo>
                                <a:pt x="15609" y="47"/>
                              </a:lnTo>
                              <a:lnTo>
                                <a:pt x="15726" y="48"/>
                              </a:lnTo>
                              <a:lnTo>
                                <a:pt x="15836" y="50"/>
                              </a:lnTo>
                              <a:lnTo>
                                <a:pt x="15944" y="52"/>
                              </a:lnTo>
                              <a:lnTo>
                                <a:pt x="16048" y="53"/>
                              </a:lnTo>
                              <a:lnTo>
                                <a:pt x="16147" y="54"/>
                              </a:lnTo>
                              <a:lnTo>
                                <a:pt x="16241" y="57"/>
                              </a:lnTo>
                              <a:lnTo>
                                <a:pt x="16331" y="58"/>
                              </a:lnTo>
                              <a:lnTo>
                                <a:pt x="16497" y="61"/>
                              </a:lnTo>
                              <a:lnTo>
                                <a:pt x="16642" y="63"/>
                              </a:lnTo>
                              <a:lnTo>
                                <a:pt x="16768" y="66"/>
                              </a:lnTo>
                              <a:lnTo>
                                <a:pt x="16872" y="67"/>
                              </a:lnTo>
                              <a:lnTo>
                                <a:pt x="16955" y="69"/>
                              </a:lnTo>
                              <a:lnTo>
                                <a:pt x="17015" y="70"/>
                              </a:lnTo>
                              <a:lnTo>
                                <a:pt x="17051" y="71"/>
                              </a:lnTo>
                              <a:lnTo>
                                <a:pt x="17064" y="71"/>
                              </a:lnTo>
                              <a:lnTo>
                                <a:pt x="17051" y="71"/>
                              </a:lnTo>
                              <a:lnTo>
                                <a:pt x="17015" y="73"/>
                              </a:lnTo>
                              <a:lnTo>
                                <a:pt x="16955" y="74"/>
                              </a:lnTo>
                              <a:lnTo>
                                <a:pt x="16872" y="75"/>
                              </a:lnTo>
                              <a:lnTo>
                                <a:pt x="16768" y="77"/>
                              </a:lnTo>
                              <a:lnTo>
                                <a:pt x="16642" y="79"/>
                              </a:lnTo>
                              <a:lnTo>
                                <a:pt x="16497" y="82"/>
                              </a:lnTo>
                              <a:lnTo>
                                <a:pt x="16331" y="85"/>
                              </a:lnTo>
                              <a:lnTo>
                                <a:pt x="16241" y="86"/>
                              </a:lnTo>
                              <a:lnTo>
                                <a:pt x="16147" y="87"/>
                              </a:lnTo>
                              <a:lnTo>
                                <a:pt x="16048" y="90"/>
                              </a:lnTo>
                              <a:lnTo>
                                <a:pt x="15944" y="91"/>
                              </a:lnTo>
                              <a:lnTo>
                                <a:pt x="15836" y="93"/>
                              </a:lnTo>
                              <a:lnTo>
                                <a:pt x="15726" y="95"/>
                              </a:lnTo>
                              <a:lnTo>
                                <a:pt x="15609" y="96"/>
                              </a:lnTo>
                              <a:lnTo>
                                <a:pt x="15489" y="98"/>
                              </a:lnTo>
                              <a:lnTo>
                                <a:pt x="15365" y="100"/>
                              </a:lnTo>
                              <a:lnTo>
                                <a:pt x="15238" y="102"/>
                              </a:lnTo>
                              <a:lnTo>
                                <a:pt x="15107" y="103"/>
                              </a:lnTo>
                              <a:lnTo>
                                <a:pt x="14972" y="106"/>
                              </a:lnTo>
                              <a:lnTo>
                                <a:pt x="14833" y="108"/>
                              </a:lnTo>
                              <a:lnTo>
                                <a:pt x="14691" y="109"/>
                              </a:lnTo>
                              <a:lnTo>
                                <a:pt x="14546" y="110"/>
                              </a:lnTo>
                              <a:lnTo>
                                <a:pt x="14398" y="112"/>
                              </a:lnTo>
                              <a:lnTo>
                                <a:pt x="14246" y="113"/>
                              </a:lnTo>
                              <a:lnTo>
                                <a:pt x="14092" y="114"/>
                              </a:lnTo>
                              <a:lnTo>
                                <a:pt x="13934" y="115"/>
                              </a:lnTo>
                              <a:lnTo>
                                <a:pt x="13774" y="117"/>
                              </a:lnTo>
                              <a:lnTo>
                                <a:pt x="13611" y="118"/>
                              </a:lnTo>
                              <a:lnTo>
                                <a:pt x="13445" y="121"/>
                              </a:lnTo>
                              <a:lnTo>
                                <a:pt x="13277" y="122"/>
                              </a:lnTo>
                              <a:lnTo>
                                <a:pt x="13106" y="124"/>
                              </a:lnTo>
                              <a:lnTo>
                                <a:pt x="12933" y="126"/>
                              </a:lnTo>
                              <a:lnTo>
                                <a:pt x="12759" y="127"/>
                              </a:lnTo>
                              <a:lnTo>
                                <a:pt x="12580" y="128"/>
                              </a:lnTo>
                              <a:lnTo>
                                <a:pt x="12401" y="130"/>
                              </a:lnTo>
                              <a:lnTo>
                                <a:pt x="12220" y="131"/>
                              </a:lnTo>
                              <a:lnTo>
                                <a:pt x="12037" y="132"/>
                              </a:lnTo>
                              <a:lnTo>
                                <a:pt x="11852" y="132"/>
                              </a:lnTo>
                              <a:lnTo>
                                <a:pt x="11664" y="133"/>
                              </a:lnTo>
                              <a:lnTo>
                                <a:pt x="11477" y="133"/>
                              </a:lnTo>
                              <a:lnTo>
                                <a:pt x="11287" y="134"/>
                              </a:lnTo>
                              <a:lnTo>
                                <a:pt x="11096" y="135"/>
                              </a:lnTo>
                              <a:lnTo>
                                <a:pt x="10904" y="135"/>
                              </a:lnTo>
                              <a:lnTo>
                                <a:pt x="10710" y="137"/>
                              </a:lnTo>
                              <a:lnTo>
                                <a:pt x="10516" y="137"/>
                              </a:lnTo>
                              <a:lnTo>
                                <a:pt x="10319" y="138"/>
                              </a:lnTo>
                              <a:lnTo>
                                <a:pt x="10123" y="138"/>
                              </a:lnTo>
                              <a:lnTo>
                                <a:pt x="9926" y="139"/>
                              </a:lnTo>
                              <a:lnTo>
                                <a:pt x="9729" y="139"/>
                              </a:lnTo>
                              <a:lnTo>
                                <a:pt x="9530" y="140"/>
                              </a:lnTo>
                              <a:lnTo>
                                <a:pt x="9331" y="141"/>
                              </a:lnTo>
                              <a:lnTo>
                                <a:pt x="9131" y="141"/>
                              </a:lnTo>
                              <a:lnTo>
                                <a:pt x="8932" y="142"/>
                              </a:lnTo>
                              <a:lnTo>
                                <a:pt x="8731" y="142"/>
                              </a:lnTo>
                              <a:lnTo>
                                <a:pt x="8532" y="143"/>
                              </a:lnTo>
                              <a:lnTo>
                                <a:pt x="8333" y="142"/>
                              </a:lnTo>
                              <a:lnTo>
                                <a:pt x="8132" y="142"/>
                              </a:lnTo>
                              <a:lnTo>
                                <a:pt x="7933" y="141"/>
                              </a:lnTo>
                              <a:lnTo>
                                <a:pt x="7733" y="141"/>
                              </a:lnTo>
                              <a:lnTo>
                                <a:pt x="7534" y="140"/>
                              </a:lnTo>
                              <a:lnTo>
                                <a:pt x="7335" y="139"/>
                              </a:lnTo>
                              <a:lnTo>
                                <a:pt x="7138" y="139"/>
                              </a:lnTo>
                              <a:lnTo>
                                <a:pt x="6941" y="138"/>
                              </a:lnTo>
                              <a:lnTo>
                                <a:pt x="6745" y="138"/>
                              </a:lnTo>
                              <a:lnTo>
                                <a:pt x="6548" y="137"/>
                              </a:lnTo>
                              <a:lnTo>
                                <a:pt x="6354" y="137"/>
                              </a:lnTo>
                              <a:lnTo>
                                <a:pt x="6160" y="135"/>
                              </a:lnTo>
                              <a:lnTo>
                                <a:pt x="5968" y="134"/>
                              </a:lnTo>
                              <a:lnTo>
                                <a:pt x="5777" y="134"/>
                              </a:lnTo>
                              <a:lnTo>
                                <a:pt x="5587" y="133"/>
                              </a:lnTo>
                              <a:lnTo>
                                <a:pt x="5400" y="133"/>
                              </a:lnTo>
                              <a:lnTo>
                                <a:pt x="5212" y="132"/>
                              </a:lnTo>
                              <a:lnTo>
                                <a:pt x="5027" y="131"/>
                              </a:lnTo>
                              <a:lnTo>
                                <a:pt x="4844" y="131"/>
                              </a:lnTo>
                              <a:lnTo>
                                <a:pt x="4663" y="129"/>
                              </a:lnTo>
                              <a:lnTo>
                                <a:pt x="4484" y="128"/>
                              </a:lnTo>
                              <a:lnTo>
                                <a:pt x="4305" y="127"/>
                              </a:lnTo>
                              <a:lnTo>
                                <a:pt x="4131" y="125"/>
                              </a:lnTo>
                              <a:lnTo>
                                <a:pt x="3958" y="124"/>
                              </a:lnTo>
                              <a:lnTo>
                                <a:pt x="3787" y="122"/>
                              </a:lnTo>
                              <a:lnTo>
                                <a:pt x="3619" y="121"/>
                              </a:lnTo>
                              <a:lnTo>
                                <a:pt x="3453" y="118"/>
                              </a:lnTo>
                              <a:lnTo>
                                <a:pt x="3290" y="117"/>
                              </a:lnTo>
                              <a:lnTo>
                                <a:pt x="3130" y="115"/>
                              </a:lnTo>
                              <a:lnTo>
                                <a:pt x="2972" y="114"/>
                              </a:lnTo>
                              <a:lnTo>
                                <a:pt x="2818" y="113"/>
                              </a:lnTo>
                              <a:lnTo>
                                <a:pt x="2666" y="111"/>
                              </a:lnTo>
                              <a:lnTo>
                                <a:pt x="2518" y="110"/>
                              </a:lnTo>
                              <a:lnTo>
                                <a:pt x="2373" y="109"/>
                              </a:lnTo>
                              <a:lnTo>
                                <a:pt x="2231" y="107"/>
                              </a:lnTo>
                              <a:lnTo>
                                <a:pt x="2092" y="106"/>
                              </a:lnTo>
                              <a:lnTo>
                                <a:pt x="1957" y="103"/>
                              </a:lnTo>
                              <a:lnTo>
                                <a:pt x="1826" y="101"/>
                              </a:lnTo>
                              <a:lnTo>
                                <a:pt x="1699" y="100"/>
                              </a:lnTo>
                              <a:lnTo>
                                <a:pt x="1575" y="98"/>
                              </a:lnTo>
                              <a:lnTo>
                                <a:pt x="1455" y="96"/>
                              </a:lnTo>
                              <a:lnTo>
                                <a:pt x="1340" y="94"/>
                              </a:lnTo>
                              <a:lnTo>
                                <a:pt x="1228" y="93"/>
                              </a:lnTo>
                              <a:lnTo>
                                <a:pt x="1120" y="91"/>
                              </a:lnTo>
                              <a:lnTo>
                                <a:pt x="1016" y="90"/>
                              </a:lnTo>
                              <a:lnTo>
                                <a:pt x="917" y="87"/>
                              </a:lnTo>
                              <a:lnTo>
                                <a:pt x="823" y="86"/>
                              </a:lnTo>
                              <a:lnTo>
                                <a:pt x="734" y="85"/>
                              </a:lnTo>
                              <a:lnTo>
                                <a:pt x="567" y="82"/>
                              </a:lnTo>
                              <a:lnTo>
                                <a:pt x="422" y="79"/>
                              </a:lnTo>
                              <a:lnTo>
                                <a:pt x="296" y="77"/>
                              </a:lnTo>
                              <a:lnTo>
                                <a:pt x="192" y="75"/>
                              </a:lnTo>
                              <a:lnTo>
                                <a:pt x="109" y="74"/>
                              </a:lnTo>
                              <a:lnTo>
                                <a:pt x="49" y="73"/>
                              </a:lnTo>
                              <a:lnTo>
                                <a:pt x="13" y="71"/>
                              </a:lnTo>
                              <a:lnTo>
                                <a:pt x="0" y="7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PA_任意多边形 16" o:spid="_x0000_s1026" o:spt="100" style="position:absolute;left:0pt;margin-left:119.85pt;margin-top:155.1pt;height:1.5pt;width:177.75pt;z-index:251670528;mso-width-relative:page;mso-height-relative:page;" fillcolor="#70AD47 [3209]" filled="t" stroked="f" coordsize="17064,143" o:gfxdata="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" path="m0,71l13,71,49,70,109,69,192,68,296,66,422,63,567,61,734,58,823,57,917,55,1016,53,1120,52,1228,50,1340,48,1455,47,1575,45,1699,43,1826,41,1957,39,2092,37,2231,35,2373,34,2518,33,2666,31,2818,30,2972,29,3130,28,3290,26,3453,25,3619,22,3787,21,3958,19,4131,17,4305,16,4484,15,4663,13,4844,12,5027,11,5212,10,5400,10,5587,9,5777,9,5968,7,6160,7,6354,6,6548,6,6745,5,6941,5,7138,4,7335,3,7534,3,7733,2,7933,2,8132,1,8333,1,8532,0,8731,1,8932,1,9131,2,9331,2,9530,3,9729,3,9926,4,10123,4,10319,5,10516,6,10710,6,10904,7,11096,7,11287,9,11477,9,11664,10,11852,10,12037,11,12220,12,12401,13,12580,14,12759,16,12933,17,13106,19,13277,20,13445,22,13611,23,13774,26,13934,27,14092,29,14246,30,14398,31,14546,32,14691,34,14833,35,14972,37,15107,38,15238,41,15365,43,15489,45,15609,47,15726,48,15836,50,15944,52,16048,53,16147,54,16241,57,16331,58,16497,61,16642,63,16768,66,16872,67,16955,69,17015,70,17051,71,17064,71,17051,71,17015,73,16955,74,16872,75,16768,77,16642,79,16497,82,16331,85,16241,86,16147,87,16048,90,15944,91,15836,93,15726,95,15609,96,15489,98,15365,100,15238,102,15107,103,14972,106,14833,108,14691,109,14546,110,14398,112,14246,113,14092,114,13934,115,13774,117,13611,118,13445,121,13277,122,13106,124,12933,126,12759,127,12580,128,12401,130,12220,131,12037,132,11852,132,11664,133,11477,133,11287,134,11096,135,10904,135,10710,137,10516,137,10319,138,10123,138,9926,139,9729,139,9530,140,9331,141,9131,141,8932,142,8731,142,8532,143,8333,142,8132,142,7933,141,7733,141,7534,140,7335,139,7138,139,6941,138,6745,138,6548,137,6354,137,6160,135,5968,134,5777,134,5587,133,5400,133,5212,132,5027,131,4844,131,4663,129,4484,128,4305,127,4131,125,3958,124,3787,122,3619,121,3453,118,3290,117,3130,115,2972,114,2818,113,2666,111,2518,110,2373,109,2231,107,2092,106,1957,103,1826,101,1699,100,1575,98,1455,96,1340,94,1228,93,1120,91,1016,90,917,87,823,86,734,85,567,82,422,79,296,77,192,75,109,74,49,73,13,71,0,71xe">
                <v:path o:connectlocs="14419,9191;75009,8126;134408,7060;192484,6261;258894,5195;333110,4396;414072,3730;500988,2797;593195,1998;689504,1332;789516,932;892307,666;996685,399;1102386,133;1207955,266;1313127,532;1416843,799;1518311,1198;1616604,1598;1710928,2264;1800621,3063;1884627,3996;1962282,4662;2032661,5728;2094970,6660;2148548,7593;2218266,8792;2255705,9458;2243005,9858;2182415,10923;2123016,11989;2064940,12788;1998530,13721;1924314,14653;1843352,15319;1756436,16252;1664229,17051;1567920,17584;1467908,17984;1365117,18383;1260739,18650;1155038,18916;1049469,18783;944297,18517;840581,18250;739113,17717;640820,17451;546496,16652;456803,15719;372797,15053;295142,14254;224763,13321;162454,12389;108876,11456;39158,10257;1719,9458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-107315</wp:posOffset>
                </wp:positionH>
                <wp:positionV relativeFrom="paragraph">
                  <wp:posOffset>800100</wp:posOffset>
                </wp:positionV>
                <wp:extent cx="5483225" cy="3571875"/>
                <wp:effectExtent l="171450" t="152400" r="155575" b="161925"/>
                <wp:wrapNone/>
                <wp:docPr id="184" name="PA_任意多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3225" cy="3571875"/>
                        </a:xfrm>
                        <a:custGeom>
                          <a:avLst/>
                          <a:gdLst>
                            <a:gd name="T0" fmla="*/ 17270 w 17270"/>
                            <a:gd name="T1" fmla="*/ 5624 h 11250"/>
                            <a:gd name="T2" fmla="*/ 8635 w 17270"/>
                            <a:gd name="T3" fmla="*/ 11250 h 11250"/>
                            <a:gd name="T4" fmla="*/ 0 w 17270"/>
                            <a:gd name="T5" fmla="*/ 5624 h 11250"/>
                            <a:gd name="T6" fmla="*/ 8635 w 17270"/>
                            <a:gd name="T7" fmla="*/ 0 h 11250"/>
                            <a:gd name="T8" fmla="*/ 17270 w 17270"/>
                            <a:gd name="T9" fmla="*/ 5624 h 11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270" h="11250">
                              <a:moveTo>
                                <a:pt x="17270" y="5624"/>
                              </a:moveTo>
                              <a:lnTo>
                                <a:pt x="8635" y="11250"/>
                              </a:lnTo>
                              <a:lnTo>
                                <a:pt x="0" y="5624"/>
                              </a:lnTo>
                              <a:lnTo>
                                <a:pt x="8635" y="0"/>
                              </a:lnTo>
                              <a:lnTo>
                                <a:pt x="17270" y="56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101600" sx="103000" sy="103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PA_任意多边形 10" o:spid="_x0000_s1026" o:spt="100" style="position:absolute;left:0pt;margin-left:-8.45pt;margin-top:63pt;height:281.25pt;width:431.75pt;z-index:251663360;mso-width-relative:page;mso-height-relative:page;" fillcolor="#FFFFFF" filled="t" stroked="f" coordsize="17270,11250" o:gfxdata="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CWWR+X2QAAAAsBAAAPAAAAAAAAAAEAIAAAACIAAABkcnMvZG93bnJl&#10;di54bWxQSwECFAAUAAAACACHTuJA2sR18lIDAAAnCAAADgAAAAAAAAABACAAAAAoAQAAZHJzL2Uy&#10;b0RvYy54bWxQSwUGAAAAAAYABgBZAQAA7AYAAAAA&#10;" path="m17270,5624l8635,11250,0,5624,8635,0,17270,5624xe">
                <v:path o:connectlocs="5483225,1785620;2741612,3571875;0,1785620;2741612,0;5483225,1785620" o:connectangles="0,0,0,0,0"/>
                <v:fill on="t" focussize="0,0"/>
                <v:stroke on="f"/>
                <v:imagedata o:title=""/>
                <o:lock v:ext="edit" aspectratio="f"/>
                <v:shadow on="t" type="perspective" color="#000000" opacity="26214f" offset="0pt,0pt" origin="0f,0f" matrix="67502f,0f,0f,67502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948055</wp:posOffset>
                </wp:positionV>
                <wp:extent cx="5032375" cy="3276600"/>
                <wp:effectExtent l="0" t="0" r="0" b="0"/>
                <wp:wrapNone/>
                <wp:docPr id="185" name="PA_任意多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32375" cy="3276600"/>
                        </a:xfrm>
                        <a:custGeom>
                          <a:avLst/>
                          <a:gdLst>
                            <a:gd name="T0" fmla="*/ 85 w 15846"/>
                            <a:gd name="T1" fmla="*/ 5106 h 10322"/>
                            <a:gd name="T2" fmla="*/ 7923 w 15846"/>
                            <a:gd name="T3" fmla="*/ 0 h 10322"/>
                            <a:gd name="T4" fmla="*/ 8418 w 15846"/>
                            <a:gd name="T5" fmla="*/ 323 h 10322"/>
                            <a:gd name="T6" fmla="*/ 8913 w 15846"/>
                            <a:gd name="T7" fmla="*/ 646 h 10322"/>
                            <a:gd name="T8" fmla="*/ 9408 w 15846"/>
                            <a:gd name="T9" fmla="*/ 968 h 10322"/>
                            <a:gd name="T10" fmla="*/ 9904 w 15846"/>
                            <a:gd name="T11" fmla="*/ 1291 h 10322"/>
                            <a:gd name="T12" fmla="*/ 10399 w 15846"/>
                            <a:gd name="T13" fmla="*/ 1613 h 10322"/>
                            <a:gd name="T14" fmla="*/ 10893 w 15846"/>
                            <a:gd name="T15" fmla="*/ 1935 h 10322"/>
                            <a:gd name="T16" fmla="*/ 11389 w 15846"/>
                            <a:gd name="T17" fmla="*/ 2258 h 10322"/>
                            <a:gd name="T18" fmla="*/ 11884 w 15846"/>
                            <a:gd name="T19" fmla="*/ 2581 h 10322"/>
                            <a:gd name="T20" fmla="*/ 12380 w 15846"/>
                            <a:gd name="T21" fmla="*/ 2904 h 10322"/>
                            <a:gd name="T22" fmla="*/ 12874 w 15846"/>
                            <a:gd name="T23" fmla="*/ 3226 h 10322"/>
                            <a:gd name="T24" fmla="*/ 13370 w 15846"/>
                            <a:gd name="T25" fmla="*/ 3548 h 10322"/>
                            <a:gd name="T26" fmla="*/ 13865 w 15846"/>
                            <a:gd name="T27" fmla="*/ 3871 h 10322"/>
                            <a:gd name="T28" fmla="*/ 14360 w 15846"/>
                            <a:gd name="T29" fmla="*/ 4193 h 10322"/>
                            <a:gd name="T30" fmla="*/ 14855 w 15846"/>
                            <a:gd name="T31" fmla="*/ 4516 h 10322"/>
                            <a:gd name="T32" fmla="*/ 15350 w 15846"/>
                            <a:gd name="T33" fmla="*/ 4839 h 10322"/>
                            <a:gd name="T34" fmla="*/ 15846 w 15846"/>
                            <a:gd name="T35" fmla="*/ 5160 h 10322"/>
                            <a:gd name="T36" fmla="*/ 15350 w 15846"/>
                            <a:gd name="T37" fmla="*/ 5483 h 10322"/>
                            <a:gd name="T38" fmla="*/ 14855 w 15846"/>
                            <a:gd name="T39" fmla="*/ 5806 h 10322"/>
                            <a:gd name="T40" fmla="*/ 14360 w 15846"/>
                            <a:gd name="T41" fmla="*/ 6129 h 10322"/>
                            <a:gd name="T42" fmla="*/ 13865 w 15846"/>
                            <a:gd name="T43" fmla="*/ 6451 h 10322"/>
                            <a:gd name="T44" fmla="*/ 13370 w 15846"/>
                            <a:gd name="T45" fmla="*/ 6774 h 10322"/>
                            <a:gd name="T46" fmla="*/ 12875 w 15846"/>
                            <a:gd name="T47" fmla="*/ 7097 h 10322"/>
                            <a:gd name="T48" fmla="*/ 12380 w 15846"/>
                            <a:gd name="T49" fmla="*/ 7420 h 10322"/>
                            <a:gd name="T50" fmla="*/ 11884 w 15846"/>
                            <a:gd name="T51" fmla="*/ 7741 h 10322"/>
                            <a:gd name="T52" fmla="*/ 11389 w 15846"/>
                            <a:gd name="T53" fmla="*/ 8064 h 10322"/>
                            <a:gd name="T54" fmla="*/ 10895 w 15846"/>
                            <a:gd name="T55" fmla="*/ 8387 h 10322"/>
                            <a:gd name="T56" fmla="*/ 10399 w 15846"/>
                            <a:gd name="T57" fmla="*/ 8709 h 10322"/>
                            <a:gd name="T58" fmla="*/ 9904 w 15846"/>
                            <a:gd name="T59" fmla="*/ 9032 h 10322"/>
                            <a:gd name="T60" fmla="*/ 9408 w 15846"/>
                            <a:gd name="T61" fmla="*/ 9355 h 10322"/>
                            <a:gd name="T62" fmla="*/ 8914 w 15846"/>
                            <a:gd name="T63" fmla="*/ 9676 h 10322"/>
                            <a:gd name="T64" fmla="*/ 8418 w 15846"/>
                            <a:gd name="T65" fmla="*/ 9999 h 10322"/>
                            <a:gd name="T66" fmla="*/ 7923 w 15846"/>
                            <a:gd name="T67" fmla="*/ 10322 h 10322"/>
                            <a:gd name="T68" fmla="*/ 7428 w 15846"/>
                            <a:gd name="T69" fmla="*/ 9999 h 10322"/>
                            <a:gd name="T70" fmla="*/ 6932 w 15846"/>
                            <a:gd name="T71" fmla="*/ 9676 h 10322"/>
                            <a:gd name="T72" fmla="*/ 6438 w 15846"/>
                            <a:gd name="T73" fmla="*/ 9355 h 10322"/>
                            <a:gd name="T74" fmla="*/ 5942 w 15846"/>
                            <a:gd name="T75" fmla="*/ 9032 h 10322"/>
                            <a:gd name="T76" fmla="*/ 5447 w 15846"/>
                            <a:gd name="T77" fmla="*/ 8709 h 10322"/>
                            <a:gd name="T78" fmla="*/ 4951 w 15846"/>
                            <a:gd name="T79" fmla="*/ 8387 h 10322"/>
                            <a:gd name="T80" fmla="*/ 4457 w 15846"/>
                            <a:gd name="T81" fmla="*/ 8064 h 10322"/>
                            <a:gd name="T82" fmla="*/ 3962 w 15846"/>
                            <a:gd name="T83" fmla="*/ 7741 h 10322"/>
                            <a:gd name="T84" fmla="*/ 3466 w 15846"/>
                            <a:gd name="T85" fmla="*/ 7420 h 10322"/>
                            <a:gd name="T86" fmla="*/ 2971 w 15846"/>
                            <a:gd name="T87" fmla="*/ 7097 h 10322"/>
                            <a:gd name="T88" fmla="*/ 2476 w 15846"/>
                            <a:gd name="T89" fmla="*/ 6774 h 10322"/>
                            <a:gd name="T90" fmla="*/ 1981 w 15846"/>
                            <a:gd name="T91" fmla="*/ 6451 h 10322"/>
                            <a:gd name="T92" fmla="*/ 1486 w 15846"/>
                            <a:gd name="T93" fmla="*/ 6129 h 10322"/>
                            <a:gd name="T94" fmla="*/ 990 w 15846"/>
                            <a:gd name="T95" fmla="*/ 5806 h 10322"/>
                            <a:gd name="T96" fmla="*/ 496 w 15846"/>
                            <a:gd name="T97" fmla="*/ 5483 h 10322"/>
                            <a:gd name="T98" fmla="*/ 0 w 15846"/>
                            <a:gd name="T99" fmla="*/ 5160 h 10322"/>
                            <a:gd name="T100" fmla="*/ 85 w 15846"/>
                            <a:gd name="T101" fmla="*/ 5106 h 10322"/>
                            <a:gd name="T102" fmla="*/ 7923 w 15846"/>
                            <a:gd name="T103" fmla="*/ 157 h 10322"/>
                            <a:gd name="T104" fmla="*/ 240 w 15846"/>
                            <a:gd name="T105" fmla="*/ 5160 h 10322"/>
                            <a:gd name="T106" fmla="*/ 7923 w 15846"/>
                            <a:gd name="T107" fmla="*/ 10165 h 10322"/>
                            <a:gd name="T108" fmla="*/ 15606 w 15846"/>
                            <a:gd name="T109" fmla="*/ 5160 h 10322"/>
                            <a:gd name="T110" fmla="*/ 7923 w 15846"/>
                            <a:gd name="T111" fmla="*/ 157 h 10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5846" h="10322">
                              <a:moveTo>
                                <a:pt x="85" y="5106"/>
                              </a:moveTo>
                              <a:lnTo>
                                <a:pt x="7923" y="0"/>
                              </a:lnTo>
                              <a:lnTo>
                                <a:pt x="8418" y="323"/>
                              </a:lnTo>
                              <a:lnTo>
                                <a:pt x="8913" y="646"/>
                              </a:lnTo>
                              <a:lnTo>
                                <a:pt x="9408" y="968"/>
                              </a:lnTo>
                              <a:lnTo>
                                <a:pt x="9904" y="1291"/>
                              </a:lnTo>
                              <a:lnTo>
                                <a:pt x="10399" y="1613"/>
                              </a:lnTo>
                              <a:lnTo>
                                <a:pt x="10893" y="1935"/>
                              </a:lnTo>
                              <a:lnTo>
                                <a:pt x="11389" y="2258"/>
                              </a:lnTo>
                              <a:lnTo>
                                <a:pt x="11884" y="2581"/>
                              </a:lnTo>
                              <a:lnTo>
                                <a:pt x="12380" y="2904"/>
                              </a:lnTo>
                              <a:lnTo>
                                <a:pt x="12874" y="3226"/>
                              </a:lnTo>
                              <a:lnTo>
                                <a:pt x="13370" y="3548"/>
                              </a:lnTo>
                              <a:lnTo>
                                <a:pt x="13865" y="3871"/>
                              </a:lnTo>
                              <a:lnTo>
                                <a:pt x="14360" y="4193"/>
                              </a:lnTo>
                              <a:lnTo>
                                <a:pt x="14855" y="4516"/>
                              </a:lnTo>
                              <a:lnTo>
                                <a:pt x="15350" y="4839"/>
                              </a:lnTo>
                              <a:lnTo>
                                <a:pt x="15846" y="5160"/>
                              </a:lnTo>
                              <a:lnTo>
                                <a:pt x="15350" y="5483"/>
                              </a:lnTo>
                              <a:lnTo>
                                <a:pt x="14855" y="5806"/>
                              </a:lnTo>
                              <a:lnTo>
                                <a:pt x="14360" y="6129"/>
                              </a:lnTo>
                              <a:lnTo>
                                <a:pt x="13865" y="6451"/>
                              </a:lnTo>
                              <a:lnTo>
                                <a:pt x="13370" y="6774"/>
                              </a:lnTo>
                              <a:lnTo>
                                <a:pt x="12875" y="7097"/>
                              </a:lnTo>
                              <a:lnTo>
                                <a:pt x="12380" y="7420"/>
                              </a:lnTo>
                              <a:lnTo>
                                <a:pt x="11884" y="7741"/>
                              </a:lnTo>
                              <a:lnTo>
                                <a:pt x="11389" y="8064"/>
                              </a:lnTo>
                              <a:lnTo>
                                <a:pt x="10895" y="8387"/>
                              </a:lnTo>
                              <a:lnTo>
                                <a:pt x="10399" y="8709"/>
                              </a:lnTo>
                              <a:lnTo>
                                <a:pt x="9904" y="9032"/>
                              </a:lnTo>
                              <a:lnTo>
                                <a:pt x="9408" y="9355"/>
                              </a:lnTo>
                              <a:lnTo>
                                <a:pt x="8914" y="9676"/>
                              </a:lnTo>
                              <a:lnTo>
                                <a:pt x="8418" y="9999"/>
                              </a:lnTo>
                              <a:lnTo>
                                <a:pt x="7923" y="10322"/>
                              </a:lnTo>
                              <a:lnTo>
                                <a:pt x="7428" y="9999"/>
                              </a:lnTo>
                              <a:lnTo>
                                <a:pt x="6932" y="9676"/>
                              </a:lnTo>
                              <a:lnTo>
                                <a:pt x="6438" y="9355"/>
                              </a:lnTo>
                              <a:lnTo>
                                <a:pt x="5942" y="9032"/>
                              </a:lnTo>
                              <a:lnTo>
                                <a:pt x="5447" y="8709"/>
                              </a:lnTo>
                              <a:lnTo>
                                <a:pt x="4951" y="8387"/>
                              </a:lnTo>
                              <a:lnTo>
                                <a:pt x="4457" y="8064"/>
                              </a:lnTo>
                              <a:lnTo>
                                <a:pt x="3962" y="7741"/>
                              </a:lnTo>
                              <a:lnTo>
                                <a:pt x="3466" y="7420"/>
                              </a:lnTo>
                              <a:lnTo>
                                <a:pt x="2971" y="7097"/>
                              </a:lnTo>
                              <a:lnTo>
                                <a:pt x="2476" y="6774"/>
                              </a:lnTo>
                              <a:lnTo>
                                <a:pt x="1981" y="6451"/>
                              </a:lnTo>
                              <a:lnTo>
                                <a:pt x="1486" y="6129"/>
                              </a:lnTo>
                              <a:lnTo>
                                <a:pt x="990" y="5806"/>
                              </a:lnTo>
                              <a:lnTo>
                                <a:pt x="496" y="5483"/>
                              </a:lnTo>
                              <a:lnTo>
                                <a:pt x="0" y="5160"/>
                              </a:lnTo>
                              <a:lnTo>
                                <a:pt x="85" y="5106"/>
                              </a:lnTo>
                              <a:close/>
                              <a:moveTo>
                                <a:pt x="7923" y="157"/>
                              </a:moveTo>
                              <a:lnTo>
                                <a:pt x="240" y="5160"/>
                              </a:lnTo>
                              <a:lnTo>
                                <a:pt x="7923" y="10165"/>
                              </a:lnTo>
                              <a:lnTo>
                                <a:pt x="15606" y="5160"/>
                              </a:lnTo>
                              <a:lnTo>
                                <a:pt x="7923" y="1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29A52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PA_任意多边形 11" o:spid="_x0000_s1026" o:spt="100" style="position:absolute;left:0pt;margin-left:9.3pt;margin-top:74.65pt;height:258pt;width:396.25pt;z-index:251664384;mso-width-relative:page;mso-height-relative:page;" fillcolor="#629A52" filled="t" stroked="f" coordsize="15846,10322" o:gfxdata="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" path="m85,5106l7923,0,8418,323,8913,646,9408,968,9904,1291,10399,1613,10893,1935,11389,2258,11884,2581,12380,2904,12874,3226,13370,3548,13865,3871,14360,4193,14855,4516,15350,4839,15846,5160,15350,5483,14855,5806,14360,6129,13865,6451,13370,6774,12875,7097,12380,7420,11884,7741,11389,8064,10895,8387,10399,8709,9904,9032,9408,9355,8914,9676,8418,9999,7923,10322,7428,9999,6932,9676,6438,9355,5942,9032,5447,8709,4951,8387,4457,8064,3962,7741,3466,7420,2971,7097,2476,6774,1981,6451,1486,6129,990,5806,496,5483,0,5160,85,5106xm7923,157l240,5160,7923,10165,15606,5160,7923,157xe">
                <v:path o:connectlocs="26994,1620840;2516187,0;2673389,102532;2830591,205065;2987794,307280;3145313,409813;3302515,512028;3459400,614243;3616920,716776;3774122,819308;3931642,921841;4088526,1024056;4246046,1126271;4403248,1228804;4560450,1331019;4717653,1433552;4874855,1536084;5032375,1637982;4874855,1740515;4717653,1843047;4560450,1945580;4403248,2047795;4246046,2150328;4088844,2252860;3931642,2355393;3774122,2457291;3616920,2559823;3460035,2662356;3302515,2764571;3145313,2867104;2987794,2969636;2830909,3071534;2673389,3174067;2516187,3276600;2358985,3174067;2201465,3071534;2044580,2969636;1887061,2867104;1729859,2764571;1572339,2662356;1415454,2559823;1258252,2457291;1100732,2355393;943530,2252860;786328,2150328;629126,2047795;471924,1945580;314404,1843047;157519,1740515;0,1637982;26994,1620840;2516187,49837;76219,1637982;2516187,3226762;4956155,1637982;2516187,49837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posOffset>4518660</wp:posOffset>
            </wp:positionH>
            <wp:positionV relativeFrom="paragraph">
              <wp:posOffset>-440690</wp:posOffset>
            </wp:positionV>
            <wp:extent cx="1299210" cy="1604010"/>
            <wp:effectExtent l="125095" t="127635" r="137795" b="135255"/>
            <wp:wrapNone/>
            <wp:docPr id="64" name="图片 64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9410" cy="1604010"/>
                    </a:xfrm>
                    <a:prstGeom prst="rect">
                      <a:avLst/>
                    </a:prstGeom>
                    <a:ln w="57150" cap="flat" cmpd="sng" algn="ctr">
                      <a:solidFill>
                        <a:schemeClr val="bg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8572500</wp:posOffset>
                </wp:positionV>
                <wp:extent cx="6708775" cy="876300"/>
                <wp:effectExtent l="0" t="0" r="0" b="0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775" cy="876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ind w:firstLine="440" w:firstLineChars="200"/>
                              <w:jc w:val="both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本人性格热情开朗，待人友好，为人真诚谦虚。能吃苦耐劳，尽职尽责，有耐心。学习刻苦认真，成绩优秀，品学兼优，连续三年获得学院奖学金。为人诚恳勤奋好学、脚踏实地，积极进取，用于挑战。有较强的团队精神，工作积极，勤奋刻苦，态度认真。抗压能力和强烈的责任感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25pt;margin-top:675pt;height:69pt;width:528.25pt;z-index:251642880;mso-width-relative:page;mso-height-relative:page;" filled="f" stroked="f" coordsize="21600,21600" o:gfxdata="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ZnNHZ3QAAAA4BAAAPAAAAAAAAAAEAIAAAACIAAABkcnMvZG93&#10;bnJldi54bWxQSwECFAAUAAAACACHTuJAqHJz/YkBAADwAgAADgAAAAAAAAABACAAAAAs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ind w:firstLine="440" w:firstLineChars="200"/>
                        <w:jc w:val="both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2"/>
                          <w:szCs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本人性格热情开朗，待人友好，为人真诚谦虚。能吃苦耐劳，尽职尽责，有耐心。学习刻苦认真，成绩优秀，品学兼优，连续三年获得学院奖学金。为人诚恳勤奋好学、脚踏实地，积极进取，用于挑战。有较强的团队精神，工作积极，勤奋刻苦，态度认真。抗压能力和强烈的责任感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8134350</wp:posOffset>
                </wp:positionV>
                <wp:extent cx="3064510" cy="276860"/>
                <wp:effectExtent l="0" t="0" r="21590" b="27940"/>
                <wp:wrapNone/>
                <wp:docPr id="138" name="组合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4510" cy="276860"/>
                          <a:chOff x="0" y="0"/>
                          <a:chExt cx="3064902" cy="277353"/>
                        </a:xfrm>
                      </wpg:grpSpPr>
                      <wps:wsp>
                        <wps:cNvPr id="136" name="矩形 136"/>
                        <wps:cNvSpPr/>
                        <wps:spPr>
                          <a:xfrm>
                            <a:off x="0" y="0"/>
                            <a:ext cx="302887" cy="277353"/>
                          </a:xfrm>
                          <a:prstGeom prst="rect">
                            <a:avLst/>
                          </a:prstGeom>
                          <a:solidFill>
                            <a:srgbClr val="678E00"/>
                          </a:solidFill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" name="矩形 137"/>
                        <wps:cNvSpPr/>
                        <wps:spPr>
                          <a:xfrm>
                            <a:off x="276225" y="0"/>
                            <a:ext cx="2788677" cy="277353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" name="Freeform 93"/>
                        <wps:cNvSpPr/>
                        <wps:spPr bwMode="auto">
                          <a:xfrm>
                            <a:off x="47625" y="38100"/>
                            <a:ext cx="212400" cy="212400"/>
                          </a:xfrm>
                          <a:custGeom>
                            <a:avLst/>
                            <a:gdLst>
                              <a:gd name="T0" fmla="*/ 9 w 255"/>
                              <a:gd name="T1" fmla="*/ 0 h 255"/>
                              <a:gd name="T2" fmla="*/ 0 w 255"/>
                              <a:gd name="T3" fmla="*/ 245 h 255"/>
                              <a:gd name="T4" fmla="*/ 245 w 255"/>
                              <a:gd name="T5" fmla="*/ 255 h 255"/>
                              <a:gd name="T6" fmla="*/ 255 w 255"/>
                              <a:gd name="T7" fmla="*/ 9 h 255"/>
                              <a:gd name="T8" fmla="*/ 65 w 255"/>
                              <a:gd name="T9" fmla="*/ 236 h 255"/>
                              <a:gd name="T10" fmla="*/ 19 w 255"/>
                              <a:gd name="T11" fmla="*/ 236 h 255"/>
                              <a:gd name="T12" fmla="*/ 34 w 255"/>
                              <a:gd name="T13" fmla="*/ 216 h 255"/>
                              <a:gd name="T14" fmla="*/ 34 w 255"/>
                              <a:gd name="T15" fmla="*/ 197 h 255"/>
                              <a:gd name="T16" fmla="*/ 19 w 255"/>
                              <a:gd name="T17" fmla="*/ 164 h 255"/>
                              <a:gd name="T18" fmla="*/ 44 w 255"/>
                              <a:gd name="T19" fmla="*/ 154 h 255"/>
                              <a:gd name="T20" fmla="*/ 19 w 255"/>
                              <a:gd name="T21" fmla="*/ 144 h 255"/>
                              <a:gd name="T22" fmla="*/ 34 w 255"/>
                              <a:gd name="T23" fmla="*/ 111 h 255"/>
                              <a:gd name="T24" fmla="*/ 34 w 255"/>
                              <a:gd name="T25" fmla="*/ 91 h 255"/>
                              <a:gd name="T26" fmla="*/ 19 w 255"/>
                              <a:gd name="T27" fmla="*/ 58 h 255"/>
                              <a:gd name="T28" fmla="*/ 44 w 255"/>
                              <a:gd name="T29" fmla="*/ 49 h 255"/>
                              <a:gd name="T30" fmla="*/ 19 w 255"/>
                              <a:gd name="T31" fmla="*/ 39 h 255"/>
                              <a:gd name="T32" fmla="*/ 65 w 255"/>
                              <a:gd name="T33" fmla="*/ 19 h 255"/>
                              <a:gd name="T34" fmla="*/ 236 w 255"/>
                              <a:gd name="T35" fmla="*/ 236 h 255"/>
                              <a:gd name="T36" fmla="*/ 77 w 255"/>
                              <a:gd name="T37" fmla="*/ 236 h 255"/>
                              <a:gd name="T38" fmla="*/ 236 w 255"/>
                              <a:gd name="T39" fmla="*/ 19 h 255"/>
                              <a:gd name="T40" fmla="*/ 116 w 255"/>
                              <a:gd name="T41" fmla="*/ 184 h 255"/>
                              <a:gd name="T42" fmla="*/ 196 w 255"/>
                              <a:gd name="T43" fmla="*/ 184 h 255"/>
                              <a:gd name="T44" fmla="*/ 202 w 255"/>
                              <a:gd name="T45" fmla="*/ 170 h 255"/>
                              <a:gd name="T46" fmla="*/ 193 w 255"/>
                              <a:gd name="T47" fmla="*/ 148 h 255"/>
                              <a:gd name="T48" fmla="*/ 181 w 255"/>
                              <a:gd name="T49" fmla="*/ 140 h 255"/>
                              <a:gd name="T50" fmla="*/ 193 w 255"/>
                              <a:gd name="T51" fmla="*/ 113 h 255"/>
                              <a:gd name="T52" fmla="*/ 156 w 255"/>
                              <a:gd name="T53" fmla="*/ 76 h 255"/>
                              <a:gd name="T54" fmla="*/ 119 w 255"/>
                              <a:gd name="T55" fmla="*/ 113 h 255"/>
                              <a:gd name="T56" fmla="*/ 131 w 255"/>
                              <a:gd name="T57" fmla="*/ 140 h 255"/>
                              <a:gd name="T58" fmla="*/ 112 w 255"/>
                              <a:gd name="T59" fmla="*/ 158 h 255"/>
                              <a:gd name="T60" fmla="*/ 110 w 255"/>
                              <a:gd name="T61" fmla="*/ 179 h 255"/>
                              <a:gd name="T62" fmla="*/ 138 w 255"/>
                              <a:gd name="T63" fmla="*/ 96 h 255"/>
                              <a:gd name="T64" fmla="*/ 156 w 255"/>
                              <a:gd name="T65" fmla="*/ 88 h 255"/>
                              <a:gd name="T66" fmla="*/ 181 w 255"/>
                              <a:gd name="T67" fmla="*/ 113 h 255"/>
                              <a:gd name="T68" fmla="*/ 156 w 255"/>
                              <a:gd name="T69" fmla="*/ 138 h 255"/>
                              <a:gd name="T70" fmla="*/ 138 w 255"/>
                              <a:gd name="T71" fmla="*/ 131 h 255"/>
                              <a:gd name="T72" fmla="*/ 138 w 255"/>
                              <a:gd name="T73" fmla="*/ 96 h 255"/>
                              <a:gd name="T74" fmla="*/ 122 w 255"/>
                              <a:gd name="T75" fmla="*/ 170 h 255"/>
                              <a:gd name="T76" fmla="*/ 128 w 255"/>
                              <a:gd name="T77" fmla="*/ 156 h 255"/>
                              <a:gd name="T78" fmla="*/ 171 w 255"/>
                              <a:gd name="T79" fmla="*/ 150 h 255"/>
                              <a:gd name="T80" fmla="*/ 185 w 255"/>
                              <a:gd name="T81" fmla="*/ 156 h 255"/>
                              <a:gd name="T82" fmla="*/ 190 w 255"/>
                              <a:gd name="T83" fmla="*/ 170 h 255"/>
                              <a:gd name="T84" fmla="*/ 122 w 255"/>
                              <a:gd name="T85" fmla="*/ 173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5" h="255">
                                <a:moveTo>
                                  <a:pt x="245" y="0"/>
                                </a:moveTo>
                                <a:cubicBezTo>
                                  <a:pt x="9" y="0"/>
                                  <a:pt x="9" y="0"/>
                                  <a:pt x="9" y="0"/>
                                </a:cubicBez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245"/>
                                  <a:pt x="0" y="245"/>
                                  <a:pt x="0" y="245"/>
                                </a:cubicBezTo>
                                <a:cubicBezTo>
                                  <a:pt x="0" y="251"/>
                                  <a:pt x="4" y="255"/>
                                  <a:pt x="9" y="255"/>
                                </a:cubicBezTo>
                                <a:cubicBezTo>
                                  <a:pt x="245" y="255"/>
                                  <a:pt x="245" y="255"/>
                                  <a:pt x="245" y="255"/>
                                </a:cubicBezTo>
                                <a:cubicBezTo>
                                  <a:pt x="251" y="255"/>
                                  <a:pt x="255" y="251"/>
                                  <a:pt x="255" y="245"/>
                                </a:cubicBezTo>
                                <a:cubicBezTo>
                                  <a:pt x="255" y="9"/>
                                  <a:pt x="255" y="9"/>
                                  <a:pt x="255" y="9"/>
                                </a:cubicBezTo>
                                <a:cubicBezTo>
                                  <a:pt x="255" y="4"/>
                                  <a:pt x="251" y="0"/>
                                  <a:pt x="245" y="0"/>
                                </a:cubicBezTo>
                                <a:close/>
                                <a:moveTo>
                                  <a:pt x="65" y="236"/>
                                </a:move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ubicBezTo>
                                  <a:pt x="19" y="236"/>
                                  <a:pt x="19" y="236"/>
                                  <a:pt x="19" y="236"/>
                                </a:cubicBezTo>
                                <a:cubicBezTo>
                                  <a:pt x="19" y="216"/>
                                  <a:pt x="19" y="216"/>
                                  <a:pt x="19" y="216"/>
                                </a:cubicBezTo>
                                <a:cubicBezTo>
                                  <a:pt x="34" y="216"/>
                                  <a:pt x="34" y="216"/>
                                  <a:pt x="34" y="216"/>
                                </a:cubicBezTo>
                                <a:cubicBezTo>
                                  <a:pt x="39" y="216"/>
                                  <a:pt x="44" y="212"/>
                                  <a:pt x="44" y="206"/>
                                </a:cubicBezTo>
                                <a:cubicBezTo>
                                  <a:pt x="44" y="201"/>
                                  <a:pt x="39" y="197"/>
                                  <a:pt x="34" y="197"/>
                                </a:cubicBezTo>
                                <a:cubicBezTo>
                                  <a:pt x="19" y="197"/>
                                  <a:pt x="19" y="197"/>
                                  <a:pt x="19" y="197"/>
                                </a:cubicBezTo>
                                <a:cubicBezTo>
                                  <a:pt x="19" y="164"/>
                                  <a:pt x="19" y="164"/>
                                  <a:pt x="19" y="164"/>
                                </a:cubicBezTo>
                                <a:cubicBezTo>
                                  <a:pt x="34" y="164"/>
                                  <a:pt x="34" y="164"/>
                                  <a:pt x="34" y="164"/>
                                </a:cubicBezTo>
                                <a:cubicBezTo>
                                  <a:pt x="39" y="164"/>
                                  <a:pt x="44" y="159"/>
                                  <a:pt x="44" y="154"/>
                                </a:cubicBezTo>
                                <a:cubicBezTo>
                                  <a:pt x="44" y="148"/>
                                  <a:pt x="39" y="144"/>
                                  <a:pt x="34" y="144"/>
                                </a:cubicBezTo>
                                <a:cubicBezTo>
                                  <a:pt x="19" y="144"/>
                                  <a:pt x="19" y="144"/>
                                  <a:pt x="19" y="144"/>
                                </a:cubicBezTo>
                                <a:cubicBezTo>
                                  <a:pt x="19" y="111"/>
                                  <a:pt x="19" y="111"/>
                                  <a:pt x="19" y="111"/>
                                </a:cubicBezTo>
                                <a:cubicBezTo>
                                  <a:pt x="34" y="111"/>
                                  <a:pt x="34" y="111"/>
                                  <a:pt x="34" y="111"/>
                                </a:cubicBezTo>
                                <a:cubicBezTo>
                                  <a:pt x="39" y="111"/>
                                  <a:pt x="44" y="107"/>
                                  <a:pt x="44" y="101"/>
                                </a:cubicBezTo>
                                <a:cubicBezTo>
                                  <a:pt x="44" y="96"/>
                                  <a:pt x="39" y="91"/>
                                  <a:pt x="34" y="91"/>
                                </a:cubicBezTo>
                                <a:cubicBezTo>
                                  <a:pt x="19" y="91"/>
                                  <a:pt x="19" y="91"/>
                                  <a:pt x="19" y="91"/>
                                </a:cubicBezTo>
                                <a:cubicBezTo>
                                  <a:pt x="19" y="58"/>
                                  <a:pt x="19" y="58"/>
                                  <a:pt x="19" y="58"/>
                                </a:cubicBezTo>
                                <a:cubicBezTo>
                                  <a:pt x="34" y="58"/>
                                  <a:pt x="34" y="58"/>
                                  <a:pt x="34" y="58"/>
                                </a:cubicBezTo>
                                <a:cubicBezTo>
                                  <a:pt x="39" y="58"/>
                                  <a:pt x="44" y="54"/>
                                  <a:pt x="44" y="49"/>
                                </a:cubicBezTo>
                                <a:cubicBezTo>
                                  <a:pt x="44" y="43"/>
                                  <a:pt x="39" y="39"/>
                                  <a:pt x="34" y="39"/>
                                </a:cubicBez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19" y="19"/>
                                  <a:pt x="19" y="19"/>
                                  <a:pt x="19" y="19"/>
                                </a:cubicBezTo>
                                <a:cubicBezTo>
                                  <a:pt x="65" y="19"/>
                                  <a:pt x="65" y="19"/>
                                  <a:pt x="65" y="19"/>
                                </a:cubicBez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lose/>
                                <a:moveTo>
                                  <a:pt x="236" y="236"/>
                                </a:move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ubicBezTo>
                                  <a:pt x="77" y="236"/>
                                  <a:pt x="77" y="236"/>
                                  <a:pt x="77" y="236"/>
                                </a:cubicBezTo>
                                <a:cubicBezTo>
                                  <a:pt x="77" y="19"/>
                                  <a:pt x="77" y="19"/>
                                  <a:pt x="77" y="19"/>
                                </a:cubicBezTo>
                                <a:cubicBezTo>
                                  <a:pt x="236" y="19"/>
                                  <a:pt x="236" y="19"/>
                                  <a:pt x="236" y="19"/>
                                </a:cubicBez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lose/>
                                <a:moveTo>
                                  <a:pt x="116" y="184"/>
                                </a:moveTo>
                                <a:cubicBezTo>
                                  <a:pt x="116" y="184"/>
                                  <a:pt x="116" y="184"/>
                                  <a:pt x="116" y="184"/>
                                </a:cubicBezTo>
                                <a:cubicBezTo>
                                  <a:pt x="196" y="184"/>
                                  <a:pt x="196" y="184"/>
                                  <a:pt x="196" y="184"/>
                                </a:cubicBezTo>
                                <a:cubicBezTo>
                                  <a:pt x="200" y="184"/>
                                  <a:pt x="202" y="182"/>
                                  <a:pt x="202" y="179"/>
                                </a:cubicBezTo>
                                <a:cubicBezTo>
                                  <a:pt x="202" y="170"/>
                                  <a:pt x="202" y="170"/>
                                  <a:pt x="202" y="170"/>
                                </a:cubicBezTo>
                                <a:cubicBezTo>
                                  <a:pt x="202" y="166"/>
                                  <a:pt x="201" y="162"/>
                                  <a:pt x="200" y="158"/>
                                </a:cubicBezTo>
                                <a:cubicBezTo>
                                  <a:pt x="198" y="154"/>
                                  <a:pt x="196" y="151"/>
                                  <a:pt x="193" y="148"/>
                                </a:cubicBezTo>
                                <a:cubicBezTo>
                                  <a:pt x="190" y="145"/>
                                  <a:pt x="187" y="142"/>
                                  <a:pt x="183" y="141"/>
                                </a:cubicBezTo>
                                <a:cubicBezTo>
                                  <a:pt x="181" y="140"/>
                                  <a:pt x="181" y="140"/>
                                  <a:pt x="181" y="140"/>
                                </a:cubicBezTo>
                                <a:cubicBezTo>
                                  <a:pt x="182" y="139"/>
                                  <a:pt x="182" y="139"/>
                                  <a:pt x="182" y="139"/>
                                </a:cubicBezTo>
                                <a:cubicBezTo>
                                  <a:pt x="189" y="133"/>
                                  <a:pt x="193" y="124"/>
                                  <a:pt x="193" y="113"/>
                                </a:cubicBezTo>
                                <a:cubicBezTo>
                                  <a:pt x="193" y="103"/>
                                  <a:pt x="189" y="94"/>
                                  <a:pt x="182" y="87"/>
                                </a:cubicBezTo>
                                <a:cubicBezTo>
                                  <a:pt x="176" y="81"/>
                                  <a:pt x="166" y="76"/>
                                  <a:pt x="156" y="76"/>
                                </a:cubicBezTo>
                                <a:cubicBezTo>
                                  <a:pt x="146" y="76"/>
                                  <a:pt x="137" y="81"/>
                                  <a:pt x="130" y="87"/>
                                </a:cubicBezTo>
                                <a:cubicBezTo>
                                  <a:pt x="123" y="94"/>
                                  <a:pt x="119" y="103"/>
                                  <a:pt x="119" y="113"/>
                                </a:cubicBezTo>
                                <a:cubicBezTo>
                                  <a:pt x="119" y="124"/>
                                  <a:pt x="123" y="133"/>
                                  <a:pt x="130" y="139"/>
                                </a:cubicBezTo>
                                <a:cubicBezTo>
                                  <a:pt x="131" y="140"/>
                                  <a:pt x="131" y="140"/>
                                  <a:pt x="131" y="140"/>
                                </a:cubicBezTo>
                                <a:cubicBezTo>
                                  <a:pt x="127" y="142"/>
                                  <a:pt x="123" y="144"/>
                                  <a:pt x="119" y="148"/>
                                </a:cubicBezTo>
                                <a:cubicBezTo>
                                  <a:pt x="117" y="151"/>
                                  <a:pt x="114" y="154"/>
                                  <a:pt x="112" y="158"/>
                                </a:cubicBezTo>
                                <a:cubicBezTo>
                                  <a:pt x="111" y="162"/>
                                  <a:pt x="110" y="166"/>
                                  <a:pt x="110" y="170"/>
                                </a:cubicBezTo>
                                <a:cubicBezTo>
                                  <a:pt x="110" y="179"/>
                                  <a:pt x="110" y="179"/>
                                  <a:pt x="110" y="179"/>
                                </a:cubicBezTo>
                                <a:cubicBezTo>
                                  <a:pt x="110" y="182"/>
                                  <a:pt x="113" y="184"/>
                                  <a:pt x="116" y="184"/>
                                </a:cubicBezTo>
                                <a:close/>
                                <a:moveTo>
                                  <a:pt x="138" y="96"/>
                                </a:moveTo>
                                <a:cubicBezTo>
                                  <a:pt x="138" y="96"/>
                                  <a:pt x="138" y="96"/>
                                  <a:pt x="138" y="96"/>
                                </a:cubicBezTo>
                                <a:cubicBezTo>
                                  <a:pt x="143" y="91"/>
                                  <a:pt x="149" y="88"/>
                                  <a:pt x="156" y="88"/>
                                </a:cubicBezTo>
                                <a:cubicBezTo>
                                  <a:pt x="163" y="88"/>
                                  <a:pt x="169" y="91"/>
                                  <a:pt x="174" y="96"/>
                                </a:cubicBezTo>
                                <a:cubicBezTo>
                                  <a:pt x="178" y="100"/>
                                  <a:pt x="181" y="106"/>
                                  <a:pt x="181" y="113"/>
                                </a:cubicBezTo>
                                <a:cubicBezTo>
                                  <a:pt x="181" y="120"/>
                                  <a:pt x="178" y="127"/>
                                  <a:pt x="174" y="131"/>
                                </a:cubicBezTo>
                                <a:cubicBezTo>
                                  <a:pt x="169" y="135"/>
                                  <a:pt x="163" y="138"/>
                                  <a:pt x="156" y="138"/>
                                </a:cubicBezTo>
                                <a:cubicBezTo>
                                  <a:pt x="156" y="138"/>
                                  <a:pt x="156" y="138"/>
                                  <a:pt x="156" y="138"/>
                                </a:cubicBezTo>
                                <a:cubicBezTo>
                                  <a:pt x="149" y="138"/>
                                  <a:pt x="143" y="135"/>
                                  <a:pt x="138" y="131"/>
                                </a:cubicBezTo>
                                <a:cubicBezTo>
                                  <a:pt x="134" y="127"/>
                                  <a:pt x="131" y="120"/>
                                  <a:pt x="131" y="113"/>
                                </a:cubicBezTo>
                                <a:cubicBezTo>
                                  <a:pt x="131" y="106"/>
                                  <a:pt x="134" y="100"/>
                                  <a:pt x="138" y="96"/>
                                </a:cubicBezTo>
                                <a:close/>
                                <a:moveTo>
                                  <a:pt x="122" y="170"/>
                                </a:move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ubicBezTo>
                                  <a:pt x="122" y="167"/>
                                  <a:pt x="122" y="165"/>
                                  <a:pt x="123" y="162"/>
                                </a:cubicBezTo>
                                <a:cubicBezTo>
                                  <a:pt x="124" y="160"/>
                                  <a:pt x="126" y="158"/>
                                  <a:pt x="128" y="156"/>
                                </a:cubicBezTo>
                                <a:cubicBezTo>
                                  <a:pt x="131" y="152"/>
                                  <a:pt x="136" y="150"/>
                                  <a:pt x="142" y="150"/>
                                </a:cubicBezTo>
                                <a:cubicBezTo>
                                  <a:pt x="171" y="150"/>
                                  <a:pt x="171" y="150"/>
                                  <a:pt x="171" y="150"/>
                                </a:cubicBezTo>
                                <a:cubicBezTo>
                                  <a:pt x="173" y="150"/>
                                  <a:pt x="176" y="151"/>
                                  <a:pt x="178" y="152"/>
                                </a:cubicBezTo>
                                <a:cubicBezTo>
                                  <a:pt x="181" y="153"/>
                                  <a:pt x="183" y="154"/>
                                  <a:pt x="185" y="156"/>
                                </a:cubicBezTo>
                                <a:cubicBezTo>
                                  <a:pt x="186" y="158"/>
                                  <a:pt x="188" y="160"/>
                                  <a:pt x="189" y="162"/>
                                </a:cubicBezTo>
                                <a:cubicBezTo>
                                  <a:pt x="190" y="165"/>
                                  <a:pt x="190" y="167"/>
                                  <a:pt x="190" y="170"/>
                                </a:cubicBezTo>
                                <a:cubicBezTo>
                                  <a:pt x="190" y="173"/>
                                  <a:pt x="190" y="173"/>
                                  <a:pt x="190" y="173"/>
                                </a:cubicBezTo>
                                <a:cubicBezTo>
                                  <a:pt x="122" y="173"/>
                                  <a:pt x="122" y="173"/>
                                  <a:pt x="122" y="173"/>
                                </a:cubicBez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pt;margin-top:640.5pt;height:21.8pt;width:241.3pt;z-index:251706368;mso-width-relative:page;mso-height-relative:page;" coordsize="3064902,277353" o:gfxdata="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z3W57tsAAAAOAQAADwAAAAAAAAABACAAAAAiAAAAZHJzL2Rvd25y&#10;ZXYueG1sUEsBAhQAFAAAAAgAh07iQLvt4R6OCwAAlz0AAA4AAAAAAAAAAQAgAAAAKgEAAGRycy9l&#10;Mm9Eb2MueG1sUEsFBgAAAAAGAAYAWQEAACoPAAAAAA==&#10;">
                <o:lock v:ext="edit" aspectratio="f"/>
                <v:rect id="_x0000_s1026" o:spid="_x0000_s1026" o:spt="1" style="position:absolute;left:0;top:0;height:277353;width:302887;v-text-anchor:middle;" fillcolor="#678E00" filled="t" stroked="t" coordsize="21600,21600" o:gfxdata="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XAl65AAAA3AAA&#10;AA8AAAAAAAAAAQAgAAAAIgAAAGRycy9kb3ducmV2LnhtbFBLAQIUABQAAAAIAIdO4kAzLwWeOwAA&#10;ADkAAAAQAAAAAAAAAAEAIAAAAAgBAABkcnMvc2hhcGV4bWwueG1sUEsFBgAAAAAGAAYAWwEAALID&#10;AAAAAA==&#10;">
                  <v:fill on="t" focussize="0,0"/>
                  <v:stroke weight="2pt" color="#678E00" miterlimit="8" joinstyle="miter"/>
                  <v:imagedata o:title=""/>
                  <o:lock v:ext="edit" aspectratio="f"/>
                </v:rect>
                <v:rect id="_x0000_s1026" o:spid="_x0000_s1026" o:spt="1" style="position:absolute;left:276225;top:0;height:277353;width:2788677;v-text-anchor:middle;" filled="f" stroked="t" coordsize="21600,21600" o:gfxdata="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tGSKLsAAADc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678E00" miterlimit="8" joinstyle="miter"/>
                  <v:imagedata o:title=""/>
                  <o:lock v:ext="edit" aspectratio="f"/>
                </v:rect>
                <v:shape id="Freeform 93" o:spid="_x0000_s1026" o:spt="100" style="position:absolute;left:47625;top:38100;height:212400;width:212400;" fillcolor="#FFFFFF [3212]" filled="t" stroked="f" coordsize="255,255" o:gfxdata="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X9JtS5AAAA3AAA&#10;AA8AAAAAAAAAAQAgAAAAIgAAAGRycy9kb3ducmV2LnhtbFBLAQIUABQAAAAIAIdO4kAzLwWeOwAA&#10;ADkAAAAQAAAAAAAAAAEAIAAAAAgBAABkcnMvc2hhcGV4bWwueG1sUEsFBgAAAAAGAAYAWwEAALID&#10;AAAAAA==&#10;" path="m245,0c9,0,9,0,9,0c4,0,0,4,0,9c0,245,0,245,0,245c0,251,4,255,9,255c245,255,245,255,245,255c251,255,255,251,255,245c255,9,255,9,255,9c255,4,251,0,245,0xm65,236c65,236,65,236,65,236c19,236,19,236,19,236c19,216,19,216,19,216c34,216,34,216,34,216c39,216,44,212,44,206c44,201,39,197,34,197c19,197,19,197,19,197c19,164,19,164,19,164c34,164,34,164,34,164c39,164,44,159,44,154c44,148,39,144,34,144c19,144,19,144,19,144c19,111,19,111,19,111c34,111,34,111,34,111c39,111,44,107,44,101c44,96,39,91,34,91c19,91,19,91,19,91c19,58,19,58,19,58c34,58,34,58,34,58c39,58,44,54,44,49c44,43,39,39,34,39c19,39,19,39,19,39c19,19,19,19,19,19c65,19,65,19,65,19c65,236,65,236,65,236xm236,236c236,236,236,236,236,236c77,236,77,236,77,236c77,19,77,19,77,19c236,19,236,19,236,19c236,236,236,236,236,236xm116,184c116,184,116,184,116,184c196,184,196,184,196,184c200,184,202,182,202,179c202,170,202,170,202,170c202,166,201,162,200,158c198,154,196,151,193,148c190,145,187,142,183,141c181,140,181,140,181,140c182,139,182,139,182,139c189,133,193,124,193,113c193,103,189,94,182,87c176,81,166,76,156,76c146,76,137,81,130,87c123,94,119,103,119,113c119,124,123,133,130,139c131,140,131,140,131,140c127,142,123,144,119,148c117,151,114,154,112,158c111,162,110,166,110,170c110,179,110,179,110,179c110,182,113,184,116,184xm138,96c138,96,138,96,138,96c143,91,149,88,156,88c163,88,169,91,174,96c178,100,181,106,181,113c181,120,178,127,174,131c169,135,163,138,156,138c156,138,156,138,156,138c149,138,143,135,138,131c134,127,131,120,131,113c131,106,134,100,138,96xm122,170c122,170,122,170,122,170c122,167,122,165,123,162c124,160,126,158,128,156c131,152,136,150,142,150c171,150,171,150,171,150c173,150,176,151,178,152c181,153,183,154,185,156c186,158,188,160,189,162c190,165,190,167,190,170c190,173,190,173,190,173c122,173,122,173,122,173c122,170,122,170,122,170xe">
                  <v:path o:connectlocs="7496,0;0,204070;204070,212400;212400,7496;54141,196574;15825,196574;28320,179915;28320,164089;15825,136602;36649,128272;15825,119943;28320,92456;28320,75797;15825,48310;36649,40814;15825,32484;54141,15825;196574,196574;64136,196574;196574,15825;96621,153261;163256,153261;168254,141600;160757,123275;150762,116611;160757,94122;129938,63303;99120,94122;109115,116611;93289,131604;91623,149096;114945,79962;129938,73298;150762,94122;129938,114945;114945,109115;114945,79962;101618,141600;106616,129938;142432,124941;154094,129938;158258,141600;101618,144098" o:connectangles="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8134350</wp:posOffset>
                </wp:positionV>
                <wp:extent cx="3190875" cy="323850"/>
                <wp:effectExtent l="0" t="0" r="0" b="0"/>
                <wp:wrapNone/>
                <wp:docPr id="161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12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28"/>
                                <w:szCs w:val="28"/>
                              </w:rPr>
                              <w:t>自我评价      EVALUATION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pt;margin-top:640.5pt;height:25.5pt;width:251.25pt;z-index:251643904;v-text-anchor:middle;mso-width-relative:page;mso-height-relative:page;" filled="f" stroked="f" coordsize="21600,21600" o:gfxdata="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gvhvDaAAAA&#10;DQEAAA8AAAAAAAAAAQAgAAAAIgAAAGRycy9kb3ducmV2LnhtbFBLAQIUABQAAAAIAIdO4kDAMCXA&#10;4gEAAJQDAAAOAAAAAAAAAAEAIAAAACkBAABkcnMvZTJvRG9jLnhtbFBLBQYAAAAABgAGAFkBAAB9&#10;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12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28"/>
                          <w:szCs w:val="28"/>
                        </w:rPr>
                        <w:t>自我评价      EVALUATION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2444115</wp:posOffset>
                </wp:positionH>
                <wp:positionV relativeFrom="paragraph">
                  <wp:posOffset>6889750</wp:posOffset>
                </wp:positionV>
                <wp:extent cx="3021330" cy="891540"/>
                <wp:effectExtent l="0" t="0" r="0" b="0"/>
                <wp:wrapNone/>
                <wp:docPr id="172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1330" cy="89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7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kern w:val="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2012年任班长一职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7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2011年获营销大赛一等奖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7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2014年获学院优秀班干部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.45pt;margin-top:542.5pt;height:70.2pt;width:237.9pt;z-index:251655168;mso-width-relative:page;mso-height-relative:page;" filled="f" stroked="f" coordsize="21600,21600" o:gfxdata="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ByavlHbAAAADQEAAA8AAAAAAAAAAQAgAAAAIgAAAGRycy9kb3du&#10;cmV2LnhtbFBLAQIUABQAAAAIAIdO4kDIVhadigEAAPACAAAOAAAAAAAAAAEAIAAAACo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7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kern w:val="0"/>
                          <w:sz w:val="22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2012年任班长一职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7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2011年获营销大赛一等奖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7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2014年获学院优秀班干部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-713740</wp:posOffset>
                </wp:positionH>
                <wp:positionV relativeFrom="paragraph">
                  <wp:posOffset>6889750</wp:posOffset>
                </wp:positionV>
                <wp:extent cx="2675890" cy="891540"/>
                <wp:effectExtent l="0" t="0" r="0" b="0"/>
                <wp:wrapNone/>
                <wp:docPr id="171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5890" cy="89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2012年国家奖学金                                 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2012年获“三好学生”称号                    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2012年创业杯大赛获得团体赛铜奖         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2pt;margin-top:542.5pt;height:70.2pt;width:210.7pt;z-index:251654144;mso-width-relative:page;mso-height-relative:page;" filled="f" stroked="f" coordsize="21600,21600" o:gfxdata="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KuL49PcAAAADgEAAA8AAAAAAAAAAQAgAAAAIgAAAGRycy9kb3du&#10;cmV2LnhtbFBLAQIUABQAAAAIAIdO4kA3jZpMiQEAAPACAAAOAAAAAAAAAAEAIAAAACs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2012年国家奖学金                                 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2012年获“三好学生”称号                    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2012年创业杯大赛获得团体赛铜奖        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6419850</wp:posOffset>
                </wp:positionV>
                <wp:extent cx="3064510" cy="276860"/>
                <wp:effectExtent l="0" t="0" r="21590" b="27940"/>
                <wp:wrapNone/>
                <wp:docPr id="141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4510" cy="276860"/>
                          <a:chOff x="0" y="0"/>
                          <a:chExt cx="3064902" cy="277353"/>
                        </a:xfrm>
                      </wpg:grpSpPr>
                      <wps:wsp>
                        <wps:cNvPr id="139" name="矩形 139"/>
                        <wps:cNvSpPr/>
                        <wps:spPr>
                          <a:xfrm>
                            <a:off x="0" y="0"/>
                            <a:ext cx="302887" cy="277353"/>
                          </a:xfrm>
                          <a:prstGeom prst="rect">
                            <a:avLst/>
                          </a:prstGeom>
                          <a:solidFill>
                            <a:srgbClr val="678E00"/>
                          </a:solidFill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0" name="矩形 140"/>
                        <wps:cNvSpPr/>
                        <wps:spPr>
                          <a:xfrm>
                            <a:off x="276225" y="0"/>
                            <a:ext cx="2788677" cy="277353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" name="Freeform 101"/>
                        <wps:cNvSpPr/>
                        <wps:spPr bwMode="auto">
                          <a:xfrm>
                            <a:off x="85725" y="19050"/>
                            <a:ext cx="147600" cy="230400"/>
                          </a:xfrm>
                          <a:custGeom>
                            <a:avLst/>
                            <a:gdLst>
                              <a:gd name="T0" fmla="*/ 92 w 170"/>
                              <a:gd name="T1" fmla="*/ 212 h 264"/>
                              <a:gd name="T2" fmla="*/ 90 w 170"/>
                              <a:gd name="T3" fmla="*/ 136 h 264"/>
                              <a:gd name="T4" fmla="*/ 55 w 170"/>
                              <a:gd name="T5" fmla="*/ 164 h 264"/>
                              <a:gd name="T6" fmla="*/ 63 w 170"/>
                              <a:gd name="T7" fmla="*/ 172 h 264"/>
                              <a:gd name="T8" fmla="*/ 80 w 170"/>
                              <a:gd name="T9" fmla="*/ 212 h 264"/>
                              <a:gd name="T10" fmla="*/ 55 w 170"/>
                              <a:gd name="T11" fmla="*/ 218 h 264"/>
                              <a:gd name="T12" fmla="*/ 111 w 170"/>
                              <a:gd name="T13" fmla="*/ 224 h 264"/>
                              <a:gd name="T14" fmla="*/ 111 w 170"/>
                              <a:gd name="T15" fmla="*/ 212 h 264"/>
                              <a:gd name="T16" fmla="*/ 138 w 170"/>
                              <a:gd name="T17" fmla="*/ 112 h 264"/>
                              <a:gd name="T18" fmla="*/ 132 w 170"/>
                              <a:gd name="T19" fmla="*/ 83 h 264"/>
                              <a:gd name="T20" fmla="*/ 168 w 170"/>
                              <a:gd name="T21" fmla="*/ 9 h 264"/>
                              <a:gd name="T22" fmla="*/ 164 w 170"/>
                              <a:gd name="T23" fmla="*/ 0 h 264"/>
                              <a:gd name="T24" fmla="*/ 96 w 170"/>
                              <a:gd name="T25" fmla="*/ 0 h 264"/>
                              <a:gd name="T26" fmla="*/ 85 w 170"/>
                              <a:gd name="T27" fmla="*/ 13 h 264"/>
                              <a:gd name="T28" fmla="*/ 74 w 170"/>
                              <a:gd name="T29" fmla="*/ 0 h 264"/>
                              <a:gd name="T30" fmla="*/ 7 w 170"/>
                              <a:gd name="T31" fmla="*/ 0 h 264"/>
                              <a:gd name="T32" fmla="*/ 2 w 170"/>
                              <a:gd name="T33" fmla="*/ 9 h 264"/>
                              <a:gd name="T34" fmla="*/ 38 w 170"/>
                              <a:gd name="T35" fmla="*/ 83 h 264"/>
                              <a:gd name="T36" fmla="*/ 32 w 170"/>
                              <a:gd name="T37" fmla="*/ 112 h 264"/>
                              <a:gd name="T38" fmla="*/ 85 w 170"/>
                              <a:gd name="T39" fmla="*/ 264 h 264"/>
                              <a:gd name="T40" fmla="*/ 138 w 170"/>
                              <a:gd name="T41" fmla="*/ 112 h 264"/>
                              <a:gd name="T42" fmla="*/ 99 w 170"/>
                              <a:gd name="T43" fmla="*/ 12 h 264"/>
                              <a:gd name="T44" fmla="*/ 119 w 170"/>
                              <a:gd name="T45" fmla="*/ 71 h 264"/>
                              <a:gd name="T46" fmla="*/ 99 w 170"/>
                              <a:gd name="T47" fmla="*/ 12 h 264"/>
                              <a:gd name="T48" fmla="*/ 126 w 170"/>
                              <a:gd name="T49" fmla="*/ 99 h 264"/>
                              <a:gd name="T50" fmla="*/ 85 w 170"/>
                              <a:gd name="T51" fmla="*/ 94 h 264"/>
                              <a:gd name="T52" fmla="*/ 44 w 170"/>
                              <a:gd name="T53" fmla="*/ 99 h 264"/>
                              <a:gd name="T54" fmla="*/ 47 w 170"/>
                              <a:gd name="T55" fmla="*/ 92 h 264"/>
                              <a:gd name="T56" fmla="*/ 117 w 170"/>
                              <a:gd name="T57" fmla="*/ 89 h 264"/>
                              <a:gd name="T58" fmla="*/ 124 w 170"/>
                              <a:gd name="T59" fmla="*/ 92 h 264"/>
                              <a:gd name="T60" fmla="*/ 17 w 170"/>
                              <a:gd name="T61" fmla="*/ 12 h 264"/>
                              <a:gd name="T62" fmla="*/ 71 w 170"/>
                              <a:gd name="T63" fmla="*/ 12 h 264"/>
                              <a:gd name="T64" fmla="*/ 80 w 170"/>
                              <a:gd name="T65" fmla="*/ 27 h 264"/>
                              <a:gd name="T66" fmla="*/ 55 w 170"/>
                              <a:gd name="T67" fmla="*/ 77 h 264"/>
                              <a:gd name="T68" fmla="*/ 85 w 170"/>
                              <a:gd name="T69" fmla="*/ 245 h 264"/>
                              <a:gd name="T70" fmla="*/ 19 w 170"/>
                              <a:gd name="T71" fmla="*/ 179 h 264"/>
                              <a:gd name="T72" fmla="*/ 151 w 170"/>
                              <a:gd name="T73" fmla="*/ 179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0" h="264">
                                <a:moveTo>
                                  <a:pt x="111" y="212"/>
                                </a:moveTo>
                                <a:cubicBezTo>
                                  <a:pt x="92" y="212"/>
                                  <a:pt x="92" y="212"/>
                                  <a:pt x="92" y="212"/>
                                </a:cubicBezTo>
                                <a:cubicBezTo>
                                  <a:pt x="92" y="140"/>
                                  <a:pt x="92" y="140"/>
                                  <a:pt x="92" y="140"/>
                                </a:cubicBezTo>
                                <a:cubicBezTo>
                                  <a:pt x="92" y="139"/>
                                  <a:pt x="92" y="137"/>
                                  <a:pt x="90" y="136"/>
                                </a:cubicBezTo>
                                <a:cubicBezTo>
                                  <a:pt x="88" y="134"/>
                                  <a:pt x="84" y="134"/>
                                  <a:pt x="82" y="136"/>
                                </a:cubicBezTo>
                                <a:cubicBezTo>
                                  <a:pt x="55" y="164"/>
                                  <a:pt x="55" y="164"/>
                                  <a:pt x="55" y="164"/>
                                </a:cubicBezTo>
                                <a:cubicBezTo>
                                  <a:pt x="53" y="166"/>
                                  <a:pt x="52" y="170"/>
                                  <a:pt x="55" y="172"/>
                                </a:cubicBezTo>
                                <a:cubicBezTo>
                                  <a:pt x="57" y="174"/>
                                  <a:pt x="61" y="174"/>
                                  <a:pt x="63" y="172"/>
                                </a:cubicBezTo>
                                <a:cubicBezTo>
                                  <a:pt x="80" y="155"/>
                                  <a:pt x="80" y="155"/>
                                  <a:pt x="80" y="155"/>
                                </a:cubicBezTo>
                                <a:cubicBezTo>
                                  <a:pt x="80" y="212"/>
                                  <a:pt x="80" y="212"/>
                                  <a:pt x="80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cubicBezTo>
                                  <a:pt x="58" y="212"/>
                                  <a:pt x="55" y="215"/>
                                  <a:pt x="55" y="218"/>
                                </a:cubicBezTo>
                                <a:cubicBezTo>
                                  <a:pt x="55" y="221"/>
                                  <a:pt x="58" y="224"/>
                                  <a:pt x="61" y="224"/>
                                </a:cubicBezTo>
                                <a:cubicBezTo>
                                  <a:pt x="111" y="224"/>
                                  <a:pt x="111" y="224"/>
                                  <a:pt x="111" y="224"/>
                                </a:cubicBezTo>
                                <a:cubicBezTo>
                                  <a:pt x="114" y="224"/>
                                  <a:pt x="117" y="221"/>
                                  <a:pt x="117" y="218"/>
                                </a:cubicBezTo>
                                <a:cubicBezTo>
                                  <a:pt x="117" y="215"/>
                                  <a:pt x="114" y="212"/>
                                  <a:pt x="111" y="212"/>
                                </a:cubicBezTo>
                                <a:close/>
                                <a:moveTo>
                                  <a:pt x="138" y="112"/>
                                </a:moveTo>
                                <a:cubicBezTo>
                                  <a:pt x="138" y="112"/>
                                  <a:pt x="138" y="112"/>
                                  <a:pt x="138" y="112"/>
                                </a:cubicBezTo>
                                <a:cubicBezTo>
                                  <a:pt x="138" y="99"/>
                                  <a:pt x="138" y="99"/>
                                  <a:pt x="138" y="99"/>
                                </a:cubicBezTo>
                                <a:cubicBezTo>
                                  <a:pt x="138" y="93"/>
                                  <a:pt x="136" y="87"/>
                                  <a:pt x="132" y="83"/>
                                </a:cubicBezTo>
                                <a:cubicBezTo>
                                  <a:pt x="131" y="82"/>
                                  <a:pt x="129" y="81"/>
                                  <a:pt x="127" y="80"/>
                                </a:cubicBezTo>
                                <a:cubicBezTo>
                                  <a:pt x="168" y="9"/>
                                  <a:pt x="168" y="9"/>
                                  <a:pt x="168" y="9"/>
                                </a:cubicBezTo>
                                <a:cubicBezTo>
                                  <a:pt x="169" y="8"/>
                                  <a:pt x="169" y="7"/>
                                  <a:pt x="169" y="6"/>
                                </a:cubicBezTo>
                                <a:cubicBezTo>
                                  <a:pt x="169" y="3"/>
                                  <a:pt x="167" y="0"/>
                                  <a:pt x="164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4" y="0"/>
                                  <a:pt x="92" y="1"/>
                                  <a:pt x="91" y="3"/>
                                </a:cubicBezTo>
                                <a:cubicBezTo>
                                  <a:pt x="85" y="13"/>
                                  <a:pt x="85" y="13"/>
                                  <a:pt x="85" y="13"/>
                                </a:cubicBezTo>
                                <a:cubicBezTo>
                                  <a:pt x="79" y="3"/>
                                  <a:pt x="79" y="3"/>
                                  <a:pt x="79" y="3"/>
                                </a:cubicBezTo>
                                <a:cubicBezTo>
                                  <a:pt x="78" y="1"/>
                                  <a:pt x="76" y="0"/>
                                  <a:pt x="74" y="0"/>
                                </a:cubicBezTo>
                                <a:cubicBezTo>
                                  <a:pt x="74" y="0"/>
                                  <a:pt x="74" y="0"/>
                                  <a:pt x="74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3" y="0"/>
                                  <a:pt x="1" y="3"/>
                                  <a:pt x="1" y="6"/>
                                </a:cubicBezTo>
                                <a:cubicBezTo>
                                  <a:pt x="1" y="7"/>
                                  <a:pt x="1" y="8"/>
                                  <a:pt x="2" y="9"/>
                                </a:cubicBezTo>
                                <a:cubicBezTo>
                                  <a:pt x="43" y="80"/>
                                  <a:pt x="43" y="80"/>
                                  <a:pt x="43" y="80"/>
                                </a:cubicBezTo>
                                <a:cubicBezTo>
                                  <a:pt x="41" y="81"/>
                                  <a:pt x="40" y="82"/>
                                  <a:pt x="38" y="83"/>
                                </a:cubicBezTo>
                                <a:cubicBezTo>
                                  <a:pt x="34" y="87"/>
                                  <a:pt x="32" y="93"/>
                                  <a:pt x="32" y="99"/>
                                </a:cubicBezTo>
                                <a:cubicBezTo>
                                  <a:pt x="32" y="112"/>
                                  <a:pt x="32" y="112"/>
                                  <a:pt x="32" y="112"/>
                                </a:cubicBezTo>
                                <a:cubicBezTo>
                                  <a:pt x="12" y="129"/>
                                  <a:pt x="0" y="153"/>
                                  <a:pt x="0" y="179"/>
                                </a:cubicBezTo>
                                <a:cubicBezTo>
                                  <a:pt x="0" y="226"/>
                                  <a:pt x="38" y="264"/>
                                  <a:pt x="85" y="264"/>
                                </a:cubicBezTo>
                                <a:cubicBezTo>
                                  <a:pt x="132" y="264"/>
                                  <a:pt x="170" y="226"/>
                                  <a:pt x="170" y="179"/>
                                </a:cubicBezTo>
                                <a:cubicBezTo>
                                  <a:pt x="170" y="153"/>
                                  <a:pt x="158" y="129"/>
                                  <a:pt x="138" y="112"/>
                                </a:cubicBezTo>
                                <a:close/>
                                <a:moveTo>
                                  <a:pt x="99" y="12"/>
                                </a:move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ubicBezTo>
                                  <a:pt x="153" y="12"/>
                                  <a:pt x="153" y="12"/>
                                  <a:pt x="153" y="12"/>
                                </a:cubicBezTo>
                                <a:cubicBezTo>
                                  <a:pt x="119" y="71"/>
                                  <a:pt x="119" y="71"/>
                                  <a:pt x="119" y="71"/>
                                </a:cubicBezTo>
                                <a:cubicBezTo>
                                  <a:pt x="92" y="24"/>
                                  <a:pt x="92" y="24"/>
                                  <a:pt x="92" y="24"/>
                                </a:cubicBez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lose/>
                                <a:moveTo>
                                  <a:pt x="126" y="99"/>
                                </a:moveTo>
                                <a:cubicBezTo>
                                  <a:pt x="126" y="99"/>
                                  <a:pt x="126" y="99"/>
                                  <a:pt x="126" y="99"/>
                                </a:cubicBezTo>
                                <a:cubicBezTo>
                                  <a:pt x="126" y="104"/>
                                  <a:pt x="126" y="104"/>
                                  <a:pt x="126" y="104"/>
                                </a:cubicBezTo>
                                <a:cubicBezTo>
                                  <a:pt x="114" y="98"/>
                                  <a:pt x="100" y="94"/>
                                  <a:pt x="85" y="94"/>
                                </a:cubicBezTo>
                                <a:cubicBezTo>
                                  <a:pt x="70" y="94"/>
                                  <a:pt x="56" y="98"/>
                                  <a:pt x="44" y="104"/>
                                </a:cubicBezTo>
                                <a:cubicBezTo>
                                  <a:pt x="44" y="99"/>
                                  <a:pt x="44" y="99"/>
                                  <a:pt x="44" y="99"/>
                                </a:cubicBezTo>
                                <a:cubicBezTo>
                                  <a:pt x="44" y="96"/>
                                  <a:pt x="45" y="93"/>
                                  <a:pt x="47" y="92"/>
                                </a:cubicBezTo>
                                <a:cubicBezTo>
                                  <a:pt x="47" y="92"/>
                                  <a:pt x="47" y="92"/>
                                  <a:pt x="47" y="92"/>
                                </a:cubicBezTo>
                                <a:cubicBezTo>
                                  <a:pt x="48" y="90"/>
                                  <a:pt x="51" y="89"/>
                                  <a:pt x="53" y="89"/>
                                </a:cubicBezTo>
                                <a:cubicBezTo>
                                  <a:pt x="117" y="89"/>
                                  <a:pt x="117" y="89"/>
                                  <a:pt x="117" y="89"/>
                                </a:cubicBezTo>
                                <a:cubicBezTo>
                                  <a:pt x="119" y="89"/>
                                  <a:pt x="122" y="90"/>
                                  <a:pt x="123" y="92"/>
                                </a:cubicBezTo>
                                <a:cubicBezTo>
                                  <a:pt x="124" y="92"/>
                                  <a:pt x="124" y="92"/>
                                  <a:pt x="124" y="92"/>
                                </a:cubicBezTo>
                                <a:cubicBezTo>
                                  <a:pt x="125" y="93"/>
                                  <a:pt x="126" y="96"/>
                                  <a:pt x="126" y="99"/>
                                </a:cubicBezTo>
                                <a:close/>
                                <a:moveTo>
                                  <a:pt x="17" y="12"/>
                                </a:move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ubicBezTo>
                                  <a:pt x="71" y="12"/>
                                  <a:pt x="71" y="12"/>
                                  <a:pt x="71" y="12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109" y="77"/>
                                  <a:pt x="109" y="77"/>
                                  <a:pt x="109" y="77"/>
                                </a:cubicBezTo>
                                <a:cubicBezTo>
                                  <a:pt x="55" y="77"/>
                                  <a:pt x="55" y="77"/>
                                  <a:pt x="55" y="77"/>
                                </a:cubicBez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lose/>
                                <a:moveTo>
                                  <a:pt x="85" y="245"/>
                                </a:moveTo>
                                <a:cubicBezTo>
                                  <a:pt x="85" y="245"/>
                                  <a:pt x="85" y="245"/>
                                  <a:pt x="85" y="245"/>
                                </a:cubicBezTo>
                                <a:cubicBezTo>
                                  <a:pt x="49" y="245"/>
                                  <a:pt x="19" y="215"/>
                                  <a:pt x="19" y="179"/>
                                </a:cubicBezTo>
                                <a:cubicBezTo>
                                  <a:pt x="19" y="143"/>
                                  <a:pt x="49" y="114"/>
                                  <a:pt x="85" y="114"/>
                                </a:cubicBezTo>
                                <a:cubicBezTo>
                                  <a:pt x="121" y="114"/>
                                  <a:pt x="151" y="143"/>
                                  <a:pt x="151" y="179"/>
                                </a:cubicBezTo>
                                <a:cubicBezTo>
                                  <a:pt x="151" y="215"/>
                                  <a:pt x="121" y="245"/>
                                  <a:pt x="85" y="2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pt;margin-top:505.5pt;height:21.8pt;width:241.3pt;z-index:251702272;mso-width-relative:page;mso-height-relative:page;" coordsize="3064902,277353" o:gfxdata="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">
                <o:lock v:ext="edit" aspectratio="f"/>
                <v:rect id="_x0000_s1026" o:spid="_x0000_s1026" o:spt="1" style="position:absolute;left:0;top:0;height:277353;width:302887;v-text-anchor:middle;" fillcolor="#678E00" filled="t" stroked="t" coordsize="21600,21600" o:gfxdata="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TIliy5AAAA3AAA&#10;AA8AAAAAAAAAAQAgAAAAIgAAAGRycy9kb3ducmV2LnhtbFBLAQIUABQAAAAIAIdO4kAzLwWeOwAA&#10;ADkAAAAQAAAAAAAAAAEAIAAAAAgBAABkcnMvc2hhcGV4bWwueG1sUEsFBgAAAAAGAAYAWwEAALID&#10;AAAAAA==&#10;">
                  <v:fill on="t" focussize="0,0"/>
                  <v:stroke weight="2pt" color="#678E00" miterlimit="8" joinstyle="miter"/>
                  <v:imagedata o:title=""/>
                  <o:lock v:ext="edit" aspectratio="f"/>
                </v:rect>
                <v:rect id="_x0000_s1026" o:spid="_x0000_s1026" o:spt="1" style="position:absolute;left:276225;top:0;height:277353;width:2788677;v-text-anchor:middle;" filled="f" stroked="t" coordsize="21600,21600" o:gfxdata="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55Ib4A&#10;AADcAAAADwAAAAAAAAABACAAAAAiAAAAZHJzL2Rvd25yZXYueG1sUEsBAhQAFAAAAAgAh07iQDMv&#10;BZ47AAAAOQAAABAAAAAAAAAAAQAgAAAADQEAAGRycy9zaGFwZXhtbC54bWxQSwUGAAAAAAYABgBb&#10;AQAAtwMAAAAA&#10;">
                  <v:fill on="f" focussize="0,0"/>
                  <v:stroke weight="2pt" color="#678E00" miterlimit="8" joinstyle="miter"/>
                  <v:imagedata o:title=""/>
                  <o:lock v:ext="edit" aspectratio="f"/>
                </v:rect>
                <v:shape id="Freeform 101" o:spid="_x0000_s1026" o:spt="100" style="position:absolute;left:85725;top:19050;height:230400;width:147600;" fillcolor="#FFFFFF [3212]" filled="t" stroked="f" coordsize="170,264" o:gfxdata="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1qqcLsAAADc&#10;AAAADwAAAAAAAAABACAAAAAiAAAAZHJzL2Rvd25yZXYueG1sUEsBAhQAFAAAAAgAh07iQDMvBZ47&#10;AAAAOQAAABAAAAAAAAAAAQAgAAAACgEAAGRycy9zaGFwZXhtbC54bWxQSwUGAAAAAAYABgBbAQAA&#10;tAMAAAAA&#10;" path="m111,212c92,212,92,212,92,212c92,140,92,140,92,140c92,139,92,137,90,136c88,134,84,134,82,136c55,164,55,164,55,164c53,166,52,170,55,172c57,174,61,174,63,172c80,155,80,155,80,155c80,212,80,212,80,212c61,212,61,212,61,212c58,212,55,215,55,218c55,221,58,224,61,224c111,224,111,224,111,224c114,224,117,221,117,218c117,215,114,212,111,212xm138,112c138,112,138,112,138,112c138,99,138,99,138,99c138,93,136,87,132,83c131,82,129,81,127,80c168,9,168,9,168,9c169,8,169,7,169,6c169,3,167,0,164,0c96,0,96,0,96,0c96,0,96,0,96,0c94,0,92,1,91,3c85,13,85,13,85,13c79,3,79,3,79,3c78,1,76,0,74,0c74,0,74,0,74,0c7,0,7,0,7,0c3,0,1,3,1,6c1,7,1,8,2,9c43,80,43,80,43,80c41,81,40,82,38,83c34,87,32,93,32,99c32,112,32,112,32,112c12,129,0,153,0,179c0,226,38,264,85,264c132,264,170,226,170,179c170,153,158,129,138,112xm99,12c99,12,99,12,99,12c153,12,153,12,153,12c119,71,119,71,119,71c92,24,92,24,92,24c99,12,99,12,99,12xm126,99c126,99,126,99,126,99c126,104,126,104,126,104c114,98,100,94,85,94c70,94,56,98,44,104c44,99,44,99,44,99c44,96,45,93,47,92c47,92,47,92,47,92c48,90,51,89,53,89c117,89,117,89,117,89c119,89,122,90,123,92c124,92,124,92,124,92c125,93,126,96,126,99xm17,12c17,12,17,12,17,12c71,12,71,12,71,12c80,27,80,27,80,27c80,27,80,27,80,27c109,77,109,77,109,77c55,77,55,77,55,77c17,12,17,12,17,12xm85,245c85,245,85,245,85,245c49,245,19,215,19,179c19,143,49,114,85,114c121,114,151,143,151,179c151,215,121,245,85,245xe">
                  <v:path o:connectlocs="79877,185018;78141,118690;47752,143127;54698,150109;69458,185018;47752,190254;96374,195490;96374,185018;119816,97745;114607,72436;145863,7854;142390,0;83350,0;73800,11345;64249,0;6077,0;1736,7854;32992,72436;27783,97745;73800,230400;119816,97745;85955,10472;103320,61963;85955,10472;109397,86400;73800,82036;38202,86400;40807,80290;101583,77672;107661,80290;14760,10472;61644,10472;69458,23563;47752,67200;73800,213818;16496,156218;131103,156218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6438900</wp:posOffset>
                </wp:positionV>
                <wp:extent cx="2924175" cy="304800"/>
                <wp:effectExtent l="0" t="0" r="0" b="0"/>
                <wp:wrapNone/>
                <wp:docPr id="157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304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12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28"/>
                                <w:szCs w:val="28"/>
                              </w:rPr>
                              <w:t>荣誉奖励       AWARD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pt;margin-top:507pt;height:24pt;width:230.25pt;z-index:251639808;v-text-anchor:middle;mso-width-relative:page;mso-height-relative:page;" filled="f" stroked="f" coordsize="21600,21600" o:gfxdata="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yAeRy2QAAAA0B&#10;AAAPAAAAAAAAAAEAIAAAACIAAABkcnMvZG93bnJldi54bWxQSwECFAAUAAAACACHTuJA8Qiy6+EB&#10;AACUAwAADgAAAAAAAAABACAAAAAoAQAAZHJzL2Uyb0RvYy54bWxQSwUGAAAAAAYABgBZAQAAewUA&#10;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12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28"/>
                          <w:szCs w:val="28"/>
                        </w:rPr>
                        <w:t>荣誉奖励       AWARD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-351790</wp:posOffset>
                </wp:positionH>
                <wp:positionV relativeFrom="paragraph">
                  <wp:posOffset>3324225</wp:posOffset>
                </wp:positionV>
                <wp:extent cx="3276600" cy="277495"/>
                <wp:effectExtent l="0" t="0" r="0" b="0"/>
                <wp:wrapNone/>
                <wp:docPr id="154" name="矩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27735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12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28"/>
                                <w:szCs w:val="28"/>
                              </w:rPr>
                              <w:t>工作经历      EXPERIENCE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7pt;margin-top:261.75pt;height:21.85pt;width:258pt;z-index:251636736;v-text-anchor:middle;mso-width-relative:page;mso-height-relative:page;" filled="f" stroked="f" coordsize="21600,21600" o:gfxdata="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g2YtydkAAAALAQAA&#10;DwAAAAAAAAABACAAAAAiAAAAZHJzL2Rvd25yZXYueG1sUEsBAhQAFAAAAAgAh07iQN52ATXfAQAA&#10;lAMAAA4AAAAAAAAAAQAgAAAAKAEAAGRycy9lMm9Eb2MueG1sUEsFBgAAAAAGAAYAWQEAAHkFAAAA&#10;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12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28"/>
                          <w:szCs w:val="28"/>
                        </w:rPr>
                        <w:t>工作经历      EXPERIENCE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margin">
                  <wp:posOffset>-323850</wp:posOffset>
                </wp:positionH>
                <wp:positionV relativeFrom="paragraph">
                  <wp:posOffset>1543050</wp:posOffset>
                </wp:positionV>
                <wp:extent cx="3257550" cy="266700"/>
                <wp:effectExtent l="0" t="0" r="0" b="0"/>
                <wp:wrapNone/>
                <wp:docPr id="150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26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12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28"/>
                                <w:szCs w:val="28"/>
                              </w:rPr>
                              <w:t xml:space="preserve">教育背景      EDUCATION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5pt;margin-top:121.5pt;height:21pt;width:256.5pt;mso-position-horizontal-relative:margin;z-index:251632640;v-text-anchor:middle;mso-width-relative:page;mso-height-relative:page;" filled="f" stroked="f" coordsize="21600,21600" o:gfxdata="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QVukw2QAAAAsBAAAP&#10;AAAAAAAAAAEAIAAAACIAAABkcnMvZG93bnJldi54bWxQSwECFAAUAAAACACHTuJAVIMHDt4BAACU&#10;AwAADgAAAAAAAAABACAAAAAoAQAAZHJzL2Uyb0RvYy54bWxQSwUGAAAAAAYABgBZAQAAeA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12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28"/>
                          <w:szCs w:val="28"/>
                        </w:rPr>
                        <w:t xml:space="preserve">教育背景      EDUCATION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1543050</wp:posOffset>
                </wp:positionV>
                <wp:extent cx="3065145" cy="277495"/>
                <wp:effectExtent l="0" t="0" r="21590" b="27305"/>
                <wp:wrapNone/>
                <wp:docPr id="148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4902" cy="277495"/>
                          <a:chOff x="0" y="0"/>
                          <a:chExt cx="3064902" cy="277495"/>
                        </a:xfrm>
                      </wpg:grpSpPr>
                      <wps:wsp>
                        <wps:cNvPr id="145" name="矩形 145"/>
                        <wps:cNvSpPr/>
                        <wps:spPr>
                          <a:xfrm>
                            <a:off x="0" y="0"/>
                            <a:ext cx="302895" cy="277495"/>
                          </a:xfrm>
                          <a:prstGeom prst="rect">
                            <a:avLst/>
                          </a:prstGeom>
                          <a:solidFill>
                            <a:srgbClr val="678E00"/>
                          </a:solidFill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" name="矩形 146"/>
                        <wps:cNvSpPr/>
                        <wps:spPr>
                          <a:xfrm>
                            <a:off x="276225" y="0"/>
                            <a:ext cx="2788677" cy="277353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Freeform 99"/>
                        <wps:cNvSpPr/>
                        <wps:spPr bwMode="auto">
                          <a:xfrm>
                            <a:off x="19050" y="38100"/>
                            <a:ext cx="285115" cy="168910"/>
                          </a:xfrm>
                          <a:custGeom>
                            <a:avLst/>
                            <a:gdLst>
                              <a:gd name="T0" fmla="*/ 14 w 261"/>
                              <a:gd name="T1" fmla="*/ 85 h 154"/>
                              <a:gd name="T2" fmla="*/ 4 w 261"/>
                              <a:gd name="T3" fmla="*/ 124 h 154"/>
                              <a:gd name="T4" fmla="*/ 14 w 261"/>
                              <a:gd name="T5" fmla="*/ 116 h 154"/>
                              <a:gd name="T6" fmla="*/ 20 w 261"/>
                              <a:gd name="T7" fmla="*/ 128 h 154"/>
                              <a:gd name="T8" fmla="*/ 26 w 261"/>
                              <a:gd name="T9" fmla="*/ 116 h 154"/>
                              <a:gd name="T10" fmla="*/ 35 w 261"/>
                              <a:gd name="T11" fmla="*/ 124 h 154"/>
                              <a:gd name="T12" fmla="*/ 26 w 261"/>
                              <a:gd name="T13" fmla="*/ 85 h 154"/>
                              <a:gd name="T14" fmla="*/ 68 w 261"/>
                              <a:gd name="T15" fmla="*/ 83 h 154"/>
                              <a:gd name="T16" fmla="*/ 68 w 261"/>
                              <a:gd name="T17" fmla="*/ 128 h 154"/>
                              <a:gd name="T18" fmla="*/ 68 w 261"/>
                              <a:gd name="T19" fmla="*/ 129 h 154"/>
                              <a:gd name="T20" fmla="*/ 132 w 261"/>
                              <a:gd name="T21" fmla="*/ 154 h 154"/>
                              <a:gd name="T22" fmla="*/ 197 w 261"/>
                              <a:gd name="T23" fmla="*/ 129 h 154"/>
                              <a:gd name="T24" fmla="*/ 197 w 261"/>
                              <a:gd name="T25" fmla="*/ 128 h 154"/>
                              <a:gd name="T26" fmla="*/ 197 w 261"/>
                              <a:gd name="T27" fmla="*/ 83 h 154"/>
                              <a:gd name="T28" fmla="*/ 260 w 261"/>
                              <a:gd name="T29" fmla="*/ 56 h 154"/>
                              <a:gd name="T30" fmla="*/ 136 w 261"/>
                              <a:gd name="T31" fmla="*/ 1 h 154"/>
                              <a:gd name="T32" fmla="*/ 11 w 261"/>
                              <a:gd name="T33" fmla="*/ 44 h 154"/>
                              <a:gd name="T34" fmla="*/ 11 w 261"/>
                              <a:gd name="T35" fmla="*/ 62 h 154"/>
                              <a:gd name="T36" fmla="*/ 70 w 261"/>
                              <a:gd name="T37" fmla="*/ 63 h 154"/>
                              <a:gd name="T38" fmla="*/ 43 w 261"/>
                              <a:gd name="T39" fmla="*/ 53 h 154"/>
                              <a:gd name="T40" fmla="*/ 222 w 261"/>
                              <a:gd name="T41" fmla="*/ 53 h 154"/>
                              <a:gd name="T42" fmla="*/ 176 w 261"/>
                              <a:gd name="T43" fmla="*/ 51 h 154"/>
                              <a:gd name="T44" fmla="*/ 89 w 261"/>
                              <a:gd name="T45" fmla="*/ 51 h 154"/>
                              <a:gd name="T46" fmla="*/ 185 w 261"/>
                              <a:gd name="T47" fmla="*/ 113 h 154"/>
                              <a:gd name="T48" fmla="*/ 176 w 261"/>
                              <a:gd name="T49" fmla="*/ 108 h 154"/>
                              <a:gd name="T50" fmla="*/ 89 w 261"/>
                              <a:gd name="T51" fmla="*/ 108 h 154"/>
                              <a:gd name="T52" fmla="*/ 80 w 261"/>
                              <a:gd name="T53" fmla="*/ 71 h 154"/>
                              <a:gd name="T54" fmla="*/ 132 w 261"/>
                              <a:gd name="T55" fmla="*/ 56 h 154"/>
                              <a:gd name="T56" fmla="*/ 185 w 261"/>
                              <a:gd name="T57" fmla="*/ 71 h 154"/>
                              <a:gd name="T58" fmla="*/ 172 w 261"/>
                              <a:gd name="T59" fmla="*/ 120 h 154"/>
                              <a:gd name="T60" fmla="*/ 185 w 261"/>
                              <a:gd name="T61" fmla="*/ 128 h 154"/>
                              <a:gd name="T62" fmla="*/ 185 w 261"/>
                              <a:gd name="T63" fmla="*/ 128 h 154"/>
                              <a:gd name="T64" fmla="*/ 132 w 261"/>
                              <a:gd name="T65" fmla="*/ 142 h 154"/>
                              <a:gd name="T66" fmla="*/ 80 w 261"/>
                              <a:gd name="T67" fmla="*/ 128 h 154"/>
                              <a:gd name="T68" fmla="*/ 80 w 261"/>
                              <a:gd name="T69" fmla="*/ 128 h 154"/>
                              <a:gd name="T70" fmla="*/ 132 w 261"/>
                              <a:gd name="T71" fmla="*/ 114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61" h="154">
                                <a:moveTo>
                                  <a:pt x="14" y="63"/>
                                </a:moveTo>
                                <a:cubicBezTo>
                                  <a:pt x="14" y="85"/>
                                  <a:pt x="14" y="85"/>
                                  <a:pt x="14" y="85"/>
                                </a:cubicBezTo>
                                <a:cubicBezTo>
                                  <a:pt x="1" y="116"/>
                                  <a:pt x="1" y="116"/>
                                  <a:pt x="1" y="116"/>
                                </a:cubicBezTo>
                                <a:cubicBezTo>
                                  <a:pt x="0" y="119"/>
                                  <a:pt x="1" y="123"/>
                                  <a:pt x="4" y="124"/>
                                </a:cubicBezTo>
                                <a:cubicBezTo>
                                  <a:pt x="7" y="125"/>
                                  <a:pt x="11" y="124"/>
                                  <a:pt x="12" y="121"/>
                                </a:cubicBezTo>
                                <a:cubicBezTo>
                                  <a:pt x="14" y="116"/>
                                  <a:pt x="14" y="116"/>
                                  <a:pt x="14" y="116"/>
                                </a:cubicBezTo>
                                <a:cubicBezTo>
                                  <a:pt x="14" y="122"/>
                                  <a:pt x="14" y="122"/>
                                  <a:pt x="14" y="122"/>
                                </a:cubicBezTo>
                                <a:cubicBezTo>
                                  <a:pt x="14" y="125"/>
                                  <a:pt x="16" y="128"/>
                                  <a:pt x="20" y="128"/>
                                </a:cubicBezTo>
                                <a:cubicBezTo>
                                  <a:pt x="23" y="128"/>
                                  <a:pt x="26" y="125"/>
                                  <a:pt x="26" y="122"/>
                                </a:cubicBezTo>
                                <a:cubicBezTo>
                                  <a:pt x="26" y="116"/>
                                  <a:pt x="26" y="116"/>
                                  <a:pt x="26" y="116"/>
                                </a:cubicBezTo>
                                <a:cubicBezTo>
                                  <a:pt x="28" y="121"/>
                                  <a:pt x="28" y="121"/>
                                  <a:pt x="28" y="121"/>
                                </a:cubicBezTo>
                                <a:cubicBezTo>
                                  <a:pt x="29" y="124"/>
                                  <a:pt x="32" y="125"/>
                                  <a:pt x="35" y="124"/>
                                </a:cubicBezTo>
                                <a:cubicBezTo>
                                  <a:pt x="38" y="123"/>
                                  <a:pt x="40" y="119"/>
                                  <a:pt x="39" y="116"/>
                                </a:cubicBezTo>
                                <a:cubicBezTo>
                                  <a:pt x="26" y="85"/>
                                  <a:pt x="26" y="85"/>
                                  <a:pt x="26" y="85"/>
                                </a:cubicBezTo>
                                <a:cubicBezTo>
                                  <a:pt x="26" y="67"/>
                                  <a:pt x="26" y="67"/>
                                  <a:pt x="26" y="67"/>
                                </a:cubicBezTo>
                                <a:cubicBezTo>
                                  <a:pt x="68" y="83"/>
                                  <a:pt x="68" y="83"/>
                                  <a:pt x="68" y="83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37"/>
                                  <a:pt x="76" y="144"/>
                                  <a:pt x="89" y="148"/>
                                </a:cubicBezTo>
                                <a:cubicBezTo>
                                  <a:pt x="100" y="152"/>
                                  <a:pt x="116" y="154"/>
                                  <a:pt x="132" y="154"/>
                                </a:cubicBezTo>
                                <a:cubicBezTo>
                                  <a:pt x="149" y="154"/>
                                  <a:pt x="164" y="152"/>
                                  <a:pt x="176" y="148"/>
                                </a:cubicBezTo>
                                <a:cubicBezTo>
                                  <a:pt x="188" y="144"/>
                                  <a:pt x="197" y="137"/>
                                  <a:pt x="197" y="129"/>
                                </a:cubicBezTo>
                                <a:cubicBezTo>
                                  <a:pt x="197" y="129"/>
                                  <a:pt x="197" y="129"/>
                                  <a:pt x="197" y="129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83"/>
                                  <a:pt x="197" y="83"/>
                                  <a:pt x="197" y="83"/>
                                </a:cubicBezTo>
                                <a:cubicBezTo>
                                  <a:pt x="254" y="62"/>
                                  <a:pt x="254" y="62"/>
                                  <a:pt x="254" y="62"/>
                                </a:cubicBezTo>
                                <a:cubicBezTo>
                                  <a:pt x="256" y="61"/>
                                  <a:pt x="259" y="59"/>
                                  <a:pt x="260" y="56"/>
                                </a:cubicBezTo>
                                <a:cubicBezTo>
                                  <a:pt x="261" y="51"/>
                                  <a:pt x="259" y="45"/>
                                  <a:pt x="254" y="44"/>
                                </a:cubicBezTo>
                                <a:cubicBezTo>
                                  <a:pt x="136" y="1"/>
                                  <a:pt x="136" y="1"/>
                                  <a:pt x="136" y="1"/>
                                </a:cubicBezTo>
                                <a:cubicBezTo>
                                  <a:pt x="134" y="0"/>
                                  <a:pt x="131" y="0"/>
                                  <a:pt x="129" y="1"/>
                                </a:cubicBezTo>
                                <a:cubicBezTo>
                                  <a:pt x="11" y="44"/>
                                  <a:pt x="11" y="44"/>
                                  <a:pt x="11" y="44"/>
                                </a:cubicBezTo>
                                <a:cubicBezTo>
                                  <a:pt x="8" y="45"/>
                                  <a:pt x="6" y="47"/>
                                  <a:pt x="5" y="49"/>
                                </a:cubicBezTo>
                                <a:cubicBezTo>
                                  <a:pt x="3" y="55"/>
                                  <a:pt x="6" y="60"/>
                                  <a:pt x="11" y="62"/>
                                </a:cubicBezTo>
                                <a:cubicBezTo>
                                  <a:pt x="14" y="63"/>
                                  <a:pt x="14" y="63"/>
                                  <a:pt x="14" y="63"/>
                                </a:cubicBezTo>
                                <a:close/>
                                <a:moveTo>
                                  <a:pt x="70" y="63"/>
                                </a:moveTo>
                                <a:cubicBezTo>
                                  <a:pt x="70" y="63"/>
                                  <a:pt x="70" y="63"/>
                                  <a:pt x="70" y="63"/>
                                </a:cubicBezTo>
                                <a:cubicBezTo>
                                  <a:pt x="43" y="53"/>
                                  <a:pt x="43" y="53"/>
                                  <a:pt x="43" y="53"/>
                                </a:cubicBezTo>
                                <a:cubicBezTo>
                                  <a:pt x="132" y="21"/>
                                  <a:pt x="132" y="21"/>
                                  <a:pt x="132" y="21"/>
                                </a:cubicBezTo>
                                <a:cubicBezTo>
                                  <a:pt x="222" y="53"/>
                                  <a:pt x="222" y="53"/>
                                  <a:pt x="222" y="53"/>
                                </a:cubicBezTo>
                                <a:cubicBezTo>
                                  <a:pt x="194" y="63"/>
                                  <a:pt x="194" y="63"/>
                                  <a:pt x="194" y="63"/>
                                </a:cubicBezTo>
                                <a:cubicBezTo>
                                  <a:pt x="191" y="58"/>
                                  <a:pt x="184" y="54"/>
                                  <a:pt x="176" y="51"/>
                                </a:cubicBezTo>
                                <a:cubicBezTo>
                                  <a:pt x="164" y="47"/>
                                  <a:pt x="149" y="45"/>
                                  <a:pt x="132" y="45"/>
                                </a:cubicBezTo>
                                <a:cubicBezTo>
                                  <a:pt x="116" y="45"/>
                                  <a:pt x="100" y="47"/>
                                  <a:pt x="89" y="51"/>
                                </a:cubicBezTo>
                                <a:cubicBezTo>
                                  <a:pt x="80" y="54"/>
                                  <a:pt x="74" y="58"/>
                                  <a:pt x="70" y="63"/>
                                </a:cubicBezTo>
                                <a:close/>
                                <a:moveTo>
                                  <a:pt x="185" y="113"/>
                                </a:move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ubicBezTo>
                                  <a:pt x="182" y="111"/>
                                  <a:pt x="179" y="110"/>
                                  <a:pt x="176" y="108"/>
                                </a:cubicBezTo>
                                <a:cubicBezTo>
                                  <a:pt x="164" y="105"/>
                                  <a:pt x="149" y="102"/>
                                  <a:pt x="132" y="102"/>
                                </a:cubicBezTo>
                                <a:cubicBezTo>
                                  <a:pt x="116" y="102"/>
                                  <a:pt x="100" y="105"/>
                                  <a:pt x="89" y="108"/>
                                </a:cubicBezTo>
                                <a:cubicBezTo>
                                  <a:pt x="86" y="110"/>
                                  <a:pt x="83" y="111"/>
                                  <a:pt x="80" y="113"/>
                                </a:cubicBezTo>
                                <a:cubicBezTo>
                                  <a:pt x="80" y="71"/>
                                  <a:pt x="80" y="71"/>
                                  <a:pt x="80" y="71"/>
                                </a:cubicBezTo>
                                <a:cubicBezTo>
                                  <a:pt x="80" y="68"/>
                                  <a:pt x="85" y="65"/>
                                  <a:pt x="93" y="62"/>
                                </a:cubicBezTo>
                                <a:cubicBezTo>
                                  <a:pt x="103" y="58"/>
                                  <a:pt x="117" y="56"/>
                                  <a:pt x="132" y="56"/>
                                </a:cubicBezTo>
                                <a:cubicBezTo>
                                  <a:pt x="148" y="56"/>
                                  <a:pt x="162" y="58"/>
                                  <a:pt x="172" y="62"/>
                                </a:cubicBezTo>
                                <a:cubicBezTo>
                                  <a:pt x="180" y="65"/>
                                  <a:pt x="185" y="68"/>
                                  <a:pt x="185" y="71"/>
                                </a:cubicBez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lose/>
                                <a:moveTo>
                                  <a:pt x="172" y="120"/>
                                </a:moveTo>
                                <a:cubicBezTo>
                                  <a:pt x="172" y="120"/>
                                  <a:pt x="172" y="120"/>
                                  <a:pt x="172" y="120"/>
                                </a:cubicBezTo>
                                <a:cubicBezTo>
                                  <a:pt x="180" y="122"/>
                                  <a:pt x="185" y="125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31"/>
                                  <a:pt x="180" y="134"/>
                                  <a:pt x="172" y="137"/>
                                </a:cubicBezTo>
                                <a:cubicBezTo>
                                  <a:pt x="162" y="140"/>
                                  <a:pt x="148" y="142"/>
                                  <a:pt x="132" y="142"/>
                                </a:cubicBezTo>
                                <a:cubicBezTo>
                                  <a:pt x="117" y="142"/>
                                  <a:pt x="103" y="140"/>
                                  <a:pt x="93" y="137"/>
                                </a:cubicBezTo>
                                <a:cubicBezTo>
                                  <a:pt x="85" y="134"/>
                                  <a:pt x="80" y="131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5"/>
                                  <a:pt x="85" y="122"/>
                                  <a:pt x="93" y="120"/>
                                </a:cubicBezTo>
                                <a:cubicBezTo>
                                  <a:pt x="103" y="116"/>
                                  <a:pt x="117" y="114"/>
                                  <a:pt x="132" y="114"/>
                                </a:cubicBezTo>
                                <a:cubicBezTo>
                                  <a:pt x="148" y="114"/>
                                  <a:pt x="162" y="116"/>
                                  <a:pt x="172" y="1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pt;margin-top:121.5pt;height:21.85pt;width:241.35pt;z-index:251704320;mso-width-relative:page;mso-height-relative:page;" coordsize="3064902,277495" o:gfxdata="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">
                <o:lock v:ext="edit" aspectratio="f"/>
                <v:rect id="_x0000_s1026" o:spid="_x0000_s1026" o:spt="1" style="position:absolute;left:0;top:0;height:277495;width:302895;v-text-anchor:middle;" fillcolor="#678E00" filled="t" stroked="t" coordsize="21600,21600" o:gfxdata="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g+9UvQAA&#10;ANwAAAAPAAAAAAAAAAEAIAAAACIAAABkcnMvZG93bnJldi54bWxQSwECFAAUAAAACACHTuJAMy8F&#10;njsAAAA5AAAAEAAAAAAAAAABACAAAAAMAQAAZHJzL3NoYXBleG1sLnhtbFBLBQYAAAAABgAGAFsB&#10;AAC2AwAAAAA=&#10;">
                  <v:fill on="t" focussize="0,0"/>
                  <v:stroke weight="2pt" color="#678E00" miterlimit="8" joinstyle="miter"/>
                  <v:imagedata o:title=""/>
                  <o:lock v:ext="edit" aspectratio="f"/>
                </v:rect>
                <v:rect id="_x0000_s1026" o:spid="_x0000_s1026" o:spt="1" style="position:absolute;left:276225;top:0;height:277353;width:2788677;v-text-anchor:middle;" filled="f" stroked="t" coordsize="21600,21600" o:gfxdata="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m0TO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678E00" miterlimit="8" joinstyle="miter"/>
                  <v:imagedata o:title=""/>
                  <o:lock v:ext="edit" aspectratio="f"/>
                </v:rect>
                <v:shape id="Freeform 99" o:spid="_x0000_s1026" o:spt="100" style="position:absolute;left:19050;top:38100;height:168910;width:285115;" fillcolor="#FFFFFF [3212]" filled="t" stroked="f" coordsize="261,154" o:gfxdata="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n0wP74A&#10;AADbAAAADwAAAAAAAAABACAAAAAiAAAAZHJzL2Rvd25yZXYueG1sUEsBAhQAFAAAAAgAh07iQDMv&#10;BZ47AAAAOQAAABAAAAAAAAAAAQAgAAAADQEAAGRycy9zaGFwZXhtbC54bWxQSwUGAAAAAAYABgBb&#10;AQAAtwMAAAAA&#10;" path="m14,63c14,85,14,85,14,85c1,116,1,116,1,116c0,119,1,123,4,124c7,125,11,124,12,121c14,116,14,116,14,116c14,122,14,122,14,122c14,125,16,128,20,128c23,128,26,125,26,122c26,116,26,116,26,116c28,121,28,121,28,121c29,124,32,125,35,124c38,123,40,119,39,116c26,85,26,85,26,85c26,67,26,67,26,67c68,83,68,83,68,83c68,128,68,128,68,128c68,128,68,128,68,128c68,129,68,129,68,129c68,129,68,129,68,129c68,137,76,144,89,148c100,152,116,154,132,154c149,154,164,152,176,148c188,144,197,137,197,129c197,129,197,129,197,129c197,128,197,128,197,128c197,128,197,128,197,128c197,83,197,83,197,83c254,62,254,62,254,62c256,61,259,59,260,56c261,51,259,45,254,44c136,1,136,1,136,1c134,0,131,0,129,1c11,44,11,44,11,44c8,45,6,47,5,49c3,55,6,60,11,62c14,63,14,63,14,63xm70,63c70,63,70,63,70,63c43,53,43,53,43,53c132,21,132,21,132,21c222,53,222,53,222,53c194,63,194,63,194,63c191,58,184,54,176,51c164,47,149,45,132,45c116,45,100,47,89,51c80,54,74,58,70,63xm185,113c185,113,185,113,185,113c182,111,179,110,176,108c164,105,149,102,132,102c116,102,100,105,89,108c86,110,83,111,80,113c80,71,80,71,80,71c80,68,85,65,93,62c103,58,117,56,132,56c148,56,162,58,172,62c180,65,185,68,185,71c185,113,185,113,185,113xm172,120c172,120,172,120,172,120c180,122,185,125,185,128c185,128,185,128,185,128c185,128,185,128,185,128c185,131,180,134,172,137c162,140,148,142,132,142c117,142,103,140,93,137c85,134,80,131,80,128c80,128,80,128,80,128c80,128,80,128,80,128c80,125,85,122,93,120c103,116,117,114,132,114c148,114,162,116,172,120xe">
                  <v:path o:connectlocs="15293,93229;4369,136005;15293,127230;21847,140392;28402,127230;38233,136005;28402,93229;74282,91035;74282,140392;74282,141489;144196,168910;215201,141489;215201,140392;215201,91035;284022,61421;148565,1096;12016,48260;12016,68002;76467,69099;46972,58131;242511,58131;192261,55937;97223,55937;202093,123940;192261,118456;97223,118456;87391,77874;144196,61421;202093,77874;187891,131618;202093,140392;202093,140392;144196,155748;87391,140392;87391,140392;144196,125037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3324225</wp:posOffset>
                </wp:positionV>
                <wp:extent cx="3065145" cy="277495"/>
                <wp:effectExtent l="0" t="0" r="21590" b="27305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4902" cy="277495"/>
                          <a:chOff x="0" y="0"/>
                          <a:chExt cx="3064902" cy="277495"/>
                        </a:xfrm>
                      </wpg:grpSpPr>
                      <wps:wsp>
                        <wps:cNvPr id="142" name="矩形 142"/>
                        <wps:cNvSpPr/>
                        <wps:spPr>
                          <a:xfrm>
                            <a:off x="0" y="0"/>
                            <a:ext cx="302895" cy="277495"/>
                          </a:xfrm>
                          <a:prstGeom prst="rect">
                            <a:avLst/>
                          </a:prstGeom>
                          <a:solidFill>
                            <a:srgbClr val="678E00"/>
                          </a:solidFill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" name="矩形 143"/>
                        <wps:cNvSpPr/>
                        <wps:spPr>
                          <a:xfrm>
                            <a:off x="276225" y="0"/>
                            <a:ext cx="2788677" cy="277353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678E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" name="Freeform 103"/>
                        <wps:cNvSpPr/>
                        <wps:spPr bwMode="auto">
                          <a:xfrm>
                            <a:off x="28575" y="38100"/>
                            <a:ext cx="252000" cy="208800"/>
                          </a:xfrm>
                          <a:custGeom>
                            <a:avLst/>
                            <a:gdLst>
                              <a:gd name="T0" fmla="*/ 161 w 286"/>
                              <a:gd name="T1" fmla="*/ 17 h 239"/>
                              <a:gd name="T2" fmla="*/ 0 w 286"/>
                              <a:gd name="T3" fmla="*/ 22 h 239"/>
                              <a:gd name="T4" fmla="*/ 153 w 286"/>
                              <a:gd name="T5" fmla="*/ 238 h 239"/>
                              <a:gd name="T6" fmla="*/ 196 w 286"/>
                              <a:gd name="T7" fmla="*/ 230 h 239"/>
                              <a:gd name="T8" fmla="*/ 284 w 286"/>
                              <a:gd name="T9" fmla="*/ 207 h 239"/>
                              <a:gd name="T10" fmla="*/ 75 w 286"/>
                              <a:gd name="T11" fmla="*/ 218 h 239"/>
                              <a:gd name="T12" fmla="*/ 75 w 286"/>
                              <a:gd name="T13" fmla="*/ 32 h 239"/>
                              <a:gd name="T14" fmla="*/ 143 w 286"/>
                              <a:gd name="T15" fmla="*/ 218 h 239"/>
                              <a:gd name="T16" fmla="*/ 143 w 286"/>
                              <a:gd name="T17" fmla="*/ 32 h 239"/>
                              <a:gd name="T18" fmla="*/ 213 w 286"/>
                              <a:gd name="T19" fmla="*/ 216 h 239"/>
                              <a:gd name="T20" fmla="*/ 263 w 286"/>
                              <a:gd name="T21" fmla="*/ 202 h 239"/>
                              <a:gd name="T22" fmla="*/ 33 w 286"/>
                              <a:gd name="T23" fmla="*/ 193 h 239"/>
                              <a:gd name="T24" fmla="*/ 61 w 286"/>
                              <a:gd name="T25" fmla="*/ 194 h 239"/>
                              <a:gd name="T26" fmla="*/ 61 w 286"/>
                              <a:gd name="T27" fmla="*/ 165 h 239"/>
                              <a:gd name="T28" fmla="*/ 33 w 286"/>
                              <a:gd name="T29" fmla="*/ 165 h 239"/>
                              <a:gd name="T30" fmla="*/ 41 w 286"/>
                              <a:gd name="T31" fmla="*/ 174 h 239"/>
                              <a:gd name="T32" fmla="*/ 53 w 286"/>
                              <a:gd name="T33" fmla="*/ 174 h 239"/>
                              <a:gd name="T34" fmla="*/ 53 w 286"/>
                              <a:gd name="T35" fmla="*/ 185 h 239"/>
                              <a:gd name="T36" fmla="*/ 41 w 286"/>
                              <a:gd name="T37" fmla="*/ 185 h 239"/>
                              <a:gd name="T38" fmla="*/ 45 w 286"/>
                              <a:gd name="T39" fmla="*/ 132 h 239"/>
                              <a:gd name="T40" fmla="*/ 51 w 286"/>
                              <a:gd name="T41" fmla="*/ 55 h 239"/>
                              <a:gd name="T42" fmla="*/ 40 w 286"/>
                              <a:gd name="T43" fmla="*/ 126 h 239"/>
                              <a:gd name="T44" fmla="*/ 194 w 286"/>
                              <a:gd name="T45" fmla="*/ 46 h 239"/>
                              <a:gd name="T46" fmla="*/ 215 w 286"/>
                              <a:gd name="T47" fmla="*/ 126 h 239"/>
                              <a:gd name="T48" fmla="*/ 194 w 286"/>
                              <a:gd name="T49" fmla="*/ 46 h 239"/>
                              <a:gd name="T50" fmla="*/ 99 w 286"/>
                              <a:gd name="T51" fmla="*/ 194 h 239"/>
                              <a:gd name="T52" fmla="*/ 128 w 286"/>
                              <a:gd name="T53" fmla="*/ 194 h 239"/>
                              <a:gd name="T54" fmla="*/ 114 w 286"/>
                              <a:gd name="T55" fmla="*/ 160 h 239"/>
                              <a:gd name="T56" fmla="*/ 94 w 286"/>
                              <a:gd name="T57" fmla="*/ 180 h 239"/>
                              <a:gd name="T58" fmla="*/ 108 w 286"/>
                              <a:gd name="T59" fmla="*/ 174 h 239"/>
                              <a:gd name="T60" fmla="*/ 119 w 286"/>
                              <a:gd name="T61" fmla="*/ 174 h 239"/>
                              <a:gd name="T62" fmla="*/ 119 w 286"/>
                              <a:gd name="T63" fmla="*/ 185 h 239"/>
                              <a:gd name="T64" fmla="*/ 108 w 286"/>
                              <a:gd name="T65" fmla="*/ 185 h 239"/>
                              <a:gd name="T66" fmla="*/ 117 w 286"/>
                              <a:gd name="T67" fmla="*/ 132 h 239"/>
                              <a:gd name="T68" fmla="*/ 123 w 286"/>
                              <a:gd name="T69" fmla="*/ 55 h 239"/>
                              <a:gd name="T70" fmla="*/ 111 w 286"/>
                              <a:gd name="T71" fmla="*/ 126 h 239"/>
                              <a:gd name="T72" fmla="*/ 215 w 286"/>
                              <a:gd name="T73" fmla="*/ 158 h 239"/>
                              <a:gd name="T74" fmla="*/ 215 w 286"/>
                              <a:gd name="T75" fmla="*/ 186 h 239"/>
                              <a:gd name="T76" fmla="*/ 243 w 286"/>
                              <a:gd name="T77" fmla="*/ 186 h 239"/>
                              <a:gd name="T78" fmla="*/ 243 w 286"/>
                              <a:gd name="T79" fmla="*/ 158 h 239"/>
                              <a:gd name="T80" fmla="*/ 229 w 286"/>
                              <a:gd name="T81" fmla="*/ 152 h 239"/>
                              <a:gd name="T82" fmla="*/ 223 w 286"/>
                              <a:gd name="T83" fmla="*/ 166 h 239"/>
                              <a:gd name="T84" fmla="*/ 237 w 286"/>
                              <a:gd name="T85" fmla="*/ 172 h 239"/>
                              <a:gd name="T86" fmla="*/ 223 w 286"/>
                              <a:gd name="T87" fmla="*/ 178 h 239"/>
                              <a:gd name="T88" fmla="*/ 223 w 286"/>
                              <a:gd name="T89" fmla="*/ 166 h 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86" h="239">
                                <a:moveTo>
                                  <a:pt x="231" y="8"/>
                                </a:moveTo>
                                <a:cubicBezTo>
                                  <a:pt x="230" y="3"/>
                                  <a:pt x="224" y="0"/>
                                  <a:pt x="219" y="1"/>
                                </a:cubicBezTo>
                                <a:cubicBezTo>
                                  <a:pt x="161" y="17"/>
                                  <a:pt x="161" y="17"/>
                                  <a:pt x="161" y="17"/>
                                </a:cubicBezTo>
                                <a:cubicBezTo>
                                  <a:pt x="159" y="14"/>
                                  <a:pt x="156" y="12"/>
                                  <a:pt x="153" y="12"/>
                                </a:cubicBezTo>
                                <a:cubicBezTo>
                                  <a:pt x="10" y="12"/>
                                  <a:pt x="10" y="12"/>
                                  <a:pt x="10" y="12"/>
                                </a:cubicBezTo>
                                <a:cubicBezTo>
                                  <a:pt x="4" y="12"/>
                                  <a:pt x="0" y="17"/>
                                  <a:pt x="0" y="22"/>
                                </a:cubicBezTo>
                                <a:cubicBezTo>
                                  <a:pt x="0" y="228"/>
                                  <a:pt x="0" y="228"/>
                                  <a:pt x="0" y="228"/>
                                </a:cubicBezTo>
                                <a:cubicBezTo>
                                  <a:pt x="0" y="233"/>
                                  <a:pt x="4" y="238"/>
                                  <a:pt x="10" y="238"/>
                                </a:cubicBezTo>
                                <a:cubicBezTo>
                                  <a:pt x="153" y="238"/>
                                  <a:pt x="153" y="238"/>
                                  <a:pt x="153" y="238"/>
                                </a:cubicBezTo>
                                <a:cubicBezTo>
                                  <a:pt x="158" y="238"/>
                                  <a:pt x="162" y="233"/>
                                  <a:pt x="162" y="228"/>
                                </a:cubicBezTo>
                                <a:cubicBezTo>
                                  <a:pt x="162" y="104"/>
                                  <a:pt x="162" y="104"/>
                                  <a:pt x="162" y="104"/>
                                </a:cubicBezTo>
                                <a:cubicBezTo>
                                  <a:pt x="196" y="230"/>
                                  <a:pt x="196" y="230"/>
                                  <a:pt x="196" y="230"/>
                                </a:cubicBezTo>
                                <a:cubicBezTo>
                                  <a:pt x="198" y="236"/>
                                  <a:pt x="203" y="239"/>
                                  <a:pt x="208" y="237"/>
                                </a:cubicBezTo>
                                <a:cubicBezTo>
                                  <a:pt x="277" y="219"/>
                                  <a:pt x="277" y="219"/>
                                  <a:pt x="277" y="219"/>
                                </a:cubicBezTo>
                                <a:cubicBezTo>
                                  <a:pt x="283" y="217"/>
                                  <a:pt x="286" y="212"/>
                                  <a:pt x="284" y="207"/>
                                </a:cubicBezTo>
                                <a:cubicBezTo>
                                  <a:pt x="231" y="8"/>
                                  <a:pt x="231" y="8"/>
                                  <a:pt x="231" y="8"/>
                                </a:cubicBezTo>
                                <a:close/>
                                <a:moveTo>
                                  <a:pt x="75" y="218"/>
                                </a:move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ubicBezTo>
                                  <a:pt x="19" y="218"/>
                                  <a:pt x="19" y="218"/>
                                  <a:pt x="19" y="218"/>
                                </a:cubicBezTo>
                                <a:cubicBezTo>
                                  <a:pt x="19" y="32"/>
                                  <a:pt x="19" y="32"/>
                                  <a:pt x="19" y="32"/>
                                </a:cubicBezTo>
                                <a:cubicBezTo>
                                  <a:pt x="75" y="32"/>
                                  <a:pt x="75" y="32"/>
                                  <a:pt x="75" y="32"/>
                                </a:cubicBez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lose/>
                                <a:moveTo>
                                  <a:pt x="143" y="218"/>
                                </a:move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ubicBezTo>
                                  <a:pt x="87" y="218"/>
                                  <a:pt x="87" y="218"/>
                                  <a:pt x="87" y="218"/>
                                </a:cubicBezTo>
                                <a:cubicBezTo>
                                  <a:pt x="87" y="32"/>
                                  <a:pt x="87" y="32"/>
                                  <a:pt x="87" y="32"/>
                                </a:cubicBezTo>
                                <a:cubicBezTo>
                                  <a:pt x="143" y="32"/>
                                  <a:pt x="143" y="32"/>
                                  <a:pt x="143" y="32"/>
                                </a:cubicBez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lose/>
                                <a:moveTo>
                                  <a:pt x="213" y="216"/>
                                </a:move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ubicBezTo>
                                  <a:pt x="165" y="36"/>
                                  <a:pt x="165" y="36"/>
                                  <a:pt x="165" y="36"/>
                                </a:cubicBezTo>
                                <a:cubicBezTo>
                                  <a:pt x="215" y="23"/>
                                  <a:pt x="215" y="23"/>
                                  <a:pt x="215" y="23"/>
                                </a:cubicBezTo>
                                <a:cubicBezTo>
                                  <a:pt x="263" y="202"/>
                                  <a:pt x="263" y="202"/>
                                  <a:pt x="263" y="202"/>
                                </a:cubicBez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lose/>
                                <a:moveTo>
                                  <a:pt x="33" y="193"/>
                                </a:moveTo>
                                <a:cubicBezTo>
                                  <a:pt x="33" y="193"/>
                                  <a:pt x="33" y="193"/>
                                  <a:pt x="33" y="193"/>
                                </a:cubicBezTo>
                                <a:cubicBezTo>
                                  <a:pt x="33" y="194"/>
                                  <a:pt x="33" y="194"/>
                                  <a:pt x="33" y="194"/>
                                </a:cubicBezTo>
                                <a:cubicBezTo>
                                  <a:pt x="37" y="197"/>
                                  <a:pt x="42" y="199"/>
                                  <a:pt x="47" y="199"/>
                                </a:cubicBezTo>
                                <a:cubicBezTo>
                                  <a:pt x="53" y="199"/>
                                  <a:pt x="57" y="197"/>
                                  <a:pt x="61" y="194"/>
                                </a:cubicBezTo>
                                <a:cubicBezTo>
                                  <a:pt x="61" y="194"/>
                                  <a:pt x="61" y="194"/>
                                  <a:pt x="61" y="194"/>
                                </a:cubicBezTo>
                                <a:cubicBezTo>
                                  <a:pt x="65" y="190"/>
                                  <a:pt x="67" y="185"/>
                                  <a:pt x="67" y="180"/>
                                </a:cubicBezTo>
                                <a:cubicBezTo>
                                  <a:pt x="67" y="174"/>
                                  <a:pt x="65" y="169"/>
                                  <a:pt x="61" y="165"/>
                                </a:cubicBezTo>
                                <a:cubicBezTo>
                                  <a:pt x="61" y="165"/>
                                  <a:pt x="61" y="165"/>
                                  <a:pt x="61" y="165"/>
                                </a:cubicBezTo>
                                <a:cubicBezTo>
                                  <a:pt x="58" y="162"/>
                                  <a:pt x="53" y="160"/>
                                  <a:pt x="47" y="160"/>
                                </a:cubicBezTo>
                                <a:cubicBezTo>
                                  <a:pt x="42" y="160"/>
                                  <a:pt x="37" y="162"/>
                                  <a:pt x="33" y="165"/>
                                </a:cubicBezTo>
                                <a:cubicBezTo>
                                  <a:pt x="30" y="169"/>
                                  <a:pt x="27" y="174"/>
                                  <a:pt x="27" y="180"/>
                                </a:cubicBezTo>
                                <a:cubicBezTo>
                                  <a:pt x="27" y="185"/>
                                  <a:pt x="29" y="190"/>
                                  <a:pt x="33" y="193"/>
                                </a:cubicBezTo>
                                <a:close/>
                                <a:moveTo>
                                  <a:pt x="41" y="174"/>
                                </a:moveTo>
                                <a:cubicBezTo>
                                  <a:pt x="41" y="174"/>
                                  <a:pt x="41" y="174"/>
                                  <a:pt x="41" y="174"/>
                                </a:cubicBezTo>
                                <a:cubicBezTo>
                                  <a:pt x="43" y="172"/>
                                  <a:pt x="45" y="171"/>
                                  <a:pt x="47" y="171"/>
                                </a:cubicBezTo>
                                <a:cubicBezTo>
                                  <a:pt x="49" y="171"/>
                                  <a:pt x="51" y="172"/>
                                  <a:pt x="53" y="174"/>
                                </a:cubicBezTo>
                                <a:cubicBezTo>
                                  <a:pt x="53" y="174"/>
                                  <a:pt x="53" y="174"/>
                                  <a:pt x="53" y="174"/>
                                </a:cubicBezTo>
                                <a:cubicBezTo>
                                  <a:pt x="54" y="175"/>
                                  <a:pt x="55" y="177"/>
                                  <a:pt x="55" y="180"/>
                                </a:cubicBezTo>
                                <a:cubicBezTo>
                                  <a:pt x="55" y="182"/>
                                  <a:pt x="54" y="184"/>
                                  <a:pt x="53" y="185"/>
                                </a:cubicBezTo>
                                <a:cubicBezTo>
                                  <a:pt x="51" y="187"/>
                                  <a:pt x="49" y="188"/>
                                  <a:pt x="47" y="188"/>
                                </a:cubicBezTo>
                                <a:cubicBezTo>
                                  <a:pt x="45" y="188"/>
                                  <a:pt x="43" y="187"/>
                                  <a:pt x="41" y="185"/>
                                </a:cubicBezTo>
                                <a:cubicBezTo>
                                  <a:pt x="41" y="185"/>
                                  <a:pt x="41" y="185"/>
                                  <a:pt x="41" y="185"/>
                                </a:cubicBezTo>
                                <a:cubicBezTo>
                                  <a:pt x="40" y="184"/>
                                  <a:pt x="39" y="182"/>
                                  <a:pt x="39" y="180"/>
                                </a:cubicBezTo>
                                <a:cubicBezTo>
                                  <a:pt x="39" y="177"/>
                                  <a:pt x="40" y="175"/>
                                  <a:pt x="41" y="174"/>
                                </a:cubicBezTo>
                                <a:close/>
                                <a:moveTo>
                                  <a:pt x="45" y="132"/>
                                </a:moveTo>
                                <a:cubicBezTo>
                                  <a:pt x="45" y="132"/>
                                  <a:pt x="45" y="132"/>
                                  <a:pt x="45" y="132"/>
                                </a:cubicBezTo>
                                <a:cubicBezTo>
                                  <a:pt x="49" y="132"/>
                                  <a:pt x="51" y="129"/>
                                  <a:pt x="51" y="126"/>
                                </a:cubicBezTo>
                                <a:cubicBezTo>
                                  <a:pt x="51" y="55"/>
                                  <a:pt x="51" y="55"/>
                                  <a:pt x="51" y="55"/>
                                </a:cubicBezTo>
                                <a:cubicBezTo>
                                  <a:pt x="51" y="51"/>
                                  <a:pt x="49" y="49"/>
                                  <a:pt x="45" y="49"/>
                                </a:cubicBezTo>
                                <a:cubicBezTo>
                                  <a:pt x="42" y="49"/>
                                  <a:pt x="40" y="51"/>
                                  <a:pt x="40" y="55"/>
                                </a:cubicBezTo>
                                <a:cubicBezTo>
                                  <a:pt x="40" y="126"/>
                                  <a:pt x="40" y="126"/>
                                  <a:pt x="40" y="126"/>
                                </a:cubicBezTo>
                                <a:cubicBezTo>
                                  <a:pt x="40" y="129"/>
                                  <a:pt x="42" y="132"/>
                                  <a:pt x="45" y="132"/>
                                </a:cubicBezTo>
                                <a:close/>
                                <a:moveTo>
                                  <a:pt x="194" y="46"/>
                                </a:moveTo>
                                <a:cubicBezTo>
                                  <a:pt x="194" y="46"/>
                                  <a:pt x="194" y="46"/>
                                  <a:pt x="194" y="46"/>
                                </a:cubicBezTo>
                                <a:cubicBezTo>
                                  <a:pt x="191" y="46"/>
                                  <a:pt x="189" y="50"/>
                                  <a:pt x="190" y="53"/>
                                </a:cubicBezTo>
                                <a:cubicBezTo>
                                  <a:pt x="208" y="121"/>
                                  <a:pt x="208" y="121"/>
                                  <a:pt x="208" y="121"/>
                                </a:cubicBezTo>
                                <a:cubicBezTo>
                                  <a:pt x="209" y="125"/>
                                  <a:pt x="212" y="126"/>
                                  <a:pt x="215" y="126"/>
                                </a:cubicBezTo>
                                <a:cubicBezTo>
                                  <a:pt x="219" y="125"/>
                                  <a:pt x="220" y="122"/>
                                  <a:pt x="220" y="118"/>
                                </a:cubicBezTo>
                                <a:cubicBezTo>
                                  <a:pt x="201" y="50"/>
                                  <a:pt x="201" y="50"/>
                                  <a:pt x="201" y="50"/>
                                </a:cubicBezTo>
                                <a:cubicBezTo>
                                  <a:pt x="200" y="47"/>
                                  <a:pt x="197" y="45"/>
                                  <a:pt x="194" y="46"/>
                                </a:cubicBezTo>
                                <a:close/>
                                <a:moveTo>
                                  <a:pt x="99" y="193"/>
                                </a:moveTo>
                                <a:cubicBezTo>
                                  <a:pt x="99" y="193"/>
                                  <a:pt x="99" y="193"/>
                                  <a:pt x="99" y="193"/>
                                </a:cubicBezTo>
                                <a:cubicBezTo>
                                  <a:pt x="99" y="194"/>
                                  <a:pt x="99" y="194"/>
                                  <a:pt x="99" y="194"/>
                                </a:cubicBezTo>
                                <a:cubicBezTo>
                                  <a:pt x="103" y="197"/>
                                  <a:pt x="108" y="199"/>
                                  <a:pt x="114" y="199"/>
                                </a:cubicBezTo>
                                <a:cubicBezTo>
                                  <a:pt x="119" y="199"/>
                                  <a:pt x="124" y="197"/>
                                  <a:pt x="128" y="194"/>
                                </a:cubicBezTo>
                                <a:cubicBezTo>
                                  <a:pt x="128" y="194"/>
                                  <a:pt x="128" y="194"/>
                                  <a:pt x="128" y="194"/>
                                </a:cubicBezTo>
                                <a:cubicBezTo>
                                  <a:pt x="131" y="190"/>
                                  <a:pt x="133" y="185"/>
                                  <a:pt x="133" y="180"/>
                                </a:cubicBezTo>
                                <a:cubicBezTo>
                                  <a:pt x="133" y="174"/>
                                  <a:pt x="131" y="169"/>
                                  <a:pt x="128" y="165"/>
                                </a:cubicBezTo>
                                <a:cubicBezTo>
                                  <a:pt x="124" y="162"/>
                                  <a:pt x="119" y="160"/>
                                  <a:pt x="114" y="160"/>
                                </a:cubicBezTo>
                                <a:cubicBezTo>
                                  <a:pt x="108" y="160"/>
                                  <a:pt x="103" y="162"/>
                                  <a:pt x="99" y="165"/>
                                </a:cubicBezTo>
                                <a:cubicBezTo>
                                  <a:pt x="100" y="165"/>
                                  <a:pt x="100" y="165"/>
                                  <a:pt x="100" y="165"/>
                                </a:cubicBezTo>
                                <a:cubicBezTo>
                                  <a:pt x="96" y="169"/>
                                  <a:pt x="94" y="174"/>
                                  <a:pt x="94" y="180"/>
                                </a:cubicBezTo>
                                <a:cubicBezTo>
                                  <a:pt x="94" y="185"/>
                                  <a:pt x="96" y="190"/>
                                  <a:pt x="99" y="193"/>
                                </a:cubicBezTo>
                                <a:close/>
                                <a:moveTo>
                                  <a:pt x="108" y="174"/>
                                </a:moveTo>
                                <a:cubicBezTo>
                                  <a:pt x="108" y="174"/>
                                  <a:pt x="108" y="174"/>
                                  <a:pt x="108" y="174"/>
                                </a:cubicBezTo>
                                <a:cubicBezTo>
                                  <a:pt x="109" y="172"/>
                                  <a:pt x="111" y="171"/>
                                  <a:pt x="114" y="171"/>
                                </a:cubicBezTo>
                                <a:cubicBezTo>
                                  <a:pt x="116" y="171"/>
                                  <a:pt x="118" y="172"/>
                                  <a:pt x="119" y="174"/>
                                </a:cubicBezTo>
                                <a:cubicBezTo>
                                  <a:pt x="119" y="174"/>
                                  <a:pt x="119" y="174"/>
                                  <a:pt x="119" y="174"/>
                                </a:cubicBezTo>
                                <a:cubicBezTo>
                                  <a:pt x="121" y="175"/>
                                  <a:pt x="122" y="177"/>
                                  <a:pt x="122" y="180"/>
                                </a:cubicBezTo>
                                <a:cubicBezTo>
                                  <a:pt x="122" y="182"/>
                                  <a:pt x="121" y="184"/>
                                  <a:pt x="119" y="185"/>
                                </a:cubicBezTo>
                                <a:cubicBezTo>
                                  <a:pt x="119" y="185"/>
                                  <a:pt x="119" y="185"/>
                                  <a:pt x="119" y="185"/>
                                </a:cubicBezTo>
                                <a:cubicBezTo>
                                  <a:pt x="118" y="187"/>
                                  <a:pt x="116" y="188"/>
                                  <a:pt x="114" y="188"/>
                                </a:cubicBezTo>
                                <a:cubicBezTo>
                                  <a:pt x="111" y="188"/>
                                  <a:pt x="109" y="187"/>
                                  <a:pt x="108" y="185"/>
                                </a:cubicBezTo>
                                <a:cubicBezTo>
                                  <a:pt x="108" y="185"/>
                                  <a:pt x="108" y="185"/>
                                  <a:pt x="108" y="185"/>
                                </a:cubicBezTo>
                                <a:cubicBezTo>
                                  <a:pt x="106" y="184"/>
                                  <a:pt x="105" y="182"/>
                                  <a:pt x="105" y="180"/>
                                </a:cubicBezTo>
                                <a:cubicBezTo>
                                  <a:pt x="105" y="177"/>
                                  <a:pt x="106" y="175"/>
                                  <a:pt x="108" y="174"/>
                                </a:cubicBezTo>
                                <a:close/>
                                <a:moveTo>
                                  <a:pt x="117" y="132"/>
                                </a:moveTo>
                                <a:cubicBezTo>
                                  <a:pt x="117" y="132"/>
                                  <a:pt x="117" y="132"/>
                                  <a:pt x="117" y="132"/>
                                </a:cubicBezTo>
                                <a:cubicBezTo>
                                  <a:pt x="120" y="132"/>
                                  <a:pt x="123" y="129"/>
                                  <a:pt x="123" y="126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3" y="51"/>
                                  <a:pt x="120" y="49"/>
                                  <a:pt x="117" y="49"/>
                                </a:cubicBezTo>
                                <a:cubicBezTo>
                                  <a:pt x="114" y="49"/>
                                  <a:pt x="111" y="51"/>
                                  <a:pt x="111" y="55"/>
                                </a:cubicBezTo>
                                <a:cubicBezTo>
                                  <a:pt x="111" y="126"/>
                                  <a:pt x="111" y="126"/>
                                  <a:pt x="111" y="126"/>
                                </a:cubicBezTo>
                                <a:cubicBezTo>
                                  <a:pt x="111" y="129"/>
                                  <a:pt x="114" y="132"/>
                                  <a:pt x="117" y="132"/>
                                </a:cubicBezTo>
                                <a:close/>
                                <a:moveTo>
                                  <a:pt x="215" y="158"/>
                                </a:moveTo>
                                <a:cubicBezTo>
                                  <a:pt x="215" y="158"/>
                                  <a:pt x="215" y="158"/>
                                  <a:pt x="215" y="158"/>
                                </a:cubicBezTo>
                                <a:cubicBezTo>
                                  <a:pt x="211" y="161"/>
                                  <a:pt x="209" y="166"/>
                                  <a:pt x="209" y="172"/>
                                </a:cubicBezTo>
                                <a:cubicBezTo>
                                  <a:pt x="209" y="177"/>
                                  <a:pt x="211" y="182"/>
                                  <a:pt x="214" y="186"/>
                                </a:cubicBezTo>
                                <a:cubicBezTo>
                                  <a:pt x="215" y="186"/>
                                  <a:pt x="215" y="186"/>
                                  <a:pt x="215" y="186"/>
                                </a:cubicBezTo>
                                <a:cubicBezTo>
                                  <a:pt x="218" y="189"/>
                                  <a:pt x="223" y="192"/>
                                  <a:pt x="229" y="192"/>
                                </a:cubicBezTo>
                                <a:cubicBezTo>
                                  <a:pt x="234" y="192"/>
                                  <a:pt x="239" y="190"/>
                                  <a:pt x="242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6" y="182"/>
                                  <a:pt x="248" y="177"/>
                                  <a:pt x="248" y="172"/>
                                </a:cubicBezTo>
                                <a:cubicBezTo>
                                  <a:pt x="248" y="166"/>
                                  <a:pt x="246" y="161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39" y="154"/>
                                  <a:pt x="234" y="152"/>
                                  <a:pt x="229" y="152"/>
                                </a:cubicBezTo>
                                <a:cubicBezTo>
                                  <a:pt x="223" y="152"/>
                                  <a:pt x="218" y="154"/>
                                  <a:pt x="215" y="158"/>
                                </a:cubicBezTo>
                                <a:close/>
                                <a:moveTo>
                                  <a:pt x="223" y="166"/>
                                </a:moveTo>
                                <a:cubicBezTo>
                                  <a:pt x="223" y="166"/>
                                  <a:pt x="223" y="166"/>
                                  <a:pt x="223" y="166"/>
                                </a:cubicBezTo>
                                <a:cubicBezTo>
                                  <a:pt x="224" y="165"/>
                                  <a:pt x="226" y="164"/>
                                  <a:pt x="229" y="164"/>
                                </a:cubicBezTo>
                                <a:cubicBezTo>
                                  <a:pt x="231" y="164"/>
                                  <a:pt x="233" y="165"/>
                                  <a:pt x="234" y="166"/>
                                </a:cubicBezTo>
                                <a:cubicBezTo>
                                  <a:pt x="236" y="168"/>
                                  <a:pt x="237" y="170"/>
                                  <a:pt x="237" y="172"/>
                                </a:cubicBezTo>
                                <a:cubicBezTo>
                                  <a:pt x="237" y="174"/>
                                  <a:pt x="236" y="176"/>
                                  <a:pt x="234" y="178"/>
                                </a:cubicBezTo>
                                <a:cubicBezTo>
                                  <a:pt x="233" y="179"/>
                                  <a:pt x="231" y="180"/>
                                  <a:pt x="229" y="180"/>
                                </a:cubicBezTo>
                                <a:cubicBezTo>
                                  <a:pt x="226" y="180"/>
                                  <a:pt x="224" y="179"/>
                                  <a:pt x="223" y="178"/>
                                </a:cubicBezTo>
                                <a:cubicBezTo>
                                  <a:pt x="223" y="177"/>
                                  <a:pt x="223" y="177"/>
                                  <a:pt x="223" y="177"/>
                                </a:cubicBezTo>
                                <a:cubicBezTo>
                                  <a:pt x="221" y="176"/>
                                  <a:pt x="220" y="174"/>
                                  <a:pt x="220" y="172"/>
                                </a:cubicBezTo>
                                <a:cubicBezTo>
                                  <a:pt x="220" y="170"/>
                                  <a:pt x="221" y="168"/>
                                  <a:pt x="223" y="1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pt;margin-top:261.75pt;height:21.85pt;width:241.35pt;z-index:251709440;mso-width-relative:page;mso-height-relative:page;" coordsize="3064902,277495" o:gfxdata="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">
                <o:lock v:ext="edit" aspectratio="f"/>
                <v:rect id="_x0000_s1026" o:spid="_x0000_s1026" o:spt="1" style="position:absolute;left:0;top:0;height:277495;width:302895;v-text-anchor:middle;" fillcolor="#678E00" filled="t" stroked="t" coordsize="21600,21600" o:gfxdata="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JqdyC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678E00" miterlimit="8" joinstyle="miter"/>
                  <v:imagedata o:title=""/>
                  <o:lock v:ext="edit" aspectratio="f"/>
                </v:rect>
                <v:rect id="_x0000_s1026" o:spid="_x0000_s1026" o:spt="1" style="position:absolute;left:276225;top:0;height:277353;width:2788677;v-text-anchor:middle;" filled="f" stroked="t" coordsize="21600,21600" o:gfxdata="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eznVrsAAADc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678E00" miterlimit="8" joinstyle="miter"/>
                  <v:imagedata o:title=""/>
                  <o:lock v:ext="edit" aspectratio="f"/>
                </v:rect>
                <v:shape id="Freeform 103" o:spid="_x0000_s1026" o:spt="100" style="position:absolute;left:28575;top:38100;height:208800;width:252000;" fillcolor="#FFFFFF [3212]" filled="t" stroked="f" coordsize="286,239" o:gfxdata="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YWMgrsAAADc&#10;AAAADwAAAAAAAAABACAAAAAiAAAAZHJzL2Rvd25yZXYueG1sUEsBAhQAFAAAAAgAh07iQDMvBZ47&#10;AAAAOQAAABAAAAAAAAAAAQAgAAAACgEAAGRycy9zaGFwZXhtbC54bWxQSwUGAAAAAAYABgBbAQAA&#10;tAMAAAAA&#10;" path="m231,8c230,3,224,0,219,1c161,17,161,17,161,17c159,14,156,12,153,12c10,12,10,12,10,12c4,12,0,17,0,22c0,228,0,228,0,228c0,233,4,238,10,238c153,238,153,238,153,238c158,238,162,233,162,228c162,104,162,104,162,104c196,230,196,230,196,230c198,236,203,239,208,237c277,219,277,219,277,219c283,217,286,212,284,207c231,8,231,8,231,8xm75,218c75,218,75,218,75,218c19,218,19,218,19,218c19,32,19,32,19,32c75,32,75,32,75,32c75,218,75,218,75,218xm143,218c143,218,143,218,143,218c87,218,87,218,87,218c87,32,87,32,87,32c143,32,143,32,143,32c143,218,143,218,143,218xm213,216c213,216,213,216,213,216c165,36,165,36,165,36c215,23,215,23,215,23c263,202,263,202,263,202c213,216,213,216,213,216xm33,193c33,193,33,193,33,193c33,194,33,194,33,194c37,197,42,199,47,199c53,199,57,197,61,194c61,194,61,194,61,194c65,190,67,185,67,180c67,174,65,169,61,165c61,165,61,165,61,165c58,162,53,160,47,160c42,160,37,162,33,165c30,169,27,174,27,180c27,185,29,190,33,193xm41,174c41,174,41,174,41,174c43,172,45,171,47,171c49,171,51,172,53,174c53,174,53,174,53,174c54,175,55,177,55,180c55,182,54,184,53,185c51,187,49,188,47,188c45,188,43,187,41,185c41,185,41,185,41,185c40,184,39,182,39,180c39,177,40,175,41,174xm45,132c45,132,45,132,45,132c49,132,51,129,51,126c51,55,51,55,51,55c51,51,49,49,45,49c42,49,40,51,40,55c40,126,40,126,40,126c40,129,42,132,45,132xm194,46c194,46,194,46,194,46c191,46,189,50,190,53c208,121,208,121,208,121c209,125,212,126,215,126c219,125,220,122,220,118c201,50,201,50,201,50c200,47,197,45,194,46xm99,193c99,193,99,193,99,193c99,194,99,194,99,194c103,197,108,199,114,199c119,199,124,197,128,194c128,194,128,194,128,194c131,190,133,185,133,180c133,174,131,169,128,165c124,162,119,160,114,160c108,160,103,162,99,165c100,165,100,165,100,165c96,169,94,174,94,180c94,185,96,190,99,193xm108,174c108,174,108,174,108,174c109,172,111,171,114,171c116,171,118,172,119,174c119,174,119,174,119,174c121,175,122,177,122,180c122,182,121,184,119,185c119,185,119,185,119,185c118,187,116,188,114,188c111,188,109,187,108,185c108,185,108,185,108,185c106,184,105,182,105,180c105,177,106,175,108,174xm117,132c117,132,117,132,117,132c120,132,123,129,123,126c123,55,123,55,123,55c123,51,120,49,117,49c114,49,111,51,111,55c111,126,111,126,111,126c111,129,114,132,117,132xm215,158c215,158,215,158,215,158c211,161,209,166,209,172c209,177,211,182,214,186c215,186,215,186,215,186c218,189,223,192,229,192c234,192,239,190,242,186c243,186,243,186,243,186c243,186,243,186,243,186c246,182,248,177,248,172c248,166,246,161,243,158c243,158,243,158,243,158c243,158,243,158,243,158c239,154,234,152,229,152c223,152,218,154,215,158xm223,166c223,166,223,166,223,166c224,165,226,164,229,164c231,164,233,165,234,166c236,168,237,170,237,172c237,174,236,176,234,178c233,179,231,180,229,180c226,180,224,179,223,178c223,177,223,177,223,177c221,176,220,174,220,172c220,170,221,168,223,166xe">
                  <v:path o:connectlocs="141860,14851;0,19220;134811,207926;172699,200937;250237,180843;66083,190453;66083,27956;126000,190453;126000,27956;187678,188706;231734,176475;29076,168612;53748,169486;53748,144150;29076,144150;36125,152013;46699,152013;46699,161623;36125,161623;39650,115320;44937,48050;35244,110078;170937,40187;189440,110078;170937,40187;87230,169486;112783,169486;100447,139782;82825,157255;95160,152013;104853,152013;104853,161623;95160,161623;103090,115320;108377,48050;97804,110078;189440,138035;189440,162497;214111,162497;214111,138035;201776,132793;196489,145024;208825,150266;196489,155507;196489,145024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1971675</wp:posOffset>
                </wp:positionV>
                <wp:extent cx="6783070" cy="1143000"/>
                <wp:effectExtent l="0" t="0" r="0" b="0"/>
                <wp:wrapNone/>
                <wp:docPr id="149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3070" cy="1143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120" w:afterAutospacing="0" w:line="360" w:lineRule="exac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678E00"/>
                                <w:kern w:val="24"/>
                                <w:sz w:val="21"/>
                                <w:szCs w:val="22"/>
                              </w:rPr>
                              <w:t xml:space="preserve">2013.09—2017.06             毕业院校：北京医科大学              临床护理/ 本科学历  </w:t>
                            </w:r>
                          </w:p>
                          <w:p>
                            <w:pPr>
                              <w:pStyle w:val="4"/>
                              <w:tabs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主修课程：内科，外科，妇科儿科，基础护理，正常人体结构，病理学，药理学，护理学基础，中医，预防医学，心理学基础，人体生理学，医学生物化学，医学免疫学与微生物学，医护心理学等。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25pt;margin-top:155.25pt;height:90pt;width:534.1pt;z-index:251631616;mso-width-relative:page;mso-height-relative:page;" filled="f" stroked="f" coordsize="21600,21600" o:gfxdata="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Sl9nedwAAAAMAQAADwAAAAAAAAABACAAAAAiAAAAZHJzL2Rv&#10;d25yZXYueG1sUEsBAhQAFAAAAAgAh07iQAxMovaLAQAA8QIAAA4AAAAAAAAAAQAgAAAAKw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120" w:afterAutospacing="0" w:line="360" w:lineRule="exac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678E00"/>
                          <w:kern w:val="24"/>
                          <w:sz w:val="21"/>
                          <w:szCs w:val="22"/>
                        </w:rPr>
                        <w:t xml:space="preserve">2013.09—2017.06             毕业院校：北京医科大学              临床护理/ 本科学历  </w:t>
                      </w:r>
                    </w:p>
                    <w:p>
                      <w:pPr>
                        <w:pStyle w:val="4"/>
                        <w:tabs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主修课程：内科，外科，妇科儿科，基础护理，正常人体结构，病理学，药理学，护理学基础，中医，预防医学，心理学基础，人体生理学，医学生物化学，医学免疫学与微生物学，医护心理学等。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3752850</wp:posOffset>
                </wp:positionV>
                <wp:extent cx="6783070" cy="2609850"/>
                <wp:effectExtent l="0" t="0" r="0" b="0"/>
                <wp:wrapNone/>
                <wp:docPr id="15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3070" cy="2609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120" w:afterAutospacing="0" w:line="360" w:lineRule="exac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678E00"/>
                                <w:kern w:val="24"/>
                                <w:sz w:val="21"/>
                                <w:szCs w:val="22"/>
                              </w:rPr>
                              <w:t>2014.08-2015.08                   北京华侨医院                              护士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在护士长领导和护师指导下，认真执行各项规章制度和技术操作规程，正确执行医嘱；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做好基础护理工作。经常巡视病房，密切观察病人病情变化，了解病人心理动态；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协助医师进行各项诊疗工作，负责采集各种检验标本。掌握常用消毒液的浓度、配制及用法。</w:t>
                            </w:r>
                          </w:p>
                          <w:p>
                            <w:pPr>
                              <w:pStyle w:val="8"/>
                              <w:widowControl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left="720" w:firstLine="0" w:firstLineChars="0"/>
                              <w:jc w:val="left"/>
                              <w:textAlignment w:val="baseline"/>
                            </w:pPr>
                          </w:p>
                          <w:p>
                            <w:pPr>
                              <w:pStyle w:val="4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120" w:afterAutospacing="0" w:line="360" w:lineRule="exact"/>
                              <w:textAlignment w:val="baseline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678E00"/>
                                <w:kern w:val="24"/>
                                <w:sz w:val="21"/>
                                <w:szCs w:val="22"/>
                              </w:rPr>
                              <w:t>2014.08-2015.08                   北京华侨医院                              护士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在护士长领导和护师指导下，认真执行各项规章制度和技术操作规程，正确执行医嘱；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做好基础护理工作。经常巡视病房，密切观察病人病情变化，了解病人心理动态；</w:t>
                            </w:r>
                          </w:p>
                          <w:p>
                            <w:pPr>
                              <w:pStyle w:val="8"/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协助医师进行各项诊疗工作，负责采集各种检验标本。掌握常用消毒液的浓度、配制及用法。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56.25pt;margin-top:295.5pt;height:205.5pt;width:534.1pt;z-index:251635712;mso-width-relative:page;mso-height-relative:page;" filled="f" stroked="f" coordsize="21600,21600" o:gfxdata="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1xD6XcAAAADQEA&#10;AA8AAAAAAAAAAQAgAAAAIgAAAGRycy9kb3ducmV2LnhtbFBLAQIUABQAAAAIAIdO4kCgnqXLpAEA&#10;ADADAAAOAAAAAAAAAAEAIAAAACsBAABkcnMvZTJvRG9jLnhtbFBLBQYAAAAABgAGAFkBAABB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120" w:afterAutospacing="0" w:line="360" w:lineRule="exac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678E00"/>
                          <w:kern w:val="24"/>
                          <w:sz w:val="21"/>
                          <w:szCs w:val="22"/>
                        </w:rPr>
                        <w:t>2014.08-2015.08                   北京华侨医院                              护士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在护士长领导和护师指导下，认真执行各项规章制度和技术操作规程，正确执行医嘱；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做好基础护理工作。经常巡视病房，密切观察病人病情变化，了解病人心理动态；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协助医师进行各项诊疗工作，负责采集各种检验标本。掌握常用消毒液的浓度、配制及用法。</w:t>
                      </w:r>
                    </w:p>
                    <w:p>
                      <w:pPr>
                        <w:pStyle w:val="8"/>
                        <w:widowControl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left="720" w:firstLine="0" w:firstLineChars="0"/>
                        <w:jc w:val="left"/>
                        <w:textAlignment w:val="baseline"/>
                      </w:pPr>
                    </w:p>
                    <w:p>
                      <w:pPr>
                        <w:pStyle w:val="4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120" w:afterAutospacing="0" w:line="360" w:lineRule="exact"/>
                        <w:textAlignment w:val="baseline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678E00"/>
                          <w:kern w:val="24"/>
                          <w:sz w:val="21"/>
                          <w:szCs w:val="22"/>
                        </w:rPr>
                        <w:t>2014.08-2015.08                   北京华侨医院                              护士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4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在护士长领导和护师指导下，认真执行各项规章制度和技术操作规程，正确执行医嘱；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4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做好基础护理工作。经常巡视病房，密切观察病人病情变化，了解病人心理动态；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4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协助医师进行各项诊疗工作，负责采集各种检验标本。掌握常用消毒液的浓度、配制及用法。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-478790</wp:posOffset>
                </wp:positionH>
                <wp:positionV relativeFrom="paragraph">
                  <wp:posOffset>614680</wp:posOffset>
                </wp:positionV>
                <wp:extent cx="1174750" cy="472440"/>
                <wp:effectExtent l="0" t="0" r="0" b="0"/>
                <wp:wrapNone/>
                <wp:docPr id="165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年龄：25岁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-37.7pt;margin-top:48.4pt;height:37.2pt;width:92.5pt;z-index:251648000;mso-width-relative:page;mso-height-relative:page;" filled="f" stroked="f" coordsize="21600,21600" o:gfxdata="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D2R2DXAAAACgEAAA8AAAAAAAAA&#10;AQAgAAAAIgAAAGRycy9kb3ducmV2LnhtbFBLAQIUABQAAAAIAIdO4kBxolpOoAEAABI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年龄：25岁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817880</wp:posOffset>
                </wp:positionV>
                <wp:extent cx="160655" cy="160655"/>
                <wp:effectExtent l="0" t="0" r="0" b="0"/>
                <wp:wrapNone/>
                <wp:docPr id="16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0341" cy="160341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49.7pt;margin-top:64.4pt;height:12.65pt;width:12.65pt;z-index:251649024;v-text-anchor:middle;mso-width-relative:page;mso-height-relative:page;" fillcolor="#FFFFFF" filled="t" stroked="f" coordsize="5581,5581" o:gfxdata="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141441291;@0,@0;@0,@0;@0,@0;@0,@0;1141441291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817880</wp:posOffset>
                </wp:positionV>
                <wp:extent cx="149860" cy="154940"/>
                <wp:effectExtent l="0" t="0" r="2540" b="0"/>
                <wp:wrapNone/>
                <wp:docPr id="16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898" cy="155068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96.35pt;margin-top:64.4pt;height:12.2pt;width:11.8pt;z-index:251650048;v-text-anchor:middle;mso-width-relative:page;mso-height-relative:page;" fillcolor="#FFFFFF" filled="t" stroked="f" coordsize="90,93" o:gfxdata="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803910</wp:posOffset>
                </wp:positionV>
                <wp:extent cx="148590" cy="188595"/>
                <wp:effectExtent l="0" t="0" r="3810" b="2540"/>
                <wp:wrapNone/>
                <wp:docPr id="16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816" cy="188374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9pt;margin-top:63.3pt;height:14.85pt;width:11.7pt;z-index:251651072;v-text-anchor:middle;mso-width-relative:page;mso-height-relative:page;" fillcolor="#FFFFFF" filled="t" stroked="f" coordsize="1679575,2125662" o:gfxdata="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5052,82729;57179,89004;56524,92683;55767,97094;57230,101781;81836,148859;78508,100798;79441,96010;78432,92079;81256,88601;92904,82174;103568,82754;111409,90491;118166,99160;123813,108787;128200,119549;131326,131469;133066,144650;127570,154403;110098,161888;91769,166702;72861,168768;52843,167861;33052,163753;14118,156570;0,148556;1361,134569;4185,121993;8370,110703;13815,100647;20446,91751;28161,83863;37892,76252;73704,454;82148,2750;89786,6787;96314,12313;101482,19075;105137,26897;107027,35551;106800,45543;103876,55535;98608,64265;91324,71305;81090,76856;74183,78672;66722,79177;58378,78092;50716,75342;43834,71153;37608,65274;32516,57705;29290,49050;28105,39588;29113,30631;32037,22456;36575,15164;42523,9033;49682,4339;57824,1236;66646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614680</wp:posOffset>
                </wp:positionV>
                <wp:extent cx="1704975" cy="472440"/>
                <wp:effectExtent l="0" t="0" r="0" b="0"/>
                <wp:wrapNone/>
                <wp:docPr id="169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+86 180 5252 5252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62.7pt;margin-top:48.4pt;height:37.2pt;width:134.25pt;z-index:251652096;mso-width-relative:page;mso-height-relative:page;" filled="f" stroked="f" coordsize="21600,21600" o:gfxdata="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aYTCotcAAAAKAQAADwAAAAAA&#10;AAABACAAAAAiAAAAZHJzL2Rvd25yZXYueG1sUEsBAhQAFAAAAAgAh07iQGMwsBqiAQAAEgMAAA4A&#10;AAAAAAAAAQAgAAAAJg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+86 180 5252 5252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614680</wp:posOffset>
                </wp:positionV>
                <wp:extent cx="1956435" cy="472440"/>
                <wp:effectExtent l="0" t="0" r="0" b="0"/>
                <wp:wrapNone/>
                <wp:docPr id="170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6435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luobo@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09.6pt;margin-top:48.4pt;height:37.2pt;width:154.05pt;z-index:251653120;mso-width-relative:page;mso-height-relative:page;" filled="f" stroked="f" coordsize="21600,21600" o:gfxdata="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Ja7Lf1wAAAAoBAAAPAAAAAAAA&#10;AAEAIAAAACIAAABkcnMvZG93bnJldi54bWxQSwECFAAUAAAACACHTuJACUnGpqEBAAASAwAADgAA&#10;AAAAAAABACAAAAAm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luobo@</w:t>
                      </w:r>
                      <w:r>
                        <w:rPr>
                          <w:rFonts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qq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2"/>
                          <w:szCs w:val="22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706755</wp:posOffset>
                </wp:positionV>
                <wp:extent cx="7559675" cy="387350"/>
                <wp:effectExtent l="0" t="0" r="3175" b="0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387413"/>
                        </a:xfrm>
                        <a:prstGeom prst="rect">
                          <a:avLst/>
                        </a:prstGeom>
                        <a:solidFill>
                          <a:srgbClr val="678E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55.65pt;height:30.5pt;width:595.25pt;z-index:251629568;v-text-anchor:middle;mso-width-relative:page;mso-height-relative:page;" fillcolor="#678E00" filled="t" stroked="f" coordsize="21600,21600" o:gfxdata="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bwhOA2QAAAA0BAAAPAAAA&#10;AAAAAAEAIAAAACIAAABkcnMvZG93bnJldi54bWxQSwECFAAUAAAACACHTuJAiW+qqNsBAACKAwAA&#10;DgAAAAAAAAABACAAAAAoAQAAZHJzL2Uyb0RvYy54bWxQSwUGAAAAAAYABgBZAQAAd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-717550</wp:posOffset>
                </wp:positionH>
                <wp:positionV relativeFrom="paragraph">
                  <wp:posOffset>-441325</wp:posOffset>
                </wp:positionV>
                <wp:extent cx="2891155" cy="980440"/>
                <wp:effectExtent l="0" t="0" r="0" b="0"/>
                <wp:wrapNone/>
                <wp:docPr id="163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1155" cy="980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262626"/>
                                <w:kern w:val="24"/>
                                <w:sz w:val="56"/>
                                <w:szCs w:val="56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求职意向：护士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-56.5pt;margin-top:-34.75pt;height:77.2pt;width:227.65pt;z-index:251645952;mso-width-relative:page;mso-height-relative:page;" filled="f" stroked="f" coordsize="21600,21600" o:gfxdata="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Sr9udtoAAAALAQAADwAA&#10;AAAAAAABACAAAAAiAAAAZHJzL2Rvd25yZXYueG1sUEsBAhQAFAAAAAgAh07iQAtCr6SiAQAAEg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8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262626"/>
                          <w:kern w:val="24"/>
                          <w:sz w:val="56"/>
                          <w:szCs w:val="56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8"/>
                          <w:szCs w:val="28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求职意向：护士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topMargin">
                  <wp:posOffset>1664970</wp:posOffset>
                </wp:positionV>
                <wp:extent cx="6964680" cy="7882890"/>
                <wp:effectExtent l="0" t="0" r="0" b="3810"/>
                <wp:wrapNone/>
                <wp:docPr id="109" name="小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4680" cy="788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尊敬的领导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  您好！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  首先非常感谢您在百忙之中抽出时间阅读我的求职自荐信。我叫幸运日，毕业于苏州市卫生职业学院。在校期间，我没有虚度光阴，在专业课程上做到精益求精，取得国家认证高级营销员、英语六级、计算机二级等资格证书。能够熟练的操作PHOTOSHOP、OFFICE、Illustrator等常用办公软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  在实习工作中，我秉着认真工作，努力学习的态度，积累了许多丰富的实践经验，也增强了自己适应环境的能力。相信在今后的工作中一定能够学以致用，把自己的所学所能发挥出来。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本人性格开朗乐观、做人诚实。生活中，能与同事朋友相处融洽。工作中，能快速的和客户建立良好的信任合作关系。本人品质优秀，思想进步，笃守诚、信、礼、智的做人原则。在校期间，光荣入党。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 “良禽择木而栖，士为知己者死”。如果能与您携手同行，我将深感荣幸。手捧菲薄求职之书，愿在共同努力下，为公司奉献自己的光与热！最后真诚祝愿贵单位事业蒸蒸日上！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lef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4"/>
                              </w:rPr>
                              <w:t xml:space="preserve">                        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righ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                                                   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jc w:val="righ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 xml:space="preserve">                                                  20</w:t>
                            </w:r>
                            <w:r>
                              <w:rPr>
                                <w:rFonts w:ascii="微软雅黑" w:hAnsi="微软雅黑" w:eastAsia="微软雅黑"/>
                                <w:sz w:val="24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年03月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小陈" o:spid="_x0000_s1026" o:spt="1" style="position:absolute;left:0pt;margin-left:23.45pt;margin-top:131.1pt;height:620.7pt;width:548.4pt;mso-position-horizontal-relative:page;mso-position-vertical-relative:page;z-index:251698176;mso-width-relative:page;mso-height-relative:page;" filled="f" stroked="f" coordsize="21600,21600" o:gfxdata="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e6uGjaAAAACgEAAA8AAAAAAAAAAQAgAAAAIgAAAGRycy9kb3ducmV2LnhtbFBL&#10;AQIUABQAAAAIAIdO4kCF/RG+9AEAALsDAAAOAAAAAAAAAAEAIAAAACk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  您好！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  首先非常感谢您在百忙之中抽出时间阅读我的求职自荐信。我叫幸运日，毕业于苏州市卫生职业学院。在校期间，我没有虚度光阴，在专业课程上做到精益求精，取得国家认证高级营销员、英语六级、计算机二级等资格证书。能够熟练的操作PHOTOSHOP、OFFICE、Illustrator等常用办公软件。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  在实习工作中，我秉着认真工作，努力学习的态度，积累了许多丰富的实践经验，也增强了自己适应环境的能力。相信在今后的工作中一定能够学以致用，把自己的所学所能发挥出来。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本人性格开朗乐观、做人诚实。生活中，能与同事朋友相处融洽。工作中，能快速的和客户建立良好的信任合作关系。本人品质优秀，思想进步，笃守诚、信、礼、智的做人原则。在校期间，光荣入党。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 “良禽择木而栖，士为知己者死”。如果能与您携手同行，我将深感荣幸。手捧菲薄求职之书，愿在共同努力下，为公司奉献自己的光与热！最后真诚祝愿贵单位事业蒸蒸日上！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lef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ascii="微软雅黑" w:hAnsi="微软雅黑" w:eastAsia="微软雅黑"/>
                          <w:sz w:val="24"/>
                        </w:rPr>
                        <w:t xml:space="preserve">                        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righ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                                                   幸运日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jc w:val="right"/>
                        <w:rPr>
                          <w:rFonts w:ascii="微软雅黑" w:hAnsi="微软雅黑" w:eastAsia="微软雅黑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                                                 20</w:t>
                      </w:r>
                      <w:r>
                        <w:rPr>
                          <w:rFonts w:ascii="微软雅黑" w:hAnsi="微软雅黑" w:eastAsia="微软雅黑"/>
                          <w:sz w:val="24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年03月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427355</wp:posOffset>
                </wp:positionH>
                <wp:positionV relativeFrom="paragraph">
                  <wp:posOffset>0</wp:posOffset>
                </wp:positionV>
                <wp:extent cx="4419600" cy="647700"/>
                <wp:effectExtent l="0" t="0" r="0" b="0"/>
                <wp:wrapNone/>
                <wp:docPr id="129" name="PA_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647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980" w:lineRule="exact"/>
                              <w:jc w:val="center"/>
                              <w:rPr>
                                <w:color w:val="678E00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72"/>
                                <w:szCs w:val="100"/>
                              </w:rPr>
                              <w:t>自荐信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文本框 186" o:spid="_x0000_s1026" o:spt="202" type="#_x0000_t202" style="position:absolute;left:0pt;margin-left:33.65pt;margin-top:0pt;height:51pt;width:348pt;mso-position-horizontal-relative:margin;z-index:251694080;mso-width-relative:page;mso-height-relative:page;" filled="f" stroked="f" coordsize="21600,21600" o:gfxdata="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ukJMDUAAAABwEAAA8AAAAAAAAA&#10;AQAgAAAAIgAAAGRycy9kb3ducmV2LnhtbFBLAQIUABQAAAAIAIdO4kBY3nV1owEAABYDAAAOAAAA&#10;AAAAAAEAIAAAACMBAABkcnMvZTJvRG9jLnhtbFBLBQYAAAAABgAGAFkBAAA4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980" w:lineRule="exact"/>
                        <w:jc w:val="center"/>
                        <w:rPr>
                          <w:color w:val="678E00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72"/>
                          <w:szCs w:val="100"/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6128" behindDoc="0" locked="0" layoutInCell="1" allowOverlap="1">
            <wp:simplePos x="0" y="0"/>
            <wp:positionH relativeFrom="margin">
              <wp:posOffset>3352165</wp:posOffset>
            </wp:positionH>
            <wp:positionV relativeFrom="paragraph">
              <wp:posOffset>171450</wp:posOffset>
            </wp:positionV>
            <wp:extent cx="390525" cy="537845"/>
            <wp:effectExtent l="95250" t="0" r="47625" b="0"/>
            <wp:wrapNone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27674" flipH="1">
                      <a:off x="0" y="0"/>
                      <a:ext cx="390525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1443355</wp:posOffset>
            </wp:positionH>
            <wp:positionV relativeFrom="paragraph">
              <wp:posOffset>-247015</wp:posOffset>
            </wp:positionV>
            <wp:extent cx="621030" cy="855345"/>
            <wp:effectExtent l="0" t="38100" r="0" b="40005"/>
            <wp:wrapNone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80771">
                      <a:off x="0" y="0"/>
                      <a:ext cx="62103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-648970</wp:posOffset>
                </wp:positionV>
                <wp:extent cx="966470" cy="968375"/>
                <wp:effectExtent l="0" t="0" r="24130" b="3175"/>
                <wp:wrapNone/>
                <wp:docPr id="34" name="淘宝店chenying0907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966470" cy="968375"/>
                          <a:chOff x="0" y="0"/>
                          <a:chExt cx="966787" cy="968375"/>
                        </a:xfrm>
                        <a:solidFill>
                          <a:srgbClr val="678E00"/>
                        </a:solidFill>
                      </wpg:grpSpPr>
                      <wps:wsp>
                        <wps:cNvPr id="35" name="淘宝店chenying0907 6"/>
                        <wps:cNvSpPr/>
                        <wps:spPr bwMode="auto">
                          <a:xfrm>
                            <a:off x="73025" y="171450"/>
                            <a:ext cx="19050" cy="796925"/>
                          </a:xfrm>
                          <a:custGeom>
                            <a:avLst/>
                            <a:gdLst>
                              <a:gd name="T0" fmla="*/ 37 w 37"/>
                              <a:gd name="T1" fmla="*/ 18 h 1506"/>
                              <a:gd name="T2" fmla="*/ 37 w 37"/>
                              <a:gd name="T3" fmla="*/ 1488 h 1506"/>
                              <a:gd name="T4" fmla="*/ 36 w 37"/>
                              <a:gd name="T5" fmla="*/ 1491 h 1506"/>
                              <a:gd name="T6" fmla="*/ 35 w 37"/>
                              <a:gd name="T7" fmla="*/ 1495 h 1506"/>
                              <a:gd name="T8" fmla="*/ 34 w 37"/>
                              <a:gd name="T9" fmla="*/ 1497 h 1506"/>
                              <a:gd name="T10" fmla="*/ 32 w 37"/>
                              <a:gd name="T11" fmla="*/ 1501 h 1506"/>
                              <a:gd name="T12" fmla="*/ 29 w 37"/>
                              <a:gd name="T13" fmla="*/ 1503 h 1506"/>
                              <a:gd name="T14" fmla="*/ 25 w 37"/>
                              <a:gd name="T15" fmla="*/ 1505 h 1506"/>
                              <a:gd name="T16" fmla="*/ 22 w 37"/>
                              <a:gd name="T17" fmla="*/ 1506 h 1506"/>
                              <a:gd name="T18" fmla="*/ 19 w 37"/>
                              <a:gd name="T19" fmla="*/ 1506 h 1506"/>
                              <a:gd name="T20" fmla="*/ 15 w 37"/>
                              <a:gd name="T21" fmla="*/ 1506 h 1506"/>
                              <a:gd name="T22" fmla="*/ 11 w 37"/>
                              <a:gd name="T23" fmla="*/ 1505 h 1506"/>
                              <a:gd name="T24" fmla="*/ 8 w 37"/>
                              <a:gd name="T25" fmla="*/ 1503 h 1506"/>
                              <a:gd name="T26" fmla="*/ 5 w 37"/>
                              <a:gd name="T27" fmla="*/ 1501 h 1506"/>
                              <a:gd name="T28" fmla="*/ 3 w 37"/>
                              <a:gd name="T29" fmla="*/ 1497 h 1506"/>
                              <a:gd name="T30" fmla="*/ 2 w 37"/>
                              <a:gd name="T31" fmla="*/ 1495 h 1506"/>
                              <a:gd name="T32" fmla="*/ 1 w 37"/>
                              <a:gd name="T33" fmla="*/ 1491 h 1506"/>
                              <a:gd name="T34" fmla="*/ 0 w 37"/>
                              <a:gd name="T35" fmla="*/ 1488 h 1506"/>
                              <a:gd name="T36" fmla="*/ 0 w 37"/>
                              <a:gd name="T37" fmla="*/ 18 h 1506"/>
                              <a:gd name="T38" fmla="*/ 1 w 37"/>
                              <a:gd name="T39" fmla="*/ 15 h 1506"/>
                              <a:gd name="T40" fmla="*/ 2 w 37"/>
                              <a:gd name="T41" fmla="*/ 11 h 1506"/>
                              <a:gd name="T42" fmla="*/ 3 w 37"/>
                              <a:gd name="T43" fmla="*/ 7 h 1506"/>
                              <a:gd name="T44" fmla="*/ 5 w 37"/>
                              <a:gd name="T45" fmla="*/ 5 h 1506"/>
                              <a:gd name="T46" fmla="*/ 8 w 37"/>
                              <a:gd name="T47" fmla="*/ 3 h 1506"/>
                              <a:gd name="T48" fmla="*/ 11 w 37"/>
                              <a:gd name="T49" fmla="*/ 1 h 1506"/>
                              <a:gd name="T50" fmla="*/ 15 w 37"/>
                              <a:gd name="T51" fmla="*/ 0 h 1506"/>
                              <a:gd name="T52" fmla="*/ 19 w 37"/>
                              <a:gd name="T53" fmla="*/ 0 h 1506"/>
                              <a:gd name="T54" fmla="*/ 22 w 37"/>
                              <a:gd name="T55" fmla="*/ 0 h 1506"/>
                              <a:gd name="T56" fmla="*/ 25 w 37"/>
                              <a:gd name="T57" fmla="*/ 1 h 1506"/>
                              <a:gd name="T58" fmla="*/ 29 w 37"/>
                              <a:gd name="T59" fmla="*/ 3 h 1506"/>
                              <a:gd name="T60" fmla="*/ 32 w 37"/>
                              <a:gd name="T61" fmla="*/ 5 h 1506"/>
                              <a:gd name="T62" fmla="*/ 34 w 37"/>
                              <a:gd name="T63" fmla="*/ 7 h 1506"/>
                              <a:gd name="T64" fmla="*/ 35 w 37"/>
                              <a:gd name="T65" fmla="*/ 11 h 1506"/>
                              <a:gd name="T66" fmla="*/ 36 w 37"/>
                              <a:gd name="T67" fmla="*/ 15 h 1506"/>
                              <a:gd name="T68" fmla="*/ 37 w 37"/>
                              <a:gd name="T69" fmla="*/ 18 h 1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7" h="1506">
                                <a:moveTo>
                                  <a:pt x="37" y="18"/>
                                </a:moveTo>
                                <a:lnTo>
                                  <a:pt x="37" y="1488"/>
                                </a:lnTo>
                                <a:lnTo>
                                  <a:pt x="36" y="1491"/>
                                </a:lnTo>
                                <a:lnTo>
                                  <a:pt x="35" y="1495"/>
                                </a:lnTo>
                                <a:lnTo>
                                  <a:pt x="34" y="1497"/>
                                </a:lnTo>
                                <a:lnTo>
                                  <a:pt x="32" y="1501"/>
                                </a:lnTo>
                                <a:lnTo>
                                  <a:pt x="29" y="1503"/>
                                </a:lnTo>
                                <a:lnTo>
                                  <a:pt x="25" y="1505"/>
                                </a:lnTo>
                                <a:lnTo>
                                  <a:pt x="22" y="1506"/>
                                </a:lnTo>
                                <a:lnTo>
                                  <a:pt x="19" y="1506"/>
                                </a:lnTo>
                                <a:lnTo>
                                  <a:pt x="15" y="1506"/>
                                </a:lnTo>
                                <a:lnTo>
                                  <a:pt x="11" y="1505"/>
                                </a:lnTo>
                                <a:lnTo>
                                  <a:pt x="8" y="1503"/>
                                </a:lnTo>
                                <a:lnTo>
                                  <a:pt x="5" y="1501"/>
                                </a:lnTo>
                                <a:lnTo>
                                  <a:pt x="3" y="1497"/>
                                </a:lnTo>
                                <a:lnTo>
                                  <a:pt x="2" y="1495"/>
                                </a:lnTo>
                                <a:lnTo>
                                  <a:pt x="1" y="1491"/>
                                </a:lnTo>
                                <a:lnTo>
                                  <a:pt x="0" y="1488"/>
                                </a:lnTo>
                                <a:lnTo>
                                  <a:pt x="0" y="18"/>
                                </a:lnTo>
                                <a:lnTo>
                                  <a:pt x="1" y="15"/>
                                </a:lnTo>
                                <a:lnTo>
                                  <a:pt x="2" y="11"/>
                                </a:lnTo>
                                <a:lnTo>
                                  <a:pt x="3" y="7"/>
                                </a:lnTo>
                                <a:lnTo>
                                  <a:pt x="5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lnTo>
                                  <a:pt x="22" y="0"/>
                                </a:lnTo>
                                <a:lnTo>
                                  <a:pt x="25" y="1"/>
                                </a:lnTo>
                                <a:lnTo>
                                  <a:pt x="29" y="3"/>
                                </a:lnTo>
                                <a:lnTo>
                                  <a:pt x="32" y="5"/>
                                </a:lnTo>
                                <a:lnTo>
                                  <a:pt x="34" y="7"/>
                                </a:lnTo>
                                <a:lnTo>
                                  <a:pt x="35" y="11"/>
                                </a:lnTo>
                                <a:lnTo>
                                  <a:pt x="36" y="15"/>
                                </a:lnTo>
                                <a:lnTo>
                                  <a:pt x="37" y="1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6" name="淘宝店chenying0907 7"/>
                        <wps:cNvSpPr/>
                        <wps:spPr bwMode="auto">
                          <a:xfrm>
                            <a:off x="0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67 w 160"/>
                              <a:gd name="T1" fmla="*/ 96 h 574"/>
                              <a:gd name="T2" fmla="*/ 84 w 160"/>
                              <a:gd name="T3" fmla="*/ 125 h 574"/>
                              <a:gd name="T4" fmla="*/ 56 w 160"/>
                              <a:gd name="T5" fmla="*/ 152 h 574"/>
                              <a:gd name="T6" fmla="*/ 22 w 160"/>
                              <a:gd name="T7" fmla="*/ 189 h 574"/>
                              <a:gd name="T8" fmla="*/ 4 w 160"/>
                              <a:gd name="T9" fmla="*/ 238 h 574"/>
                              <a:gd name="T10" fmla="*/ 3 w 160"/>
                              <a:gd name="T11" fmla="*/ 293 h 574"/>
                              <a:gd name="T12" fmla="*/ 17 w 160"/>
                              <a:gd name="T13" fmla="*/ 335 h 574"/>
                              <a:gd name="T14" fmla="*/ 73 w 160"/>
                              <a:gd name="T15" fmla="*/ 406 h 574"/>
                              <a:gd name="T16" fmla="*/ 113 w 160"/>
                              <a:gd name="T17" fmla="*/ 469 h 574"/>
                              <a:gd name="T18" fmla="*/ 113 w 160"/>
                              <a:gd name="T19" fmla="*/ 514 h 574"/>
                              <a:gd name="T20" fmla="*/ 94 w 160"/>
                              <a:gd name="T21" fmla="*/ 538 h 574"/>
                              <a:gd name="T22" fmla="*/ 71 w 160"/>
                              <a:gd name="T23" fmla="*/ 542 h 574"/>
                              <a:gd name="T24" fmla="*/ 54 w 160"/>
                              <a:gd name="T25" fmla="*/ 536 h 574"/>
                              <a:gd name="T26" fmla="*/ 49 w 160"/>
                              <a:gd name="T27" fmla="*/ 523 h 574"/>
                              <a:gd name="T28" fmla="*/ 53 w 160"/>
                              <a:gd name="T29" fmla="*/ 509 h 574"/>
                              <a:gd name="T30" fmla="*/ 65 w 160"/>
                              <a:gd name="T31" fmla="*/ 500 h 574"/>
                              <a:gd name="T32" fmla="*/ 78 w 160"/>
                              <a:gd name="T33" fmla="*/ 497 h 574"/>
                              <a:gd name="T34" fmla="*/ 83 w 160"/>
                              <a:gd name="T35" fmla="*/ 479 h 574"/>
                              <a:gd name="T36" fmla="*/ 73 w 160"/>
                              <a:gd name="T37" fmla="*/ 469 h 574"/>
                              <a:gd name="T38" fmla="*/ 48 w 160"/>
                              <a:gd name="T39" fmla="*/ 474 h 574"/>
                              <a:gd name="T40" fmla="*/ 26 w 160"/>
                              <a:gd name="T41" fmla="*/ 495 h 574"/>
                              <a:gd name="T42" fmla="*/ 18 w 160"/>
                              <a:gd name="T43" fmla="*/ 522 h 574"/>
                              <a:gd name="T44" fmla="*/ 25 w 160"/>
                              <a:gd name="T45" fmla="*/ 550 h 574"/>
                              <a:gd name="T46" fmla="*/ 56 w 160"/>
                              <a:gd name="T47" fmla="*/ 572 h 574"/>
                              <a:gd name="T48" fmla="*/ 91 w 160"/>
                              <a:gd name="T49" fmla="*/ 572 h 574"/>
                              <a:gd name="T50" fmla="*/ 121 w 160"/>
                              <a:gd name="T51" fmla="*/ 554 h 574"/>
                              <a:gd name="T52" fmla="*/ 143 w 160"/>
                              <a:gd name="T53" fmla="*/ 523 h 574"/>
                              <a:gd name="T54" fmla="*/ 147 w 160"/>
                              <a:gd name="T55" fmla="*/ 475 h 574"/>
                              <a:gd name="T56" fmla="*/ 129 w 160"/>
                              <a:gd name="T57" fmla="*/ 429 h 574"/>
                              <a:gd name="T58" fmla="*/ 72 w 160"/>
                              <a:gd name="T59" fmla="*/ 359 h 574"/>
                              <a:gd name="T60" fmla="*/ 44 w 160"/>
                              <a:gd name="T61" fmla="*/ 318 h 574"/>
                              <a:gd name="T62" fmla="*/ 32 w 160"/>
                              <a:gd name="T63" fmla="*/ 265 h 574"/>
                              <a:gd name="T64" fmla="*/ 48 w 160"/>
                              <a:gd name="T65" fmla="*/ 207 h 574"/>
                              <a:gd name="T66" fmla="*/ 90 w 160"/>
                              <a:gd name="T67" fmla="*/ 164 h 574"/>
                              <a:gd name="T68" fmla="*/ 128 w 160"/>
                              <a:gd name="T69" fmla="*/ 150 h 574"/>
                              <a:gd name="T70" fmla="*/ 144 w 160"/>
                              <a:gd name="T71" fmla="*/ 148 h 574"/>
                              <a:gd name="T72" fmla="*/ 155 w 160"/>
                              <a:gd name="T73" fmla="*/ 144 h 574"/>
                              <a:gd name="T74" fmla="*/ 159 w 160"/>
                              <a:gd name="T75" fmla="*/ 126 h 574"/>
                              <a:gd name="T76" fmla="*/ 148 w 160"/>
                              <a:gd name="T77" fmla="*/ 117 h 574"/>
                              <a:gd name="T78" fmla="*/ 126 w 160"/>
                              <a:gd name="T79" fmla="*/ 116 h 574"/>
                              <a:gd name="T80" fmla="*/ 101 w 160"/>
                              <a:gd name="T81" fmla="*/ 95 h 574"/>
                              <a:gd name="T82" fmla="*/ 98 w 160"/>
                              <a:gd name="T83" fmla="*/ 64 h 574"/>
                              <a:gd name="T84" fmla="*/ 115 w 160"/>
                              <a:gd name="T85" fmla="*/ 38 h 574"/>
                              <a:gd name="T86" fmla="*/ 146 w 160"/>
                              <a:gd name="T87" fmla="*/ 31 h 574"/>
                              <a:gd name="T88" fmla="*/ 157 w 160"/>
                              <a:gd name="T89" fmla="*/ 22 h 574"/>
                              <a:gd name="T90" fmla="*/ 152 w 160"/>
                              <a:gd name="T91" fmla="*/ 4 h 574"/>
                              <a:gd name="T92" fmla="*/ 135 w 160"/>
                              <a:gd name="T93" fmla="*/ 0 h 574"/>
                              <a:gd name="T94" fmla="*/ 107 w 160"/>
                              <a:gd name="T95" fmla="*/ 8 h 574"/>
                              <a:gd name="T96" fmla="*/ 84 w 160"/>
                              <a:gd name="T97" fmla="*/ 24 h 574"/>
                              <a:gd name="T98" fmla="*/ 67 w 160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60" h="574">
                                <a:moveTo>
                                  <a:pt x="63" y="69"/>
                                </a:moveTo>
                                <a:lnTo>
                                  <a:pt x="63" y="79"/>
                                </a:lnTo>
                                <a:lnTo>
                                  <a:pt x="65" y="88"/>
                                </a:lnTo>
                                <a:lnTo>
                                  <a:pt x="67" y="96"/>
                                </a:lnTo>
                                <a:lnTo>
                                  <a:pt x="70" y="104"/>
                                </a:lnTo>
                                <a:lnTo>
                                  <a:pt x="74" y="112"/>
                                </a:lnTo>
                                <a:lnTo>
                                  <a:pt x="78" y="118"/>
                                </a:lnTo>
                                <a:lnTo>
                                  <a:pt x="84" y="125"/>
                                </a:lnTo>
                                <a:lnTo>
                                  <a:pt x="89" y="130"/>
                                </a:lnTo>
                                <a:lnTo>
                                  <a:pt x="77" y="136"/>
                                </a:lnTo>
                                <a:lnTo>
                                  <a:pt x="66" y="143"/>
                                </a:lnTo>
                                <a:lnTo>
                                  <a:pt x="56" y="152"/>
                                </a:lnTo>
                                <a:lnTo>
                                  <a:pt x="46" y="159"/>
                                </a:lnTo>
                                <a:lnTo>
                                  <a:pt x="37" y="169"/>
                                </a:lnTo>
                                <a:lnTo>
                                  <a:pt x="30" y="178"/>
                                </a:lnTo>
                                <a:lnTo>
                                  <a:pt x="22" y="189"/>
                                </a:lnTo>
                                <a:lnTo>
                                  <a:pt x="17" y="201"/>
                                </a:lnTo>
                                <a:lnTo>
                                  <a:pt x="11" y="213"/>
                                </a:lnTo>
                                <a:lnTo>
                                  <a:pt x="7" y="225"/>
                                </a:lnTo>
                                <a:lnTo>
                                  <a:pt x="4" y="238"/>
                                </a:lnTo>
                                <a:lnTo>
                                  <a:pt x="2" y="251"/>
                                </a:lnTo>
                                <a:lnTo>
                                  <a:pt x="0" y="265"/>
                                </a:lnTo>
                                <a:lnTo>
                                  <a:pt x="2" y="279"/>
                                </a:lnTo>
                                <a:lnTo>
                                  <a:pt x="3" y="293"/>
                                </a:lnTo>
                                <a:lnTo>
                                  <a:pt x="6" y="307"/>
                                </a:lnTo>
                                <a:lnTo>
                                  <a:pt x="9" y="317"/>
                                </a:lnTo>
                                <a:lnTo>
                                  <a:pt x="12" y="325"/>
                                </a:lnTo>
                                <a:lnTo>
                                  <a:pt x="17" y="335"/>
                                </a:lnTo>
                                <a:lnTo>
                                  <a:pt x="22" y="344"/>
                                </a:lnTo>
                                <a:lnTo>
                                  <a:pt x="33" y="360"/>
                                </a:lnTo>
                                <a:lnTo>
                                  <a:pt x="46" y="376"/>
                                </a:lnTo>
                                <a:lnTo>
                                  <a:pt x="73" y="406"/>
                                </a:lnTo>
                                <a:lnTo>
                                  <a:pt x="98" y="438"/>
                                </a:lnTo>
                                <a:lnTo>
                                  <a:pt x="104" y="448"/>
                                </a:lnTo>
                                <a:lnTo>
                                  <a:pt x="110" y="458"/>
                                </a:lnTo>
                                <a:lnTo>
                                  <a:pt x="113" y="469"/>
                                </a:lnTo>
                                <a:lnTo>
                                  <a:pt x="115" y="481"/>
                                </a:lnTo>
                                <a:lnTo>
                                  <a:pt x="116" y="492"/>
                                </a:lnTo>
                                <a:lnTo>
                                  <a:pt x="116" y="504"/>
                                </a:lnTo>
                                <a:lnTo>
                                  <a:pt x="113" y="514"/>
                                </a:lnTo>
                                <a:lnTo>
                                  <a:pt x="108" y="525"/>
                                </a:lnTo>
                                <a:lnTo>
                                  <a:pt x="104" y="530"/>
                                </a:lnTo>
                                <a:lnTo>
                                  <a:pt x="100" y="535"/>
                                </a:lnTo>
                                <a:lnTo>
                                  <a:pt x="94" y="538"/>
                                </a:lnTo>
                                <a:lnTo>
                                  <a:pt x="89" y="540"/>
                                </a:lnTo>
                                <a:lnTo>
                                  <a:pt x="84" y="542"/>
                                </a:lnTo>
                                <a:lnTo>
                                  <a:pt x="77" y="542"/>
                                </a:lnTo>
                                <a:lnTo>
                                  <a:pt x="71" y="542"/>
                                </a:lnTo>
                                <a:lnTo>
                                  <a:pt x="64" y="542"/>
                                </a:lnTo>
                                <a:lnTo>
                                  <a:pt x="61" y="540"/>
                                </a:lnTo>
                                <a:lnTo>
                                  <a:pt x="57" y="539"/>
                                </a:lnTo>
                                <a:lnTo>
                                  <a:pt x="54" y="536"/>
                                </a:lnTo>
                                <a:lnTo>
                                  <a:pt x="52" y="534"/>
                                </a:lnTo>
                                <a:lnTo>
                                  <a:pt x="50" y="529"/>
                                </a:lnTo>
                                <a:lnTo>
                                  <a:pt x="50" y="526"/>
                                </a:lnTo>
                                <a:lnTo>
                                  <a:pt x="49" y="523"/>
                                </a:lnTo>
                                <a:lnTo>
                                  <a:pt x="49" y="519"/>
                                </a:lnTo>
                                <a:lnTo>
                                  <a:pt x="50" y="515"/>
                                </a:lnTo>
                                <a:lnTo>
                                  <a:pt x="51" y="512"/>
                                </a:lnTo>
                                <a:lnTo>
                                  <a:pt x="53" y="509"/>
                                </a:lnTo>
                                <a:lnTo>
                                  <a:pt x="56" y="506"/>
                                </a:lnTo>
                                <a:lnTo>
                                  <a:pt x="59" y="504"/>
                                </a:lnTo>
                                <a:lnTo>
                                  <a:pt x="62" y="501"/>
                                </a:lnTo>
                                <a:lnTo>
                                  <a:pt x="65" y="500"/>
                                </a:lnTo>
                                <a:lnTo>
                                  <a:pt x="69" y="500"/>
                                </a:lnTo>
                                <a:lnTo>
                                  <a:pt x="73" y="500"/>
                                </a:lnTo>
                                <a:lnTo>
                                  <a:pt x="76" y="499"/>
                                </a:lnTo>
                                <a:lnTo>
                                  <a:pt x="78" y="497"/>
                                </a:lnTo>
                                <a:lnTo>
                                  <a:pt x="80" y="495"/>
                                </a:lnTo>
                                <a:lnTo>
                                  <a:pt x="83" y="491"/>
                                </a:lnTo>
                                <a:lnTo>
                                  <a:pt x="84" y="485"/>
                                </a:lnTo>
                                <a:lnTo>
                                  <a:pt x="83" y="479"/>
                                </a:lnTo>
                                <a:lnTo>
                                  <a:pt x="80" y="474"/>
                                </a:lnTo>
                                <a:lnTo>
                                  <a:pt x="78" y="472"/>
                                </a:lnTo>
                                <a:lnTo>
                                  <a:pt x="76" y="470"/>
                                </a:lnTo>
                                <a:lnTo>
                                  <a:pt x="73" y="469"/>
                                </a:lnTo>
                                <a:lnTo>
                                  <a:pt x="69" y="469"/>
                                </a:lnTo>
                                <a:lnTo>
                                  <a:pt x="62" y="470"/>
                                </a:lnTo>
                                <a:lnTo>
                                  <a:pt x="54" y="471"/>
                                </a:lnTo>
                                <a:lnTo>
                                  <a:pt x="48" y="474"/>
                                </a:lnTo>
                                <a:lnTo>
                                  <a:pt x="42" y="479"/>
                                </a:lnTo>
                                <a:lnTo>
                                  <a:pt x="36" y="483"/>
                                </a:lnTo>
                                <a:lnTo>
                                  <a:pt x="31" y="488"/>
                                </a:lnTo>
                                <a:lnTo>
                                  <a:pt x="26" y="495"/>
                                </a:lnTo>
                                <a:lnTo>
                                  <a:pt x="23" y="501"/>
                                </a:lnTo>
                                <a:lnTo>
                                  <a:pt x="20" y="508"/>
                                </a:lnTo>
                                <a:lnTo>
                                  <a:pt x="18" y="515"/>
                                </a:lnTo>
                                <a:lnTo>
                                  <a:pt x="18" y="522"/>
                                </a:lnTo>
                                <a:lnTo>
                                  <a:pt x="18" y="529"/>
                                </a:lnTo>
                                <a:lnTo>
                                  <a:pt x="19" y="537"/>
                                </a:lnTo>
                                <a:lnTo>
                                  <a:pt x="21" y="543"/>
                                </a:lnTo>
                                <a:lnTo>
                                  <a:pt x="25" y="550"/>
                                </a:lnTo>
                                <a:lnTo>
                                  <a:pt x="31" y="555"/>
                                </a:lnTo>
                                <a:lnTo>
                                  <a:pt x="39" y="563"/>
                                </a:lnTo>
                                <a:lnTo>
                                  <a:pt x="47" y="567"/>
                                </a:lnTo>
                                <a:lnTo>
                                  <a:pt x="56" y="572"/>
                                </a:lnTo>
                                <a:lnTo>
                                  <a:pt x="65" y="574"/>
                                </a:lnTo>
                                <a:lnTo>
                                  <a:pt x="74" y="574"/>
                                </a:lnTo>
                                <a:lnTo>
                                  <a:pt x="83" y="574"/>
                                </a:lnTo>
                                <a:lnTo>
                                  <a:pt x="91" y="572"/>
                                </a:lnTo>
                                <a:lnTo>
                                  <a:pt x="100" y="569"/>
                                </a:lnTo>
                                <a:lnTo>
                                  <a:pt x="107" y="565"/>
                                </a:lnTo>
                                <a:lnTo>
                                  <a:pt x="115" y="560"/>
                                </a:lnTo>
                                <a:lnTo>
                                  <a:pt x="121" y="554"/>
                                </a:lnTo>
                                <a:lnTo>
                                  <a:pt x="128" y="548"/>
                                </a:lnTo>
                                <a:lnTo>
                                  <a:pt x="133" y="540"/>
                                </a:lnTo>
                                <a:lnTo>
                                  <a:pt x="139" y="532"/>
                                </a:lnTo>
                                <a:lnTo>
                                  <a:pt x="143" y="523"/>
                                </a:lnTo>
                                <a:lnTo>
                                  <a:pt x="145" y="513"/>
                                </a:lnTo>
                                <a:lnTo>
                                  <a:pt x="147" y="500"/>
                                </a:lnTo>
                                <a:lnTo>
                                  <a:pt x="148" y="487"/>
                                </a:lnTo>
                                <a:lnTo>
                                  <a:pt x="147" y="475"/>
                                </a:lnTo>
                                <a:lnTo>
                                  <a:pt x="144" y="464"/>
                                </a:lnTo>
                                <a:lnTo>
                                  <a:pt x="140" y="452"/>
                                </a:lnTo>
                                <a:lnTo>
                                  <a:pt x="135" y="441"/>
                                </a:lnTo>
                                <a:lnTo>
                                  <a:pt x="129" y="429"/>
                                </a:lnTo>
                                <a:lnTo>
                                  <a:pt x="121" y="418"/>
                                </a:lnTo>
                                <a:lnTo>
                                  <a:pt x="106" y="398"/>
                                </a:lnTo>
                                <a:lnTo>
                                  <a:pt x="89" y="378"/>
                                </a:lnTo>
                                <a:lnTo>
                                  <a:pt x="72" y="359"/>
                                </a:lnTo>
                                <a:lnTo>
                                  <a:pt x="57" y="339"/>
                                </a:lnTo>
                                <a:lnTo>
                                  <a:pt x="51" y="333"/>
                                </a:lnTo>
                                <a:lnTo>
                                  <a:pt x="47" y="325"/>
                                </a:lnTo>
                                <a:lnTo>
                                  <a:pt x="44" y="318"/>
                                </a:lnTo>
                                <a:lnTo>
                                  <a:pt x="40" y="310"/>
                                </a:lnTo>
                                <a:lnTo>
                                  <a:pt x="35" y="295"/>
                                </a:lnTo>
                                <a:lnTo>
                                  <a:pt x="33" y="280"/>
                                </a:lnTo>
                                <a:lnTo>
                                  <a:pt x="32" y="265"/>
                                </a:lnTo>
                                <a:lnTo>
                                  <a:pt x="33" y="250"/>
                                </a:lnTo>
                                <a:lnTo>
                                  <a:pt x="36" y="235"/>
                                </a:lnTo>
                                <a:lnTo>
                                  <a:pt x="42" y="221"/>
                                </a:lnTo>
                                <a:lnTo>
                                  <a:pt x="48" y="207"/>
                                </a:lnTo>
                                <a:lnTo>
                                  <a:pt x="57" y="195"/>
                                </a:lnTo>
                                <a:lnTo>
                                  <a:pt x="66" y="183"/>
                                </a:lnTo>
                                <a:lnTo>
                                  <a:pt x="78" y="173"/>
                                </a:lnTo>
                                <a:lnTo>
                                  <a:pt x="90" y="164"/>
                                </a:lnTo>
                                <a:lnTo>
                                  <a:pt x="104" y="157"/>
                                </a:lnTo>
                                <a:lnTo>
                                  <a:pt x="112" y="155"/>
                                </a:lnTo>
                                <a:lnTo>
                                  <a:pt x="119" y="152"/>
                                </a:lnTo>
                                <a:lnTo>
                                  <a:pt x="128" y="150"/>
                                </a:lnTo>
                                <a:lnTo>
                                  <a:pt x="137" y="148"/>
                                </a:lnTo>
                                <a:lnTo>
                                  <a:pt x="138" y="149"/>
                                </a:lnTo>
                                <a:lnTo>
                                  <a:pt x="140" y="149"/>
                                </a:lnTo>
                                <a:lnTo>
                                  <a:pt x="144" y="148"/>
                                </a:lnTo>
                                <a:lnTo>
                                  <a:pt x="146" y="147"/>
                                </a:lnTo>
                                <a:lnTo>
                                  <a:pt x="150" y="147"/>
                                </a:lnTo>
                                <a:lnTo>
                                  <a:pt x="153" y="145"/>
                                </a:lnTo>
                                <a:lnTo>
                                  <a:pt x="155" y="144"/>
                                </a:lnTo>
                                <a:lnTo>
                                  <a:pt x="157" y="142"/>
                                </a:lnTo>
                                <a:lnTo>
                                  <a:pt x="159" y="136"/>
                                </a:lnTo>
                                <a:lnTo>
                                  <a:pt x="160" y="131"/>
                                </a:lnTo>
                                <a:lnTo>
                                  <a:pt x="159" y="126"/>
                                </a:lnTo>
                                <a:lnTo>
                                  <a:pt x="156" y="121"/>
                                </a:lnTo>
                                <a:lnTo>
                                  <a:pt x="154" y="119"/>
                                </a:lnTo>
                                <a:lnTo>
                                  <a:pt x="152" y="118"/>
                                </a:lnTo>
                                <a:lnTo>
                                  <a:pt x="148" y="117"/>
                                </a:lnTo>
                                <a:lnTo>
                                  <a:pt x="145" y="117"/>
                                </a:lnTo>
                                <a:lnTo>
                                  <a:pt x="141" y="117"/>
                                </a:lnTo>
                                <a:lnTo>
                                  <a:pt x="135" y="118"/>
                                </a:lnTo>
                                <a:lnTo>
                                  <a:pt x="126" y="116"/>
                                </a:lnTo>
                                <a:lnTo>
                                  <a:pt x="117" y="113"/>
                                </a:lnTo>
                                <a:lnTo>
                                  <a:pt x="111" y="108"/>
                                </a:lnTo>
                                <a:lnTo>
                                  <a:pt x="105" y="102"/>
                                </a:lnTo>
                                <a:lnTo>
                                  <a:pt x="101" y="95"/>
                                </a:lnTo>
                                <a:lnTo>
                                  <a:pt x="98" y="88"/>
                                </a:lnTo>
                                <a:lnTo>
                                  <a:pt x="97" y="80"/>
                                </a:lnTo>
                                <a:lnTo>
                                  <a:pt x="96" y="72"/>
                                </a:lnTo>
                                <a:lnTo>
                                  <a:pt x="98" y="64"/>
                                </a:lnTo>
                                <a:lnTo>
                                  <a:pt x="100" y="56"/>
                                </a:lnTo>
                                <a:lnTo>
                                  <a:pt x="104" y="49"/>
                                </a:lnTo>
                                <a:lnTo>
                                  <a:pt x="108" y="44"/>
                                </a:lnTo>
                                <a:lnTo>
                                  <a:pt x="115" y="38"/>
                                </a:lnTo>
                                <a:lnTo>
                                  <a:pt x="124" y="34"/>
                                </a:lnTo>
                                <a:lnTo>
                                  <a:pt x="132" y="32"/>
                                </a:lnTo>
                                <a:lnTo>
                                  <a:pt x="143" y="32"/>
                                </a:lnTo>
                                <a:lnTo>
                                  <a:pt x="146" y="31"/>
                                </a:lnTo>
                                <a:lnTo>
                                  <a:pt x="150" y="31"/>
                                </a:lnTo>
                                <a:lnTo>
                                  <a:pt x="152" y="28"/>
                                </a:lnTo>
                                <a:lnTo>
                                  <a:pt x="154" y="27"/>
                                </a:lnTo>
                                <a:lnTo>
                                  <a:pt x="157" y="22"/>
                                </a:lnTo>
                                <a:lnTo>
                                  <a:pt x="158" y="17"/>
                                </a:lnTo>
                                <a:lnTo>
                                  <a:pt x="157" y="11"/>
                                </a:lnTo>
                                <a:lnTo>
                                  <a:pt x="154" y="6"/>
                                </a:lnTo>
                                <a:lnTo>
                                  <a:pt x="152" y="4"/>
                                </a:lnTo>
                                <a:lnTo>
                                  <a:pt x="150" y="1"/>
                                </a:lnTo>
                                <a:lnTo>
                                  <a:pt x="146" y="0"/>
                                </a:lnTo>
                                <a:lnTo>
                                  <a:pt x="143" y="0"/>
                                </a:lnTo>
                                <a:lnTo>
                                  <a:pt x="135" y="0"/>
                                </a:lnTo>
                                <a:lnTo>
                                  <a:pt x="128" y="1"/>
                                </a:lnTo>
                                <a:lnTo>
                                  <a:pt x="121" y="2"/>
                                </a:lnTo>
                                <a:lnTo>
                                  <a:pt x="114" y="5"/>
                                </a:lnTo>
                                <a:lnTo>
                                  <a:pt x="107" y="8"/>
                                </a:lnTo>
                                <a:lnTo>
                                  <a:pt x="101" y="11"/>
                                </a:lnTo>
                                <a:lnTo>
                                  <a:pt x="94" y="14"/>
                                </a:lnTo>
                                <a:lnTo>
                                  <a:pt x="89" y="19"/>
                                </a:lnTo>
                                <a:lnTo>
                                  <a:pt x="84" y="24"/>
                                </a:lnTo>
                                <a:lnTo>
                                  <a:pt x="78" y="28"/>
                                </a:lnTo>
                                <a:lnTo>
                                  <a:pt x="74" y="35"/>
                                </a:lnTo>
                                <a:lnTo>
                                  <a:pt x="71" y="41"/>
                                </a:lnTo>
                                <a:lnTo>
                                  <a:pt x="67" y="48"/>
                                </a:lnTo>
                                <a:lnTo>
                                  <a:pt x="65" y="54"/>
                                </a:lnTo>
                                <a:lnTo>
                                  <a:pt x="64" y="62"/>
                                </a:lnTo>
                                <a:lnTo>
                                  <a:pt x="63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7" name="淘宝店chenying0907 8"/>
                        <wps:cNvSpPr/>
                        <wps:spPr bwMode="auto">
                          <a:xfrm>
                            <a:off x="84137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93 w 159"/>
                              <a:gd name="T1" fmla="*/ 96 h 574"/>
                              <a:gd name="T2" fmla="*/ 77 w 159"/>
                              <a:gd name="T3" fmla="*/ 125 h 574"/>
                              <a:gd name="T4" fmla="*/ 104 w 159"/>
                              <a:gd name="T5" fmla="*/ 152 h 574"/>
                              <a:gd name="T6" fmla="*/ 139 w 159"/>
                              <a:gd name="T7" fmla="*/ 189 h 574"/>
                              <a:gd name="T8" fmla="*/ 157 w 159"/>
                              <a:gd name="T9" fmla="*/ 238 h 574"/>
                              <a:gd name="T10" fmla="*/ 157 w 159"/>
                              <a:gd name="T11" fmla="*/ 293 h 574"/>
                              <a:gd name="T12" fmla="*/ 144 w 159"/>
                              <a:gd name="T13" fmla="*/ 335 h 574"/>
                              <a:gd name="T14" fmla="*/ 88 w 159"/>
                              <a:gd name="T15" fmla="*/ 406 h 574"/>
                              <a:gd name="T16" fmla="*/ 48 w 159"/>
                              <a:gd name="T17" fmla="*/ 469 h 574"/>
                              <a:gd name="T18" fmla="*/ 48 w 159"/>
                              <a:gd name="T19" fmla="*/ 514 h 574"/>
                              <a:gd name="T20" fmla="*/ 65 w 159"/>
                              <a:gd name="T21" fmla="*/ 538 h 574"/>
                              <a:gd name="T22" fmla="*/ 90 w 159"/>
                              <a:gd name="T23" fmla="*/ 542 h 574"/>
                              <a:gd name="T24" fmla="*/ 106 w 159"/>
                              <a:gd name="T25" fmla="*/ 536 h 574"/>
                              <a:gd name="T26" fmla="*/ 110 w 159"/>
                              <a:gd name="T27" fmla="*/ 523 h 574"/>
                              <a:gd name="T28" fmla="*/ 107 w 159"/>
                              <a:gd name="T29" fmla="*/ 509 h 574"/>
                              <a:gd name="T30" fmla="*/ 95 w 159"/>
                              <a:gd name="T31" fmla="*/ 500 h 574"/>
                              <a:gd name="T32" fmla="*/ 82 w 159"/>
                              <a:gd name="T33" fmla="*/ 497 h 574"/>
                              <a:gd name="T34" fmla="*/ 77 w 159"/>
                              <a:gd name="T35" fmla="*/ 479 h 574"/>
                              <a:gd name="T36" fmla="*/ 88 w 159"/>
                              <a:gd name="T37" fmla="*/ 469 h 574"/>
                              <a:gd name="T38" fmla="*/ 113 w 159"/>
                              <a:gd name="T39" fmla="*/ 474 h 574"/>
                              <a:gd name="T40" fmla="*/ 134 w 159"/>
                              <a:gd name="T41" fmla="*/ 495 h 574"/>
                              <a:gd name="T42" fmla="*/ 143 w 159"/>
                              <a:gd name="T43" fmla="*/ 522 h 574"/>
                              <a:gd name="T44" fmla="*/ 135 w 159"/>
                              <a:gd name="T45" fmla="*/ 550 h 574"/>
                              <a:gd name="T46" fmla="*/ 104 w 159"/>
                              <a:gd name="T47" fmla="*/ 572 h 574"/>
                              <a:gd name="T48" fmla="*/ 69 w 159"/>
                              <a:gd name="T49" fmla="*/ 572 h 574"/>
                              <a:gd name="T50" fmla="*/ 38 w 159"/>
                              <a:gd name="T51" fmla="*/ 554 h 574"/>
                              <a:gd name="T52" fmla="*/ 18 w 159"/>
                              <a:gd name="T53" fmla="*/ 523 h 574"/>
                              <a:gd name="T54" fmla="*/ 13 w 159"/>
                              <a:gd name="T55" fmla="*/ 475 h 574"/>
                              <a:gd name="T56" fmla="*/ 32 w 159"/>
                              <a:gd name="T57" fmla="*/ 429 h 574"/>
                              <a:gd name="T58" fmla="*/ 89 w 159"/>
                              <a:gd name="T59" fmla="*/ 359 h 574"/>
                              <a:gd name="T60" fmla="*/ 117 w 159"/>
                              <a:gd name="T61" fmla="*/ 318 h 574"/>
                              <a:gd name="T62" fmla="*/ 128 w 159"/>
                              <a:gd name="T63" fmla="*/ 265 h 574"/>
                              <a:gd name="T64" fmla="*/ 113 w 159"/>
                              <a:gd name="T65" fmla="*/ 207 h 574"/>
                              <a:gd name="T66" fmla="*/ 69 w 159"/>
                              <a:gd name="T67" fmla="*/ 164 h 574"/>
                              <a:gd name="T68" fmla="*/ 33 w 159"/>
                              <a:gd name="T69" fmla="*/ 150 h 574"/>
                              <a:gd name="T70" fmla="*/ 17 w 159"/>
                              <a:gd name="T71" fmla="*/ 148 h 574"/>
                              <a:gd name="T72" fmla="*/ 6 w 159"/>
                              <a:gd name="T73" fmla="*/ 144 h 574"/>
                              <a:gd name="T74" fmla="*/ 1 w 159"/>
                              <a:gd name="T75" fmla="*/ 126 h 574"/>
                              <a:gd name="T76" fmla="*/ 11 w 159"/>
                              <a:gd name="T77" fmla="*/ 117 h 574"/>
                              <a:gd name="T78" fmla="*/ 35 w 159"/>
                              <a:gd name="T79" fmla="*/ 116 h 574"/>
                              <a:gd name="T80" fmla="*/ 60 w 159"/>
                              <a:gd name="T81" fmla="*/ 95 h 574"/>
                              <a:gd name="T82" fmla="*/ 63 w 159"/>
                              <a:gd name="T83" fmla="*/ 64 h 574"/>
                              <a:gd name="T84" fmla="*/ 45 w 159"/>
                              <a:gd name="T85" fmla="*/ 38 h 574"/>
                              <a:gd name="T86" fmla="*/ 14 w 159"/>
                              <a:gd name="T87" fmla="*/ 31 h 574"/>
                              <a:gd name="T88" fmla="*/ 4 w 159"/>
                              <a:gd name="T89" fmla="*/ 22 h 574"/>
                              <a:gd name="T90" fmla="*/ 8 w 159"/>
                              <a:gd name="T91" fmla="*/ 4 h 574"/>
                              <a:gd name="T92" fmla="*/ 25 w 159"/>
                              <a:gd name="T93" fmla="*/ 0 h 574"/>
                              <a:gd name="T94" fmla="*/ 53 w 159"/>
                              <a:gd name="T95" fmla="*/ 8 h 574"/>
                              <a:gd name="T96" fmla="*/ 77 w 159"/>
                              <a:gd name="T97" fmla="*/ 24 h 574"/>
                              <a:gd name="T98" fmla="*/ 92 w 159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59" h="574">
                                <a:moveTo>
                                  <a:pt x="98" y="69"/>
                                </a:moveTo>
                                <a:lnTo>
                                  <a:pt x="96" y="79"/>
                                </a:lnTo>
                                <a:lnTo>
                                  <a:pt x="95" y="88"/>
                                </a:lnTo>
                                <a:lnTo>
                                  <a:pt x="93" y="96"/>
                                </a:lnTo>
                                <a:lnTo>
                                  <a:pt x="90" y="104"/>
                                </a:lnTo>
                                <a:lnTo>
                                  <a:pt x="87" y="112"/>
                                </a:lnTo>
                                <a:lnTo>
                                  <a:pt x="82" y="118"/>
                                </a:lnTo>
                                <a:lnTo>
                                  <a:pt x="77" y="125"/>
                                </a:lnTo>
                                <a:lnTo>
                                  <a:pt x="71" y="130"/>
                                </a:lnTo>
                                <a:lnTo>
                                  <a:pt x="82" y="136"/>
                                </a:lnTo>
                                <a:lnTo>
                                  <a:pt x="94" y="143"/>
                                </a:lnTo>
                                <a:lnTo>
                                  <a:pt x="104" y="152"/>
                                </a:lnTo>
                                <a:lnTo>
                                  <a:pt x="114" y="159"/>
                                </a:lnTo>
                                <a:lnTo>
                                  <a:pt x="123" y="169"/>
                                </a:lnTo>
                                <a:lnTo>
                                  <a:pt x="131" y="178"/>
                                </a:lnTo>
                                <a:lnTo>
                                  <a:pt x="139" y="189"/>
                                </a:lnTo>
                                <a:lnTo>
                                  <a:pt x="144" y="201"/>
                                </a:lnTo>
                                <a:lnTo>
                                  <a:pt x="149" y="213"/>
                                </a:lnTo>
                                <a:lnTo>
                                  <a:pt x="154" y="225"/>
                                </a:lnTo>
                                <a:lnTo>
                                  <a:pt x="157" y="238"/>
                                </a:lnTo>
                                <a:lnTo>
                                  <a:pt x="158" y="251"/>
                                </a:lnTo>
                                <a:lnTo>
                                  <a:pt x="159" y="265"/>
                                </a:lnTo>
                                <a:lnTo>
                                  <a:pt x="159" y="279"/>
                                </a:lnTo>
                                <a:lnTo>
                                  <a:pt x="157" y="293"/>
                                </a:lnTo>
                                <a:lnTo>
                                  <a:pt x="155" y="307"/>
                                </a:lnTo>
                                <a:lnTo>
                                  <a:pt x="152" y="317"/>
                                </a:lnTo>
                                <a:lnTo>
                                  <a:pt x="148" y="325"/>
                                </a:lnTo>
                                <a:lnTo>
                                  <a:pt x="144" y="335"/>
                                </a:lnTo>
                                <a:lnTo>
                                  <a:pt x="139" y="344"/>
                                </a:lnTo>
                                <a:lnTo>
                                  <a:pt x="128" y="360"/>
                                </a:lnTo>
                                <a:lnTo>
                                  <a:pt x="115" y="376"/>
                                </a:lnTo>
                                <a:lnTo>
                                  <a:pt x="88" y="406"/>
                                </a:lnTo>
                                <a:lnTo>
                                  <a:pt x="63" y="438"/>
                                </a:lnTo>
                                <a:lnTo>
                                  <a:pt x="56" y="448"/>
                                </a:lnTo>
                                <a:lnTo>
                                  <a:pt x="51" y="458"/>
                                </a:lnTo>
                                <a:lnTo>
                                  <a:pt x="48" y="469"/>
                                </a:lnTo>
                                <a:lnTo>
                                  <a:pt x="45" y="481"/>
                                </a:lnTo>
                                <a:lnTo>
                                  <a:pt x="44" y="492"/>
                                </a:lnTo>
                                <a:lnTo>
                                  <a:pt x="45" y="504"/>
                                </a:lnTo>
                                <a:lnTo>
                                  <a:pt x="48" y="514"/>
                                </a:lnTo>
                                <a:lnTo>
                                  <a:pt x="52" y="525"/>
                                </a:lnTo>
                                <a:lnTo>
                                  <a:pt x="55" y="530"/>
                                </a:lnTo>
                                <a:lnTo>
                                  <a:pt x="60" y="535"/>
                                </a:lnTo>
                                <a:lnTo>
                                  <a:pt x="65" y="538"/>
                                </a:lnTo>
                                <a:lnTo>
                                  <a:pt x="72" y="540"/>
                                </a:lnTo>
                                <a:lnTo>
                                  <a:pt x="77" y="542"/>
                                </a:lnTo>
                                <a:lnTo>
                                  <a:pt x="83" y="542"/>
                                </a:lnTo>
                                <a:lnTo>
                                  <a:pt x="90" y="542"/>
                                </a:lnTo>
                                <a:lnTo>
                                  <a:pt x="95" y="542"/>
                                </a:lnTo>
                                <a:lnTo>
                                  <a:pt x="100" y="540"/>
                                </a:lnTo>
                                <a:lnTo>
                                  <a:pt x="103" y="539"/>
                                </a:lnTo>
                                <a:lnTo>
                                  <a:pt x="106" y="536"/>
                                </a:lnTo>
                                <a:lnTo>
                                  <a:pt x="108" y="534"/>
                                </a:lnTo>
                                <a:lnTo>
                                  <a:pt x="109" y="529"/>
                                </a:lnTo>
                                <a:lnTo>
                                  <a:pt x="110" y="526"/>
                                </a:lnTo>
                                <a:lnTo>
                                  <a:pt x="110" y="523"/>
                                </a:lnTo>
                                <a:lnTo>
                                  <a:pt x="110" y="519"/>
                                </a:lnTo>
                                <a:lnTo>
                                  <a:pt x="110" y="515"/>
                                </a:lnTo>
                                <a:lnTo>
                                  <a:pt x="108" y="512"/>
                                </a:lnTo>
                                <a:lnTo>
                                  <a:pt x="107" y="509"/>
                                </a:lnTo>
                                <a:lnTo>
                                  <a:pt x="105" y="506"/>
                                </a:lnTo>
                                <a:lnTo>
                                  <a:pt x="102" y="504"/>
                                </a:lnTo>
                                <a:lnTo>
                                  <a:pt x="99" y="501"/>
                                </a:lnTo>
                                <a:lnTo>
                                  <a:pt x="95" y="500"/>
                                </a:lnTo>
                                <a:lnTo>
                                  <a:pt x="91" y="500"/>
                                </a:lnTo>
                                <a:lnTo>
                                  <a:pt x="88" y="500"/>
                                </a:lnTo>
                                <a:lnTo>
                                  <a:pt x="85" y="499"/>
                                </a:lnTo>
                                <a:lnTo>
                                  <a:pt x="82" y="497"/>
                                </a:lnTo>
                                <a:lnTo>
                                  <a:pt x="80" y="495"/>
                                </a:lnTo>
                                <a:lnTo>
                                  <a:pt x="77" y="491"/>
                                </a:lnTo>
                                <a:lnTo>
                                  <a:pt x="76" y="485"/>
                                </a:lnTo>
                                <a:lnTo>
                                  <a:pt x="77" y="479"/>
                                </a:lnTo>
                                <a:lnTo>
                                  <a:pt x="80" y="474"/>
                                </a:lnTo>
                                <a:lnTo>
                                  <a:pt x="82" y="472"/>
                                </a:lnTo>
                                <a:lnTo>
                                  <a:pt x="85" y="470"/>
                                </a:lnTo>
                                <a:lnTo>
                                  <a:pt x="88" y="469"/>
                                </a:lnTo>
                                <a:lnTo>
                                  <a:pt x="91" y="469"/>
                                </a:lnTo>
                                <a:lnTo>
                                  <a:pt x="99" y="470"/>
                                </a:lnTo>
                                <a:lnTo>
                                  <a:pt x="106" y="471"/>
                                </a:lnTo>
                                <a:lnTo>
                                  <a:pt x="113" y="474"/>
                                </a:lnTo>
                                <a:lnTo>
                                  <a:pt x="118" y="479"/>
                                </a:lnTo>
                                <a:lnTo>
                                  <a:pt x="125" y="483"/>
                                </a:lnTo>
                                <a:lnTo>
                                  <a:pt x="129" y="488"/>
                                </a:lnTo>
                                <a:lnTo>
                                  <a:pt x="134" y="495"/>
                                </a:lnTo>
                                <a:lnTo>
                                  <a:pt x="137" y="501"/>
                                </a:lnTo>
                                <a:lnTo>
                                  <a:pt x="141" y="508"/>
                                </a:lnTo>
                                <a:lnTo>
                                  <a:pt x="142" y="515"/>
                                </a:lnTo>
                                <a:lnTo>
                                  <a:pt x="143" y="522"/>
                                </a:lnTo>
                                <a:lnTo>
                                  <a:pt x="143" y="529"/>
                                </a:lnTo>
                                <a:lnTo>
                                  <a:pt x="142" y="537"/>
                                </a:lnTo>
                                <a:lnTo>
                                  <a:pt x="139" y="543"/>
                                </a:lnTo>
                                <a:lnTo>
                                  <a:pt x="135" y="550"/>
                                </a:lnTo>
                                <a:lnTo>
                                  <a:pt x="130" y="555"/>
                                </a:lnTo>
                                <a:lnTo>
                                  <a:pt x="121" y="563"/>
                                </a:lnTo>
                                <a:lnTo>
                                  <a:pt x="113" y="567"/>
                                </a:lnTo>
                                <a:lnTo>
                                  <a:pt x="104" y="572"/>
                                </a:lnTo>
                                <a:lnTo>
                                  <a:pt x="95" y="574"/>
                                </a:lnTo>
                                <a:lnTo>
                                  <a:pt x="87" y="574"/>
                                </a:lnTo>
                                <a:lnTo>
                                  <a:pt x="78" y="574"/>
                                </a:lnTo>
                                <a:lnTo>
                                  <a:pt x="69" y="572"/>
                                </a:lnTo>
                                <a:lnTo>
                                  <a:pt x="61" y="569"/>
                                </a:lnTo>
                                <a:lnTo>
                                  <a:pt x="53" y="565"/>
                                </a:lnTo>
                                <a:lnTo>
                                  <a:pt x="46" y="560"/>
                                </a:lnTo>
                                <a:lnTo>
                                  <a:pt x="38" y="554"/>
                                </a:lnTo>
                                <a:lnTo>
                                  <a:pt x="32" y="548"/>
                                </a:lnTo>
                                <a:lnTo>
                                  <a:pt x="26" y="540"/>
                                </a:lnTo>
                                <a:lnTo>
                                  <a:pt x="22" y="532"/>
                                </a:lnTo>
                                <a:lnTo>
                                  <a:pt x="18" y="523"/>
                                </a:lnTo>
                                <a:lnTo>
                                  <a:pt x="14" y="513"/>
                                </a:lnTo>
                                <a:lnTo>
                                  <a:pt x="12" y="500"/>
                                </a:lnTo>
                                <a:lnTo>
                                  <a:pt x="12" y="487"/>
                                </a:lnTo>
                                <a:lnTo>
                                  <a:pt x="13" y="475"/>
                                </a:lnTo>
                                <a:lnTo>
                                  <a:pt x="15" y="464"/>
                                </a:lnTo>
                                <a:lnTo>
                                  <a:pt x="20" y="452"/>
                                </a:lnTo>
                                <a:lnTo>
                                  <a:pt x="25" y="441"/>
                                </a:lnTo>
                                <a:lnTo>
                                  <a:pt x="32" y="429"/>
                                </a:lnTo>
                                <a:lnTo>
                                  <a:pt x="38" y="418"/>
                                </a:lnTo>
                                <a:lnTo>
                                  <a:pt x="54" y="398"/>
                                </a:lnTo>
                                <a:lnTo>
                                  <a:pt x="72" y="378"/>
                                </a:lnTo>
                                <a:lnTo>
                                  <a:pt x="89" y="359"/>
                                </a:lnTo>
                                <a:lnTo>
                                  <a:pt x="104" y="339"/>
                                </a:lnTo>
                                <a:lnTo>
                                  <a:pt x="108" y="333"/>
                                </a:lnTo>
                                <a:lnTo>
                                  <a:pt x="113" y="325"/>
                                </a:lnTo>
                                <a:lnTo>
                                  <a:pt x="117" y="318"/>
                                </a:lnTo>
                                <a:lnTo>
                                  <a:pt x="120" y="310"/>
                                </a:lnTo>
                                <a:lnTo>
                                  <a:pt x="125" y="295"/>
                                </a:lnTo>
                                <a:lnTo>
                                  <a:pt x="128" y="280"/>
                                </a:lnTo>
                                <a:lnTo>
                                  <a:pt x="128" y="265"/>
                                </a:lnTo>
                                <a:lnTo>
                                  <a:pt x="127" y="250"/>
                                </a:lnTo>
                                <a:lnTo>
                                  <a:pt x="123" y="235"/>
                                </a:lnTo>
                                <a:lnTo>
                                  <a:pt x="119" y="221"/>
                                </a:lnTo>
                                <a:lnTo>
                                  <a:pt x="113" y="207"/>
                                </a:lnTo>
                                <a:lnTo>
                                  <a:pt x="104" y="195"/>
                                </a:lnTo>
                                <a:lnTo>
                                  <a:pt x="94" y="183"/>
                                </a:lnTo>
                                <a:lnTo>
                                  <a:pt x="82" y="173"/>
                                </a:lnTo>
                                <a:lnTo>
                                  <a:pt x="69" y="164"/>
                                </a:lnTo>
                                <a:lnTo>
                                  <a:pt x="55" y="157"/>
                                </a:lnTo>
                                <a:lnTo>
                                  <a:pt x="48" y="155"/>
                                </a:lnTo>
                                <a:lnTo>
                                  <a:pt x="40" y="152"/>
                                </a:lnTo>
                                <a:lnTo>
                                  <a:pt x="33" y="150"/>
                                </a:lnTo>
                                <a:lnTo>
                                  <a:pt x="24" y="148"/>
                                </a:lnTo>
                                <a:lnTo>
                                  <a:pt x="22" y="149"/>
                                </a:lnTo>
                                <a:lnTo>
                                  <a:pt x="20" y="149"/>
                                </a:lnTo>
                                <a:lnTo>
                                  <a:pt x="17" y="148"/>
                                </a:lnTo>
                                <a:lnTo>
                                  <a:pt x="13" y="147"/>
                                </a:lnTo>
                                <a:lnTo>
                                  <a:pt x="10" y="147"/>
                                </a:lnTo>
                                <a:lnTo>
                                  <a:pt x="8" y="145"/>
                                </a:lnTo>
                                <a:lnTo>
                                  <a:pt x="6" y="144"/>
                                </a:lnTo>
                                <a:lnTo>
                                  <a:pt x="4" y="142"/>
                                </a:lnTo>
                                <a:lnTo>
                                  <a:pt x="1" y="136"/>
                                </a:lnTo>
                                <a:lnTo>
                                  <a:pt x="0" y="131"/>
                                </a:lnTo>
                                <a:lnTo>
                                  <a:pt x="1" y="126"/>
                                </a:lnTo>
                                <a:lnTo>
                                  <a:pt x="4" y="121"/>
                                </a:lnTo>
                                <a:lnTo>
                                  <a:pt x="6" y="119"/>
                                </a:lnTo>
                                <a:lnTo>
                                  <a:pt x="9" y="118"/>
                                </a:lnTo>
                                <a:lnTo>
                                  <a:pt x="11" y="117"/>
                                </a:lnTo>
                                <a:lnTo>
                                  <a:pt x="15" y="117"/>
                                </a:lnTo>
                                <a:lnTo>
                                  <a:pt x="20" y="117"/>
                                </a:lnTo>
                                <a:lnTo>
                                  <a:pt x="24" y="118"/>
                                </a:lnTo>
                                <a:lnTo>
                                  <a:pt x="35" y="116"/>
                                </a:lnTo>
                                <a:lnTo>
                                  <a:pt x="42" y="113"/>
                                </a:lnTo>
                                <a:lnTo>
                                  <a:pt x="50" y="108"/>
                                </a:lnTo>
                                <a:lnTo>
                                  <a:pt x="55" y="102"/>
                                </a:lnTo>
                                <a:lnTo>
                                  <a:pt x="60" y="95"/>
                                </a:lnTo>
                                <a:lnTo>
                                  <a:pt x="63" y="88"/>
                                </a:lnTo>
                                <a:lnTo>
                                  <a:pt x="64" y="80"/>
                                </a:lnTo>
                                <a:lnTo>
                                  <a:pt x="64" y="72"/>
                                </a:lnTo>
                                <a:lnTo>
                                  <a:pt x="63" y="64"/>
                                </a:lnTo>
                                <a:lnTo>
                                  <a:pt x="61" y="56"/>
                                </a:lnTo>
                                <a:lnTo>
                                  <a:pt x="56" y="49"/>
                                </a:lnTo>
                                <a:lnTo>
                                  <a:pt x="51" y="44"/>
                                </a:lnTo>
                                <a:lnTo>
                                  <a:pt x="45" y="38"/>
                                </a:lnTo>
                                <a:lnTo>
                                  <a:pt x="37" y="34"/>
                                </a:lnTo>
                                <a:lnTo>
                                  <a:pt x="28" y="32"/>
                                </a:lnTo>
                                <a:lnTo>
                                  <a:pt x="18" y="32"/>
                                </a:lnTo>
                                <a:lnTo>
                                  <a:pt x="14" y="31"/>
                                </a:lnTo>
                                <a:lnTo>
                                  <a:pt x="11" y="31"/>
                                </a:lnTo>
                                <a:lnTo>
                                  <a:pt x="8" y="28"/>
                                </a:lnTo>
                                <a:lnTo>
                                  <a:pt x="6" y="27"/>
                                </a:lnTo>
                                <a:lnTo>
                                  <a:pt x="4" y="22"/>
                                </a:lnTo>
                                <a:lnTo>
                                  <a:pt x="2" y="17"/>
                                </a:lnTo>
                                <a:lnTo>
                                  <a:pt x="4" y="11"/>
                                </a:lnTo>
                                <a:lnTo>
                                  <a:pt x="6" y="6"/>
                                </a:lnTo>
                                <a:lnTo>
                                  <a:pt x="8" y="4"/>
                                </a:lnTo>
                                <a:lnTo>
                                  <a:pt x="11" y="1"/>
                                </a:lnTo>
                                <a:lnTo>
                                  <a:pt x="14" y="0"/>
                                </a:lnTo>
                                <a:lnTo>
                                  <a:pt x="18" y="0"/>
                                </a:lnTo>
                                <a:lnTo>
                                  <a:pt x="25" y="0"/>
                                </a:lnTo>
                                <a:lnTo>
                                  <a:pt x="32" y="1"/>
                                </a:lnTo>
                                <a:lnTo>
                                  <a:pt x="39" y="2"/>
                                </a:lnTo>
                                <a:lnTo>
                                  <a:pt x="47" y="5"/>
                                </a:lnTo>
                                <a:lnTo>
                                  <a:pt x="53" y="8"/>
                                </a:lnTo>
                                <a:lnTo>
                                  <a:pt x="60" y="11"/>
                                </a:lnTo>
                                <a:lnTo>
                                  <a:pt x="66" y="14"/>
                                </a:lnTo>
                                <a:lnTo>
                                  <a:pt x="72" y="19"/>
                                </a:lnTo>
                                <a:lnTo>
                                  <a:pt x="77" y="24"/>
                                </a:lnTo>
                                <a:lnTo>
                                  <a:pt x="81" y="28"/>
                                </a:lnTo>
                                <a:lnTo>
                                  <a:pt x="86" y="35"/>
                                </a:lnTo>
                                <a:lnTo>
                                  <a:pt x="90" y="41"/>
                                </a:lnTo>
                                <a:lnTo>
                                  <a:pt x="92" y="48"/>
                                </a:lnTo>
                                <a:lnTo>
                                  <a:pt x="95" y="54"/>
                                </a:lnTo>
                                <a:lnTo>
                                  <a:pt x="96" y="62"/>
                                </a:lnTo>
                                <a:lnTo>
                                  <a:pt x="98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8" name="淘宝店chenying0907 9"/>
                        <wps:cNvSpPr>
                          <a:spLocks noEditPoints="1"/>
                        </wps:cNvSpPr>
                        <wps:spPr bwMode="auto">
                          <a:xfrm>
                            <a:off x="46037" y="285750"/>
                            <a:ext cx="73025" cy="73025"/>
                          </a:xfrm>
                          <a:custGeom>
                            <a:avLst/>
                            <a:gdLst>
                              <a:gd name="T0" fmla="*/ 137 w 138"/>
                              <a:gd name="T1" fmla="*/ 75 h 138"/>
                              <a:gd name="T2" fmla="*/ 135 w 138"/>
                              <a:gd name="T3" fmla="*/ 89 h 138"/>
                              <a:gd name="T4" fmla="*/ 129 w 138"/>
                              <a:gd name="T5" fmla="*/ 101 h 138"/>
                              <a:gd name="T6" fmla="*/ 122 w 138"/>
                              <a:gd name="T7" fmla="*/ 112 h 138"/>
                              <a:gd name="T8" fmla="*/ 112 w 138"/>
                              <a:gd name="T9" fmla="*/ 122 h 138"/>
                              <a:gd name="T10" fmla="*/ 101 w 138"/>
                              <a:gd name="T11" fmla="*/ 129 h 138"/>
                              <a:gd name="T12" fmla="*/ 90 w 138"/>
                              <a:gd name="T13" fmla="*/ 135 h 138"/>
                              <a:gd name="T14" fmla="*/ 75 w 138"/>
                              <a:gd name="T15" fmla="*/ 137 h 138"/>
                              <a:gd name="T16" fmla="*/ 61 w 138"/>
                              <a:gd name="T17" fmla="*/ 137 h 138"/>
                              <a:gd name="T18" fmla="*/ 48 w 138"/>
                              <a:gd name="T19" fmla="*/ 135 h 138"/>
                              <a:gd name="T20" fmla="*/ 36 w 138"/>
                              <a:gd name="T21" fmla="*/ 129 h 138"/>
                              <a:gd name="T22" fmla="*/ 25 w 138"/>
                              <a:gd name="T23" fmla="*/ 122 h 138"/>
                              <a:gd name="T24" fmla="*/ 15 w 138"/>
                              <a:gd name="T25" fmla="*/ 112 h 138"/>
                              <a:gd name="T26" fmla="*/ 7 w 138"/>
                              <a:gd name="T27" fmla="*/ 101 h 138"/>
                              <a:gd name="T28" fmla="*/ 2 w 138"/>
                              <a:gd name="T29" fmla="*/ 89 h 138"/>
                              <a:gd name="T30" fmla="*/ 0 w 138"/>
                              <a:gd name="T31" fmla="*/ 75 h 138"/>
                              <a:gd name="T32" fmla="*/ 0 w 138"/>
                              <a:gd name="T33" fmla="*/ 61 h 138"/>
                              <a:gd name="T34" fmla="*/ 2 w 138"/>
                              <a:gd name="T35" fmla="*/ 48 h 138"/>
                              <a:gd name="T36" fmla="*/ 7 w 138"/>
                              <a:gd name="T37" fmla="*/ 35 h 138"/>
                              <a:gd name="T38" fmla="*/ 15 w 138"/>
                              <a:gd name="T39" fmla="*/ 25 h 138"/>
                              <a:gd name="T40" fmla="*/ 25 w 138"/>
                              <a:gd name="T41" fmla="*/ 15 h 138"/>
                              <a:gd name="T42" fmla="*/ 36 w 138"/>
                              <a:gd name="T43" fmla="*/ 7 h 138"/>
                              <a:gd name="T44" fmla="*/ 48 w 138"/>
                              <a:gd name="T45" fmla="*/ 3 h 138"/>
                              <a:gd name="T46" fmla="*/ 61 w 138"/>
                              <a:gd name="T47" fmla="*/ 0 h 138"/>
                              <a:gd name="T48" fmla="*/ 75 w 138"/>
                              <a:gd name="T49" fmla="*/ 0 h 138"/>
                              <a:gd name="T50" fmla="*/ 90 w 138"/>
                              <a:gd name="T51" fmla="*/ 3 h 138"/>
                              <a:gd name="T52" fmla="*/ 101 w 138"/>
                              <a:gd name="T53" fmla="*/ 7 h 138"/>
                              <a:gd name="T54" fmla="*/ 112 w 138"/>
                              <a:gd name="T55" fmla="*/ 15 h 138"/>
                              <a:gd name="T56" fmla="*/ 122 w 138"/>
                              <a:gd name="T57" fmla="*/ 25 h 138"/>
                              <a:gd name="T58" fmla="*/ 129 w 138"/>
                              <a:gd name="T59" fmla="*/ 35 h 138"/>
                              <a:gd name="T60" fmla="*/ 135 w 138"/>
                              <a:gd name="T61" fmla="*/ 48 h 138"/>
                              <a:gd name="T62" fmla="*/ 137 w 138"/>
                              <a:gd name="T63" fmla="*/ 61 h 138"/>
                              <a:gd name="T64" fmla="*/ 30 w 138"/>
                              <a:gd name="T65" fmla="*/ 69 h 138"/>
                              <a:gd name="T66" fmla="*/ 31 w 138"/>
                              <a:gd name="T67" fmla="*/ 77 h 138"/>
                              <a:gd name="T68" fmla="*/ 37 w 138"/>
                              <a:gd name="T69" fmla="*/ 89 h 138"/>
                              <a:gd name="T70" fmla="*/ 47 w 138"/>
                              <a:gd name="T71" fmla="*/ 100 h 138"/>
                              <a:gd name="T72" fmla="*/ 60 w 138"/>
                              <a:gd name="T73" fmla="*/ 106 h 138"/>
                              <a:gd name="T74" fmla="*/ 77 w 138"/>
                              <a:gd name="T75" fmla="*/ 106 h 138"/>
                              <a:gd name="T76" fmla="*/ 90 w 138"/>
                              <a:gd name="T77" fmla="*/ 100 h 138"/>
                              <a:gd name="T78" fmla="*/ 100 w 138"/>
                              <a:gd name="T79" fmla="*/ 89 h 138"/>
                              <a:gd name="T80" fmla="*/ 106 w 138"/>
                              <a:gd name="T81" fmla="*/ 77 h 138"/>
                              <a:gd name="T82" fmla="*/ 106 w 138"/>
                              <a:gd name="T83" fmla="*/ 61 h 138"/>
                              <a:gd name="T84" fmla="*/ 100 w 138"/>
                              <a:gd name="T85" fmla="*/ 47 h 138"/>
                              <a:gd name="T86" fmla="*/ 90 w 138"/>
                              <a:gd name="T87" fmla="*/ 37 h 138"/>
                              <a:gd name="T88" fmla="*/ 77 w 138"/>
                              <a:gd name="T89" fmla="*/ 31 h 138"/>
                              <a:gd name="T90" fmla="*/ 60 w 138"/>
                              <a:gd name="T91" fmla="*/ 31 h 138"/>
                              <a:gd name="T92" fmla="*/ 47 w 138"/>
                              <a:gd name="T93" fmla="*/ 37 h 138"/>
                              <a:gd name="T94" fmla="*/ 37 w 138"/>
                              <a:gd name="T95" fmla="*/ 47 h 138"/>
                              <a:gd name="T96" fmla="*/ 31 w 138"/>
                              <a:gd name="T97" fmla="*/ 61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38" y="69"/>
                                </a:move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89"/>
                                </a:lnTo>
                                <a:lnTo>
                                  <a:pt x="133" y="96"/>
                                </a:lnTo>
                                <a:lnTo>
                                  <a:pt x="129" y="101"/>
                                </a:lnTo>
                                <a:lnTo>
                                  <a:pt x="126" y="107"/>
                                </a:lnTo>
                                <a:lnTo>
                                  <a:pt x="122" y="112"/>
                                </a:lnTo>
                                <a:lnTo>
                                  <a:pt x="118" y="118"/>
                                </a:lnTo>
                                <a:lnTo>
                                  <a:pt x="112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1" y="129"/>
                                </a:lnTo>
                                <a:lnTo>
                                  <a:pt x="95" y="133"/>
                                </a:lnTo>
                                <a:lnTo>
                                  <a:pt x="90" y="135"/>
                                </a:lnTo>
                                <a:lnTo>
                                  <a:pt x="82" y="136"/>
                                </a:lnTo>
                                <a:lnTo>
                                  <a:pt x="75" y="137"/>
                                </a:lnTo>
                                <a:lnTo>
                                  <a:pt x="69" y="138"/>
                                </a:lnTo>
                                <a:lnTo>
                                  <a:pt x="61" y="137"/>
                                </a:lnTo>
                                <a:lnTo>
                                  <a:pt x="55" y="136"/>
                                </a:lnTo>
                                <a:lnTo>
                                  <a:pt x="48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19" y="118"/>
                                </a:lnTo>
                                <a:lnTo>
                                  <a:pt x="15" y="112"/>
                                </a:lnTo>
                                <a:lnTo>
                                  <a:pt x="11" y="107"/>
                                </a:lnTo>
                                <a:lnTo>
                                  <a:pt x="7" y="101"/>
                                </a:lnTo>
                                <a:lnTo>
                                  <a:pt x="5" y="96"/>
                                </a:lnTo>
                                <a:lnTo>
                                  <a:pt x="2" y="89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8"/>
                                </a:lnTo>
                                <a:lnTo>
                                  <a:pt x="5" y="42"/>
                                </a:lnTo>
                                <a:lnTo>
                                  <a:pt x="7" y="35"/>
                                </a:lnTo>
                                <a:lnTo>
                                  <a:pt x="11" y="30"/>
                                </a:lnTo>
                                <a:lnTo>
                                  <a:pt x="15" y="25"/>
                                </a:lnTo>
                                <a:lnTo>
                                  <a:pt x="19" y="19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7"/>
                                </a:lnTo>
                                <a:lnTo>
                                  <a:pt x="42" y="5"/>
                                </a:lnTo>
                                <a:lnTo>
                                  <a:pt x="48" y="3"/>
                                </a:lnTo>
                                <a:lnTo>
                                  <a:pt x="55" y="1"/>
                                </a:lnTo>
                                <a:lnTo>
                                  <a:pt x="61" y="0"/>
                                </a:lnTo>
                                <a:lnTo>
                                  <a:pt x="69" y="0"/>
                                </a:lnTo>
                                <a:lnTo>
                                  <a:pt x="75" y="0"/>
                                </a:lnTo>
                                <a:lnTo>
                                  <a:pt x="82" y="1"/>
                                </a:lnTo>
                                <a:lnTo>
                                  <a:pt x="90" y="3"/>
                                </a:lnTo>
                                <a:lnTo>
                                  <a:pt x="95" y="5"/>
                                </a:lnTo>
                                <a:lnTo>
                                  <a:pt x="101" y="7"/>
                                </a:lnTo>
                                <a:lnTo>
                                  <a:pt x="107" y="12"/>
                                </a:lnTo>
                                <a:lnTo>
                                  <a:pt x="112" y="15"/>
                                </a:lnTo>
                                <a:lnTo>
                                  <a:pt x="118" y="19"/>
                                </a:lnTo>
                                <a:lnTo>
                                  <a:pt x="122" y="25"/>
                                </a:lnTo>
                                <a:lnTo>
                                  <a:pt x="126" y="30"/>
                                </a:lnTo>
                                <a:lnTo>
                                  <a:pt x="129" y="35"/>
                                </a:lnTo>
                                <a:lnTo>
                                  <a:pt x="133" y="42"/>
                                </a:lnTo>
                                <a:lnTo>
                                  <a:pt x="135" y="48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close/>
                                <a:moveTo>
                                  <a:pt x="30" y="69"/>
                                </a:moveTo>
                                <a:lnTo>
                                  <a:pt x="30" y="69"/>
                                </a:lnTo>
                                <a:lnTo>
                                  <a:pt x="31" y="77"/>
                                </a:lnTo>
                                <a:lnTo>
                                  <a:pt x="33" y="83"/>
                                </a:lnTo>
                                <a:lnTo>
                                  <a:pt x="37" y="89"/>
                                </a:lnTo>
                                <a:lnTo>
                                  <a:pt x="42" y="96"/>
                                </a:lnTo>
                                <a:lnTo>
                                  <a:pt x="47" y="100"/>
                                </a:lnTo>
                                <a:lnTo>
                                  <a:pt x="54" y="104"/>
                                </a:lnTo>
                                <a:lnTo>
                                  <a:pt x="60" y="106"/>
                                </a:lnTo>
                                <a:lnTo>
                                  <a:pt x="69" y="107"/>
                                </a:lnTo>
                                <a:lnTo>
                                  <a:pt x="77" y="106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0" y="89"/>
                                </a:lnTo>
                                <a:lnTo>
                                  <a:pt x="104" y="83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0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7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0"/>
                                </a:lnTo>
                                <a:lnTo>
                                  <a:pt x="60" y="31"/>
                                </a:lnTo>
                                <a:lnTo>
                                  <a:pt x="54" y="33"/>
                                </a:lnTo>
                                <a:lnTo>
                                  <a:pt x="47" y="37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3" y="54"/>
                                </a:lnTo>
                                <a:lnTo>
                                  <a:pt x="31" y="61"/>
                                </a:lnTo>
                                <a:lnTo>
                                  <a:pt x="30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39" name="淘宝店chenying0907 10"/>
                        <wps:cNvSpPr/>
                        <wps:spPr bwMode="auto">
                          <a:xfrm>
                            <a:off x="169862" y="77788"/>
                            <a:ext cx="796925" cy="19050"/>
                          </a:xfrm>
                          <a:custGeom>
                            <a:avLst/>
                            <a:gdLst>
                              <a:gd name="T0" fmla="*/ 19 w 1507"/>
                              <a:gd name="T1" fmla="*/ 0 h 36"/>
                              <a:gd name="T2" fmla="*/ 1488 w 1507"/>
                              <a:gd name="T3" fmla="*/ 0 h 36"/>
                              <a:gd name="T4" fmla="*/ 1492 w 1507"/>
                              <a:gd name="T5" fmla="*/ 0 h 36"/>
                              <a:gd name="T6" fmla="*/ 1495 w 1507"/>
                              <a:gd name="T7" fmla="*/ 1 h 36"/>
                              <a:gd name="T8" fmla="*/ 1498 w 1507"/>
                              <a:gd name="T9" fmla="*/ 3 h 36"/>
                              <a:gd name="T10" fmla="*/ 1501 w 1507"/>
                              <a:gd name="T11" fmla="*/ 5 h 36"/>
                              <a:gd name="T12" fmla="*/ 1504 w 1507"/>
                              <a:gd name="T13" fmla="*/ 7 h 36"/>
                              <a:gd name="T14" fmla="*/ 1506 w 1507"/>
                              <a:gd name="T15" fmla="*/ 10 h 36"/>
                              <a:gd name="T16" fmla="*/ 1507 w 1507"/>
                              <a:gd name="T17" fmla="*/ 14 h 36"/>
                              <a:gd name="T18" fmla="*/ 1507 w 1507"/>
                              <a:gd name="T19" fmla="*/ 18 h 36"/>
                              <a:gd name="T20" fmla="*/ 1507 w 1507"/>
                              <a:gd name="T21" fmla="*/ 21 h 36"/>
                              <a:gd name="T22" fmla="*/ 1506 w 1507"/>
                              <a:gd name="T23" fmla="*/ 26 h 36"/>
                              <a:gd name="T24" fmla="*/ 1504 w 1507"/>
                              <a:gd name="T25" fmla="*/ 29 h 36"/>
                              <a:gd name="T26" fmla="*/ 1501 w 1507"/>
                              <a:gd name="T27" fmla="*/ 31 h 36"/>
                              <a:gd name="T28" fmla="*/ 1498 w 1507"/>
                              <a:gd name="T29" fmla="*/ 33 h 36"/>
                              <a:gd name="T30" fmla="*/ 1495 w 1507"/>
                              <a:gd name="T31" fmla="*/ 35 h 36"/>
                              <a:gd name="T32" fmla="*/ 1492 w 1507"/>
                              <a:gd name="T33" fmla="*/ 36 h 36"/>
                              <a:gd name="T34" fmla="*/ 1488 w 1507"/>
                              <a:gd name="T35" fmla="*/ 36 h 36"/>
                              <a:gd name="T36" fmla="*/ 19 w 1507"/>
                              <a:gd name="T37" fmla="*/ 36 h 36"/>
                              <a:gd name="T38" fmla="*/ 15 w 1507"/>
                              <a:gd name="T39" fmla="*/ 36 h 36"/>
                              <a:gd name="T40" fmla="*/ 11 w 1507"/>
                              <a:gd name="T41" fmla="*/ 35 h 36"/>
                              <a:gd name="T42" fmla="*/ 8 w 1507"/>
                              <a:gd name="T43" fmla="*/ 33 h 36"/>
                              <a:gd name="T44" fmla="*/ 6 w 1507"/>
                              <a:gd name="T45" fmla="*/ 31 h 36"/>
                              <a:gd name="T46" fmla="*/ 3 w 1507"/>
                              <a:gd name="T47" fmla="*/ 29 h 36"/>
                              <a:gd name="T48" fmla="*/ 1 w 1507"/>
                              <a:gd name="T49" fmla="*/ 26 h 36"/>
                              <a:gd name="T50" fmla="*/ 0 w 1507"/>
                              <a:gd name="T51" fmla="*/ 21 h 36"/>
                              <a:gd name="T52" fmla="*/ 0 w 1507"/>
                              <a:gd name="T53" fmla="*/ 18 h 36"/>
                              <a:gd name="T54" fmla="*/ 0 w 1507"/>
                              <a:gd name="T55" fmla="*/ 14 h 36"/>
                              <a:gd name="T56" fmla="*/ 1 w 1507"/>
                              <a:gd name="T57" fmla="*/ 10 h 36"/>
                              <a:gd name="T58" fmla="*/ 3 w 1507"/>
                              <a:gd name="T59" fmla="*/ 7 h 36"/>
                              <a:gd name="T60" fmla="*/ 6 w 1507"/>
                              <a:gd name="T61" fmla="*/ 5 h 36"/>
                              <a:gd name="T62" fmla="*/ 8 w 1507"/>
                              <a:gd name="T63" fmla="*/ 3 h 36"/>
                              <a:gd name="T64" fmla="*/ 11 w 1507"/>
                              <a:gd name="T65" fmla="*/ 1 h 36"/>
                              <a:gd name="T66" fmla="*/ 15 w 1507"/>
                              <a:gd name="T67" fmla="*/ 0 h 36"/>
                              <a:gd name="T68" fmla="*/ 19 w 1507"/>
                              <a:gd name="T69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07" h="36">
                                <a:moveTo>
                                  <a:pt x="19" y="0"/>
                                </a:moveTo>
                                <a:lnTo>
                                  <a:pt x="1488" y="0"/>
                                </a:lnTo>
                                <a:lnTo>
                                  <a:pt x="1492" y="0"/>
                                </a:lnTo>
                                <a:lnTo>
                                  <a:pt x="1495" y="1"/>
                                </a:lnTo>
                                <a:lnTo>
                                  <a:pt x="1498" y="3"/>
                                </a:lnTo>
                                <a:lnTo>
                                  <a:pt x="1501" y="5"/>
                                </a:lnTo>
                                <a:lnTo>
                                  <a:pt x="1504" y="7"/>
                                </a:lnTo>
                                <a:lnTo>
                                  <a:pt x="1506" y="10"/>
                                </a:lnTo>
                                <a:lnTo>
                                  <a:pt x="1507" y="14"/>
                                </a:lnTo>
                                <a:lnTo>
                                  <a:pt x="1507" y="18"/>
                                </a:lnTo>
                                <a:lnTo>
                                  <a:pt x="1507" y="21"/>
                                </a:lnTo>
                                <a:lnTo>
                                  <a:pt x="1506" y="26"/>
                                </a:lnTo>
                                <a:lnTo>
                                  <a:pt x="1504" y="29"/>
                                </a:lnTo>
                                <a:lnTo>
                                  <a:pt x="1501" y="31"/>
                                </a:lnTo>
                                <a:lnTo>
                                  <a:pt x="1498" y="33"/>
                                </a:lnTo>
                                <a:lnTo>
                                  <a:pt x="1495" y="35"/>
                                </a:lnTo>
                                <a:lnTo>
                                  <a:pt x="1492" y="36"/>
                                </a:lnTo>
                                <a:lnTo>
                                  <a:pt x="1488" y="36"/>
                                </a:lnTo>
                                <a:lnTo>
                                  <a:pt x="19" y="36"/>
                                </a:lnTo>
                                <a:lnTo>
                                  <a:pt x="15" y="36"/>
                                </a:lnTo>
                                <a:lnTo>
                                  <a:pt x="11" y="35"/>
                                </a:lnTo>
                                <a:lnTo>
                                  <a:pt x="8" y="33"/>
                                </a:lnTo>
                                <a:lnTo>
                                  <a:pt x="6" y="31"/>
                                </a:lnTo>
                                <a:lnTo>
                                  <a:pt x="3" y="29"/>
                                </a:lnTo>
                                <a:lnTo>
                                  <a:pt x="1" y="26"/>
                                </a:lnTo>
                                <a:lnTo>
                                  <a:pt x="0" y="21"/>
                                </a:lnTo>
                                <a:lnTo>
                                  <a:pt x="0" y="18"/>
                                </a:lnTo>
                                <a:lnTo>
                                  <a:pt x="0" y="14"/>
                                </a:lnTo>
                                <a:lnTo>
                                  <a:pt x="1" y="10"/>
                                </a:lnTo>
                                <a:lnTo>
                                  <a:pt x="3" y="7"/>
                                </a:lnTo>
                                <a:lnTo>
                                  <a:pt x="6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0" name="淘宝店chenying0907 11"/>
                        <wps:cNvSpPr/>
                        <wps:spPr bwMode="auto">
                          <a:xfrm>
                            <a:off x="180975" y="84138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93 h 158"/>
                              <a:gd name="T2" fmla="*/ 124 w 573"/>
                              <a:gd name="T3" fmla="*/ 76 h 158"/>
                              <a:gd name="T4" fmla="*/ 150 w 573"/>
                              <a:gd name="T5" fmla="*/ 103 h 158"/>
                              <a:gd name="T6" fmla="*/ 189 w 573"/>
                              <a:gd name="T7" fmla="*/ 137 h 158"/>
                              <a:gd name="T8" fmla="*/ 237 w 573"/>
                              <a:gd name="T9" fmla="*/ 155 h 158"/>
                              <a:gd name="T10" fmla="*/ 291 w 573"/>
                              <a:gd name="T11" fmla="*/ 156 h 158"/>
                              <a:gd name="T12" fmla="*/ 334 w 573"/>
                              <a:gd name="T13" fmla="*/ 142 h 158"/>
                              <a:gd name="T14" fmla="*/ 406 w 573"/>
                              <a:gd name="T15" fmla="*/ 86 h 158"/>
                              <a:gd name="T16" fmla="*/ 468 w 573"/>
                              <a:gd name="T17" fmla="*/ 46 h 158"/>
                              <a:gd name="T18" fmla="*/ 514 w 573"/>
                              <a:gd name="T19" fmla="*/ 46 h 158"/>
                              <a:gd name="T20" fmla="*/ 538 w 573"/>
                              <a:gd name="T21" fmla="*/ 64 h 158"/>
                              <a:gd name="T22" fmla="*/ 542 w 573"/>
                              <a:gd name="T23" fmla="*/ 88 h 158"/>
                              <a:gd name="T24" fmla="*/ 535 w 573"/>
                              <a:gd name="T25" fmla="*/ 106 h 158"/>
                              <a:gd name="T26" fmla="*/ 522 w 573"/>
                              <a:gd name="T27" fmla="*/ 110 h 158"/>
                              <a:gd name="T28" fmla="*/ 508 w 573"/>
                              <a:gd name="T29" fmla="*/ 106 h 158"/>
                              <a:gd name="T30" fmla="*/ 500 w 573"/>
                              <a:gd name="T31" fmla="*/ 95 h 158"/>
                              <a:gd name="T32" fmla="*/ 496 w 573"/>
                              <a:gd name="T33" fmla="*/ 81 h 158"/>
                              <a:gd name="T34" fmla="*/ 478 w 573"/>
                              <a:gd name="T35" fmla="*/ 76 h 158"/>
                              <a:gd name="T36" fmla="*/ 468 w 573"/>
                              <a:gd name="T37" fmla="*/ 87 h 158"/>
                              <a:gd name="T38" fmla="*/ 474 w 573"/>
                              <a:gd name="T39" fmla="*/ 111 h 158"/>
                              <a:gd name="T40" fmla="*/ 494 w 573"/>
                              <a:gd name="T41" fmla="*/ 133 h 158"/>
                              <a:gd name="T42" fmla="*/ 521 w 573"/>
                              <a:gd name="T43" fmla="*/ 142 h 158"/>
                              <a:gd name="T44" fmla="*/ 549 w 573"/>
                              <a:gd name="T45" fmla="*/ 134 h 158"/>
                              <a:gd name="T46" fmla="*/ 571 w 573"/>
                              <a:gd name="T47" fmla="*/ 103 h 158"/>
                              <a:gd name="T48" fmla="*/ 571 w 573"/>
                              <a:gd name="T49" fmla="*/ 69 h 158"/>
                              <a:gd name="T50" fmla="*/ 554 w 573"/>
                              <a:gd name="T51" fmla="*/ 37 h 158"/>
                              <a:gd name="T52" fmla="*/ 522 w 573"/>
                              <a:gd name="T53" fmla="*/ 17 h 158"/>
                              <a:gd name="T54" fmla="*/ 475 w 573"/>
                              <a:gd name="T55" fmla="*/ 13 h 158"/>
                              <a:gd name="T56" fmla="*/ 428 w 573"/>
                              <a:gd name="T57" fmla="*/ 31 h 158"/>
                              <a:gd name="T58" fmla="*/ 358 w 573"/>
                              <a:gd name="T59" fmla="*/ 87 h 158"/>
                              <a:gd name="T60" fmla="*/ 317 w 573"/>
                              <a:gd name="T61" fmla="*/ 116 h 158"/>
                              <a:gd name="T62" fmla="*/ 264 w 573"/>
                              <a:gd name="T63" fmla="*/ 127 h 158"/>
                              <a:gd name="T64" fmla="*/ 206 w 573"/>
                              <a:gd name="T65" fmla="*/ 111 h 158"/>
                              <a:gd name="T66" fmla="*/ 164 w 573"/>
                              <a:gd name="T67" fmla="*/ 69 h 158"/>
                              <a:gd name="T68" fmla="*/ 150 w 573"/>
                              <a:gd name="T69" fmla="*/ 31 h 158"/>
                              <a:gd name="T70" fmla="*/ 148 w 573"/>
                              <a:gd name="T71" fmla="*/ 16 h 158"/>
                              <a:gd name="T72" fmla="*/ 143 w 573"/>
                              <a:gd name="T73" fmla="*/ 4 h 158"/>
                              <a:gd name="T74" fmla="*/ 125 w 573"/>
                              <a:gd name="T75" fmla="*/ 1 h 158"/>
                              <a:gd name="T76" fmla="*/ 116 w 573"/>
                              <a:gd name="T77" fmla="*/ 10 h 158"/>
                              <a:gd name="T78" fmla="*/ 115 w 573"/>
                              <a:gd name="T79" fmla="*/ 33 h 158"/>
                              <a:gd name="T80" fmla="*/ 95 w 573"/>
                              <a:gd name="T81" fmla="*/ 59 h 158"/>
                              <a:gd name="T82" fmla="*/ 63 w 573"/>
                              <a:gd name="T83" fmla="*/ 62 h 158"/>
                              <a:gd name="T84" fmla="*/ 37 w 573"/>
                              <a:gd name="T85" fmla="*/ 44 h 158"/>
                              <a:gd name="T86" fmla="*/ 30 w 573"/>
                              <a:gd name="T87" fmla="*/ 13 h 158"/>
                              <a:gd name="T88" fmla="*/ 21 w 573"/>
                              <a:gd name="T89" fmla="*/ 3 h 158"/>
                              <a:gd name="T90" fmla="*/ 3 w 573"/>
                              <a:gd name="T91" fmla="*/ 7 h 158"/>
                              <a:gd name="T92" fmla="*/ 0 w 573"/>
                              <a:gd name="T93" fmla="*/ 23 h 158"/>
                              <a:gd name="T94" fmla="*/ 6 w 573"/>
                              <a:gd name="T95" fmla="*/ 53 h 158"/>
                              <a:gd name="T96" fmla="*/ 23 w 573"/>
                              <a:gd name="T97" fmla="*/ 76 h 158"/>
                              <a:gd name="T98" fmla="*/ 47 w 573"/>
                              <a:gd name="T99" fmla="*/ 91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58">
                                <a:moveTo>
                                  <a:pt x="69" y="96"/>
                                </a:moveTo>
                                <a:lnTo>
                                  <a:pt x="79" y="96"/>
                                </a:lnTo>
                                <a:lnTo>
                                  <a:pt x="87" y="95"/>
                                </a:lnTo>
                                <a:lnTo>
                                  <a:pt x="96" y="93"/>
                                </a:lnTo>
                                <a:lnTo>
                                  <a:pt x="103" y="89"/>
                                </a:lnTo>
                                <a:lnTo>
                                  <a:pt x="111" y="86"/>
                                </a:lnTo>
                                <a:lnTo>
                                  <a:pt x="117" y="81"/>
                                </a:lnTo>
                                <a:lnTo>
                                  <a:pt x="124" y="76"/>
                                </a:lnTo>
                                <a:lnTo>
                                  <a:pt x="129" y="70"/>
                                </a:lnTo>
                                <a:lnTo>
                                  <a:pt x="136" y="82"/>
                                </a:lnTo>
                                <a:lnTo>
                                  <a:pt x="142" y="93"/>
                                </a:lnTo>
                                <a:lnTo>
                                  <a:pt x="150" y="103"/>
                                </a:lnTo>
                                <a:lnTo>
                                  <a:pt x="158" y="113"/>
                                </a:lnTo>
                                <a:lnTo>
                                  <a:pt x="168" y="122"/>
                                </a:lnTo>
                                <a:lnTo>
                                  <a:pt x="178" y="130"/>
                                </a:lnTo>
                                <a:lnTo>
                                  <a:pt x="189" y="137"/>
                                </a:lnTo>
                                <a:lnTo>
                                  <a:pt x="201" y="143"/>
                                </a:lnTo>
                                <a:lnTo>
                                  <a:pt x="212" y="149"/>
                                </a:lnTo>
                                <a:lnTo>
                                  <a:pt x="224" y="153"/>
                                </a:lnTo>
                                <a:lnTo>
                                  <a:pt x="237" y="155"/>
                                </a:lnTo>
                                <a:lnTo>
                                  <a:pt x="250" y="157"/>
                                </a:lnTo>
                                <a:lnTo>
                                  <a:pt x="264" y="158"/>
                                </a:lnTo>
                                <a:lnTo>
                                  <a:pt x="278" y="158"/>
                                </a:lnTo>
                                <a:lnTo>
                                  <a:pt x="291" y="156"/>
                                </a:lnTo>
                                <a:lnTo>
                                  <a:pt x="306" y="153"/>
                                </a:lnTo>
                                <a:lnTo>
                                  <a:pt x="316" y="151"/>
                                </a:lnTo>
                                <a:lnTo>
                                  <a:pt x="325" y="147"/>
                                </a:lnTo>
                                <a:lnTo>
                                  <a:pt x="334" y="142"/>
                                </a:lnTo>
                                <a:lnTo>
                                  <a:pt x="343" y="138"/>
                                </a:lnTo>
                                <a:lnTo>
                                  <a:pt x="359" y="126"/>
                                </a:lnTo>
                                <a:lnTo>
                                  <a:pt x="376" y="114"/>
                                </a:lnTo>
                                <a:lnTo>
                                  <a:pt x="406" y="86"/>
                                </a:lnTo>
                                <a:lnTo>
                                  <a:pt x="437" y="61"/>
                                </a:lnTo>
                                <a:lnTo>
                                  <a:pt x="448" y="56"/>
                                </a:lnTo>
                                <a:lnTo>
                                  <a:pt x="458" y="50"/>
                                </a:lnTo>
                                <a:lnTo>
                                  <a:pt x="468" y="46"/>
                                </a:lnTo>
                                <a:lnTo>
                                  <a:pt x="480" y="44"/>
                                </a:lnTo>
                                <a:lnTo>
                                  <a:pt x="491" y="43"/>
                                </a:lnTo>
                                <a:lnTo>
                                  <a:pt x="502" y="44"/>
                                </a:lnTo>
                                <a:lnTo>
                                  <a:pt x="514" y="46"/>
                                </a:lnTo>
                                <a:lnTo>
                                  <a:pt x="525" y="52"/>
                                </a:lnTo>
                                <a:lnTo>
                                  <a:pt x="530" y="55"/>
                                </a:lnTo>
                                <a:lnTo>
                                  <a:pt x="534" y="59"/>
                                </a:lnTo>
                                <a:lnTo>
                                  <a:pt x="538" y="64"/>
                                </a:lnTo>
                                <a:lnTo>
                                  <a:pt x="540" y="70"/>
                                </a:lnTo>
                                <a:lnTo>
                                  <a:pt x="542" y="76"/>
                                </a:lnTo>
                                <a:lnTo>
                                  <a:pt x="542" y="83"/>
                                </a:lnTo>
                                <a:lnTo>
                                  <a:pt x="542" y="88"/>
                                </a:lnTo>
                                <a:lnTo>
                                  <a:pt x="541" y="95"/>
                                </a:lnTo>
                                <a:lnTo>
                                  <a:pt x="540" y="99"/>
                                </a:lnTo>
                                <a:lnTo>
                                  <a:pt x="538" y="102"/>
                                </a:lnTo>
                                <a:lnTo>
                                  <a:pt x="535" y="106"/>
                                </a:lnTo>
                                <a:lnTo>
                                  <a:pt x="532" y="108"/>
                                </a:lnTo>
                                <a:lnTo>
                                  <a:pt x="529" y="109"/>
                                </a:lnTo>
                                <a:lnTo>
                                  <a:pt x="526" y="110"/>
                                </a:lnTo>
                                <a:lnTo>
                                  <a:pt x="522" y="110"/>
                                </a:lnTo>
                                <a:lnTo>
                                  <a:pt x="518" y="110"/>
                                </a:lnTo>
                                <a:lnTo>
                                  <a:pt x="515" y="109"/>
                                </a:lnTo>
                                <a:lnTo>
                                  <a:pt x="512" y="108"/>
                                </a:lnTo>
                                <a:lnTo>
                                  <a:pt x="508" y="106"/>
                                </a:lnTo>
                                <a:lnTo>
                                  <a:pt x="505" y="103"/>
                                </a:lnTo>
                                <a:lnTo>
                                  <a:pt x="503" y="101"/>
                                </a:lnTo>
                                <a:lnTo>
                                  <a:pt x="501" y="98"/>
                                </a:lnTo>
                                <a:lnTo>
                                  <a:pt x="500" y="95"/>
                                </a:lnTo>
                                <a:lnTo>
                                  <a:pt x="500" y="90"/>
                                </a:lnTo>
                                <a:lnTo>
                                  <a:pt x="499" y="87"/>
                                </a:lnTo>
                                <a:lnTo>
                                  <a:pt x="499" y="84"/>
                                </a:lnTo>
                                <a:lnTo>
                                  <a:pt x="496" y="81"/>
                                </a:lnTo>
                                <a:lnTo>
                                  <a:pt x="494" y="80"/>
                                </a:lnTo>
                                <a:lnTo>
                                  <a:pt x="490" y="76"/>
                                </a:lnTo>
                                <a:lnTo>
                                  <a:pt x="484" y="75"/>
                                </a:lnTo>
                                <a:lnTo>
                                  <a:pt x="478" y="76"/>
                                </a:lnTo>
                                <a:lnTo>
                                  <a:pt x="474" y="80"/>
                                </a:lnTo>
                                <a:lnTo>
                                  <a:pt x="472" y="81"/>
                                </a:lnTo>
                                <a:lnTo>
                                  <a:pt x="469" y="84"/>
                                </a:lnTo>
                                <a:lnTo>
                                  <a:pt x="468" y="87"/>
                                </a:lnTo>
                                <a:lnTo>
                                  <a:pt x="468" y="90"/>
                                </a:lnTo>
                                <a:lnTo>
                                  <a:pt x="469" y="98"/>
                                </a:lnTo>
                                <a:lnTo>
                                  <a:pt x="471" y="104"/>
                                </a:lnTo>
                                <a:lnTo>
                                  <a:pt x="474" y="111"/>
                                </a:lnTo>
                                <a:lnTo>
                                  <a:pt x="478" y="117"/>
                                </a:lnTo>
                                <a:lnTo>
                                  <a:pt x="482" y="123"/>
                                </a:lnTo>
                                <a:lnTo>
                                  <a:pt x="488" y="128"/>
                                </a:lnTo>
                                <a:lnTo>
                                  <a:pt x="494" y="133"/>
                                </a:lnTo>
                                <a:lnTo>
                                  <a:pt x="501" y="137"/>
                                </a:lnTo>
                                <a:lnTo>
                                  <a:pt x="507" y="139"/>
                                </a:lnTo>
                                <a:lnTo>
                                  <a:pt x="515" y="141"/>
                                </a:lnTo>
                                <a:lnTo>
                                  <a:pt x="521" y="142"/>
                                </a:lnTo>
                                <a:lnTo>
                                  <a:pt x="529" y="142"/>
                                </a:lnTo>
                                <a:lnTo>
                                  <a:pt x="536" y="140"/>
                                </a:lnTo>
                                <a:lnTo>
                                  <a:pt x="543" y="138"/>
                                </a:lnTo>
                                <a:lnTo>
                                  <a:pt x="549" y="134"/>
                                </a:lnTo>
                                <a:lnTo>
                                  <a:pt x="555" y="128"/>
                                </a:lnTo>
                                <a:lnTo>
                                  <a:pt x="562" y="121"/>
                                </a:lnTo>
                                <a:lnTo>
                                  <a:pt x="567" y="112"/>
                                </a:lnTo>
                                <a:lnTo>
                                  <a:pt x="571" y="103"/>
                                </a:lnTo>
                                <a:lnTo>
                                  <a:pt x="573" y="95"/>
                                </a:lnTo>
                                <a:lnTo>
                                  <a:pt x="573" y="86"/>
                                </a:lnTo>
                                <a:lnTo>
                                  <a:pt x="573" y="77"/>
                                </a:lnTo>
                                <a:lnTo>
                                  <a:pt x="571" y="69"/>
                                </a:lnTo>
                                <a:lnTo>
                                  <a:pt x="568" y="60"/>
                                </a:lnTo>
                                <a:lnTo>
                                  <a:pt x="565" y="52"/>
                                </a:lnTo>
                                <a:lnTo>
                                  <a:pt x="559" y="45"/>
                                </a:lnTo>
                                <a:lnTo>
                                  <a:pt x="554" y="37"/>
                                </a:lnTo>
                                <a:lnTo>
                                  <a:pt x="546" y="31"/>
                                </a:lnTo>
                                <a:lnTo>
                                  <a:pt x="540" y="26"/>
                                </a:lnTo>
                                <a:lnTo>
                                  <a:pt x="531" y="20"/>
                                </a:lnTo>
                                <a:lnTo>
                                  <a:pt x="522" y="17"/>
                                </a:lnTo>
                                <a:lnTo>
                                  <a:pt x="513" y="14"/>
                                </a:lnTo>
                                <a:lnTo>
                                  <a:pt x="500" y="12"/>
                                </a:lnTo>
                                <a:lnTo>
                                  <a:pt x="487" y="10"/>
                                </a:lnTo>
                                <a:lnTo>
                                  <a:pt x="475" y="13"/>
                                </a:lnTo>
                                <a:lnTo>
                                  <a:pt x="463" y="15"/>
                                </a:lnTo>
                                <a:lnTo>
                                  <a:pt x="451" y="19"/>
                                </a:lnTo>
                                <a:lnTo>
                                  <a:pt x="439" y="25"/>
                                </a:lnTo>
                                <a:lnTo>
                                  <a:pt x="428" y="31"/>
                                </a:lnTo>
                                <a:lnTo>
                                  <a:pt x="418" y="37"/>
                                </a:lnTo>
                                <a:lnTo>
                                  <a:pt x="397" y="54"/>
                                </a:lnTo>
                                <a:lnTo>
                                  <a:pt x="377" y="71"/>
                                </a:lnTo>
                                <a:lnTo>
                                  <a:pt x="358" y="87"/>
                                </a:lnTo>
                                <a:lnTo>
                                  <a:pt x="339" y="102"/>
                                </a:lnTo>
                                <a:lnTo>
                                  <a:pt x="332" y="108"/>
                                </a:lnTo>
                                <a:lnTo>
                                  <a:pt x="325" y="112"/>
                                </a:lnTo>
                                <a:lnTo>
                                  <a:pt x="317" y="116"/>
                                </a:lnTo>
                                <a:lnTo>
                                  <a:pt x="310" y="120"/>
                                </a:lnTo>
                                <a:lnTo>
                                  <a:pt x="295" y="124"/>
                                </a:lnTo>
                                <a:lnTo>
                                  <a:pt x="279" y="127"/>
                                </a:lnTo>
                                <a:lnTo>
                                  <a:pt x="264" y="127"/>
                                </a:lnTo>
                                <a:lnTo>
                                  <a:pt x="249" y="126"/>
                                </a:lnTo>
                                <a:lnTo>
                                  <a:pt x="234" y="123"/>
                                </a:lnTo>
                                <a:lnTo>
                                  <a:pt x="220" y="117"/>
                                </a:lnTo>
                                <a:lnTo>
                                  <a:pt x="206" y="111"/>
                                </a:lnTo>
                                <a:lnTo>
                                  <a:pt x="194" y="103"/>
                                </a:lnTo>
                                <a:lnTo>
                                  <a:pt x="182" y="93"/>
                                </a:lnTo>
                                <a:lnTo>
                                  <a:pt x="172" y="82"/>
                                </a:lnTo>
                                <a:lnTo>
                                  <a:pt x="164" y="69"/>
                                </a:lnTo>
                                <a:lnTo>
                                  <a:pt x="156" y="55"/>
                                </a:lnTo>
                                <a:lnTo>
                                  <a:pt x="154" y="47"/>
                                </a:lnTo>
                                <a:lnTo>
                                  <a:pt x="151" y="40"/>
                                </a:lnTo>
                                <a:lnTo>
                                  <a:pt x="150" y="31"/>
                                </a:lnTo>
                                <a:lnTo>
                                  <a:pt x="148" y="23"/>
                                </a:lnTo>
                                <a:lnTo>
                                  <a:pt x="149" y="21"/>
                                </a:lnTo>
                                <a:lnTo>
                                  <a:pt x="149" y="19"/>
                                </a:lnTo>
                                <a:lnTo>
                                  <a:pt x="148" y="16"/>
                                </a:lnTo>
                                <a:lnTo>
                                  <a:pt x="147" y="13"/>
                                </a:lnTo>
                                <a:lnTo>
                                  <a:pt x="147" y="9"/>
                                </a:lnTo>
                                <a:lnTo>
                                  <a:pt x="144" y="6"/>
                                </a:lnTo>
                                <a:lnTo>
                                  <a:pt x="143" y="4"/>
                                </a:lnTo>
                                <a:lnTo>
                                  <a:pt x="141" y="3"/>
                                </a:lnTo>
                                <a:lnTo>
                                  <a:pt x="136" y="0"/>
                                </a:lnTo>
                                <a:lnTo>
                                  <a:pt x="130" y="0"/>
                                </a:lnTo>
                                <a:lnTo>
                                  <a:pt x="125" y="1"/>
                                </a:lnTo>
                                <a:lnTo>
                                  <a:pt x="121" y="3"/>
                                </a:lnTo>
                                <a:lnTo>
                                  <a:pt x="118" y="5"/>
                                </a:lnTo>
                                <a:lnTo>
                                  <a:pt x="117" y="7"/>
                                </a:lnTo>
                                <a:lnTo>
                                  <a:pt x="116" y="10"/>
                                </a:lnTo>
                                <a:lnTo>
                                  <a:pt x="116" y="14"/>
                                </a:lnTo>
                                <a:lnTo>
                                  <a:pt x="116" y="19"/>
                                </a:lnTo>
                                <a:lnTo>
                                  <a:pt x="117" y="23"/>
                                </a:lnTo>
                                <a:lnTo>
                                  <a:pt x="115" y="33"/>
                                </a:lnTo>
                                <a:lnTo>
                                  <a:pt x="112" y="42"/>
                                </a:lnTo>
                                <a:lnTo>
                                  <a:pt x="108" y="49"/>
                                </a:lnTo>
                                <a:lnTo>
                                  <a:pt x="101" y="55"/>
                                </a:lnTo>
                                <a:lnTo>
                                  <a:pt x="95" y="59"/>
                                </a:lnTo>
                                <a:lnTo>
                                  <a:pt x="87" y="61"/>
                                </a:lnTo>
                                <a:lnTo>
                                  <a:pt x="80" y="63"/>
                                </a:lnTo>
                                <a:lnTo>
                                  <a:pt x="71" y="63"/>
                                </a:lnTo>
                                <a:lnTo>
                                  <a:pt x="63" y="62"/>
                                </a:lnTo>
                                <a:lnTo>
                                  <a:pt x="56" y="60"/>
                                </a:lnTo>
                                <a:lnTo>
                                  <a:pt x="48" y="56"/>
                                </a:lnTo>
                                <a:lnTo>
                                  <a:pt x="43" y="50"/>
                                </a:lnTo>
                                <a:lnTo>
                                  <a:pt x="37" y="44"/>
                                </a:lnTo>
                                <a:lnTo>
                                  <a:pt x="33" y="36"/>
                                </a:lnTo>
                                <a:lnTo>
                                  <a:pt x="31" y="27"/>
                                </a:lnTo>
                                <a:lnTo>
                                  <a:pt x="31" y="17"/>
                                </a:lnTo>
                                <a:lnTo>
                                  <a:pt x="30" y="13"/>
                                </a:lnTo>
                                <a:lnTo>
                                  <a:pt x="30" y="9"/>
                                </a:lnTo>
                                <a:lnTo>
                                  <a:pt x="28" y="7"/>
                                </a:lnTo>
                                <a:lnTo>
                                  <a:pt x="27" y="5"/>
                                </a:lnTo>
                                <a:lnTo>
                                  <a:pt x="21" y="3"/>
                                </a:lnTo>
                                <a:lnTo>
                                  <a:pt x="16" y="2"/>
                                </a:lnTo>
                                <a:lnTo>
                                  <a:pt x="10" y="3"/>
                                </a:lnTo>
                                <a:lnTo>
                                  <a:pt x="5" y="5"/>
                                </a:lnTo>
                                <a:lnTo>
                                  <a:pt x="3" y="7"/>
                                </a:lnTo>
                                <a:lnTo>
                                  <a:pt x="1" y="9"/>
                                </a:lnTo>
                                <a:lnTo>
                                  <a:pt x="0" y="13"/>
                                </a:lnTo>
                                <a:lnTo>
                                  <a:pt x="0" y="17"/>
                                </a:lnTo>
                                <a:lnTo>
                                  <a:pt x="0" y="23"/>
                                </a:lnTo>
                                <a:lnTo>
                                  <a:pt x="1" y="31"/>
                                </a:lnTo>
                                <a:lnTo>
                                  <a:pt x="2" y="39"/>
                                </a:lnTo>
                                <a:lnTo>
                                  <a:pt x="4" y="45"/>
                                </a:lnTo>
                                <a:lnTo>
                                  <a:pt x="6" y="53"/>
                                </a:lnTo>
                                <a:lnTo>
                                  <a:pt x="9" y="59"/>
                                </a:lnTo>
                                <a:lnTo>
                                  <a:pt x="14" y="64"/>
                                </a:lnTo>
                                <a:lnTo>
                                  <a:pt x="18" y="71"/>
                                </a:lnTo>
                                <a:lnTo>
                                  <a:pt x="23" y="76"/>
                                </a:lnTo>
                                <a:lnTo>
                                  <a:pt x="28" y="81"/>
                                </a:lnTo>
                                <a:lnTo>
                                  <a:pt x="34" y="85"/>
                                </a:lnTo>
                                <a:lnTo>
                                  <a:pt x="41" y="88"/>
                                </a:lnTo>
                                <a:lnTo>
                                  <a:pt x="47" y="91"/>
                                </a:lnTo>
                                <a:lnTo>
                                  <a:pt x="54" y="94"/>
                                </a:lnTo>
                                <a:lnTo>
                                  <a:pt x="61" y="96"/>
                                </a:lnTo>
                                <a:lnTo>
                                  <a:pt x="69" y="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1" name="淘宝店chenying0907 12"/>
                        <wps:cNvSpPr/>
                        <wps:spPr bwMode="auto">
                          <a:xfrm>
                            <a:off x="180975" y="0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66 h 160"/>
                              <a:gd name="T2" fmla="*/ 124 w 573"/>
                              <a:gd name="T3" fmla="*/ 83 h 160"/>
                              <a:gd name="T4" fmla="*/ 150 w 573"/>
                              <a:gd name="T5" fmla="*/ 55 h 160"/>
                              <a:gd name="T6" fmla="*/ 189 w 573"/>
                              <a:gd name="T7" fmla="*/ 21 h 160"/>
                              <a:gd name="T8" fmla="*/ 237 w 573"/>
                              <a:gd name="T9" fmla="*/ 3 h 160"/>
                              <a:gd name="T10" fmla="*/ 291 w 573"/>
                              <a:gd name="T11" fmla="*/ 2 h 160"/>
                              <a:gd name="T12" fmla="*/ 334 w 573"/>
                              <a:gd name="T13" fmla="*/ 16 h 160"/>
                              <a:gd name="T14" fmla="*/ 406 w 573"/>
                              <a:gd name="T15" fmla="*/ 72 h 160"/>
                              <a:gd name="T16" fmla="*/ 468 w 573"/>
                              <a:gd name="T17" fmla="*/ 112 h 160"/>
                              <a:gd name="T18" fmla="*/ 514 w 573"/>
                              <a:gd name="T19" fmla="*/ 112 h 160"/>
                              <a:gd name="T20" fmla="*/ 538 w 573"/>
                              <a:gd name="T21" fmla="*/ 94 h 160"/>
                              <a:gd name="T22" fmla="*/ 542 w 573"/>
                              <a:gd name="T23" fmla="*/ 70 h 160"/>
                              <a:gd name="T24" fmla="*/ 535 w 573"/>
                              <a:gd name="T25" fmla="*/ 53 h 160"/>
                              <a:gd name="T26" fmla="*/ 522 w 573"/>
                              <a:gd name="T27" fmla="*/ 48 h 160"/>
                              <a:gd name="T28" fmla="*/ 508 w 573"/>
                              <a:gd name="T29" fmla="*/ 53 h 160"/>
                              <a:gd name="T30" fmla="*/ 500 w 573"/>
                              <a:gd name="T31" fmla="*/ 65 h 160"/>
                              <a:gd name="T32" fmla="*/ 496 w 573"/>
                              <a:gd name="T33" fmla="*/ 78 h 160"/>
                              <a:gd name="T34" fmla="*/ 478 w 573"/>
                              <a:gd name="T35" fmla="*/ 82 h 160"/>
                              <a:gd name="T36" fmla="*/ 468 w 573"/>
                              <a:gd name="T37" fmla="*/ 71 h 160"/>
                              <a:gd name="T38" fmla="*/ 474 w 573"/>
                              <a:gd name="T39" fmla="*/ 47 h 160"/>
                              <a:gd name="T40" fmla="*/ 494 w 573"/>
                              <a:gd name="T41" fmla="*/ 26 h 160"/>
                              <a:gd name="T42" fmla="*/ 521 w 573"/>
                              <a:gd name="T43" fmla="*/ 16 h 160"/>
                              <a:gd name="T44" fmla="*/ 549 w 573"/>
                              <a:gd name="T45" fmla="*/ 25 h 160"/>
                              <a:gd name="T46" fmla="*/ 571 w 573"/>
                              <a:gd name="T47" fmla="*/ 55 h 160"/>
                              <a:gd name="T48" fmla="*/ 571 w 573"/>
                              <a:gd name="T49" fmla="*/ 91 h 160"/>
                              <a:gd name="T50" fmla="*/ 554 w 573"/>
                              <a:gd name="T51" fmla="*/ 121 h 160"/>
                              <a:gd name="T52" fmla="*/ 522 w 573"/>
                              <a:gd name="T53" fmla="*/ 141 h 160"/>
                              <a:gd name="T54" fmla="*/ 475 w 573"/>
                              <a:gd name="T55" fmla="*/ 147 h 160"/>
                              <a:gd name="T56" fmla="*/ 428 w 573"/>
                              <a:gd name="T57" fmla="*/ 128 h 160"/>
                              <a:gd name="T58" fmla="*/ 358 w 573"/>
                              <a:gd name="T59" fmla="*/ 71 h 160"/>
                              <a:gd name="T60" fmla="*/ 317 w 573"/>
                              <a:gd name="T61" fmla="*/ 43 h 160"/>
                              <a:gd name="T62" fmla="*/ 264 w 573"/>
                              <a:gd name="T63" fmla="*/ 31 h 160"/>
                              <a:gd name="T64" fmla="*/ 206 w 573"/>
                              <a:gd name="T65" fmla="*/ 47 h 160"/>
                              <a:gd name="T66" fmla="*/ 164 w 573"/>
                              <a:gd name="T67" fmla="*/ 90 h 160"/>
                              <a:gd name="T68" fmla="*/ 150 w 573"/>
                              <a:gd name="T69" fmla="*/ 127 h 160"/>
                              <a:gd name="T70" fmla="*/ 148 w 573"/>
                              <a:gd name="T71" fmla="*/ 142 h 160"/>
                              <a:gd name="T72" fmla="*/ 143 w 573"/>
                              <a:gd name="T73" fmla="*/ 154 h 160"/>
                              <a:gd name="T74" fmla="*/ 125 w 573"/>
                              <a:gd name="T75" fmla="*/ 159 h 160"/>
                              <a:gd name="T76" fmla="*/ 116 w 573"/>
                              <a:gd name="T77" fmla="*/ 148 h 160"/>
                              <a:gd name="T78" fmla="*/ 115 w 573"/>
                              <a:gd name="T79" fmla="*/ 125 h 160"/>
                              <a:gd name="T80" fmla="*/ 95 w 573"/>
                              <a:gd name="T81" fmla="*/ 99 h 160"/>
                              <a:gd name="T82" fmla="*/ 63 w 573"/>
                              <a:gd name="T83" fmla="*/ 96 h 160"/>
                              <a:gd name="T84" fmla="*/ 37 w 573"/>
                              <a:gd name="T85" fmla="*/ 114 h 160"/>
                              <a:gd name="T86" fmla="*/ 30 w 573"/>
                              <a:gd name="T87" fmla="*/ 146 h 160"/>
                              <a:gd name="T88" fmla="*/ 21 w 573"/>
                              <a:gd name="T89" fmla="*/ 156 h 160"/>
                              <a:gd name="T90" fmla="*/ 3 w 573"/>
                              <a:gd name="T91" fmla="*/ 151 h 160"/>
                              <a:gd name="T92" fmla="*/ 0 w 573"/>
                              <a:gd name="T93" fmla="*/ 135 h 160"/>
                              <a:gd name="T94" fmla="*/ 6 w 573"/>
                              <a:gd name="T95" fmla="*/ 107 h 160"/>
                              <a:gd name="T96" fmla="*/ 23 w 573"/>
                              <a:gd name="T97" fmla="*/ 83 h 160"/>
                              <a:gd name="T98" fmla="*/ 47 w 573"/>
                              <a:gd name="T99" fmla="*/ 67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60">
                                <a:moveTo>
                                  <a:pt x="69" y="63"/>
                                </a:moveTo>
                                <a:lnTo>
                                  <a:pt x="79" y="63"/>
                                </a:lnTo>
                                <a:lnTo>
                                  <a:pt x="87" y="64"/>
                                </a:lnTo>
                                <a:lnTo>
                                  <a:pt x="96" y="66"/>
                                </a:lnTo>
                                <a:lnTo>
                                  <a:pt x="103" y="69"/>
                                </a:lnTo>
                                <a:lnTo>
                                  <a:pt x="111" y="72"/>
                                </a:lnTo>
                                <a:lnTo>
                                  <a:pt x="117" y="78"/>
                                </a:lnTo>
                                <a:lnTo>
                                  <a:pt x="124" y="83"/>
                                </a:lnTo>
                                <a:lnTo>
                                  <a:pt x="129" y="88"/>
                                </a:lnTo>
                                <a:lnTo>
                                  <a:pt x="136" y="77"/>
                                </a:lnTo>
                                <a:lnTo>
                                  <a:pt x="142" y="66"/>
                                </a:lnTo>
                                <a:lnTo>
                                  <a:pt x="150" y="55"/>
                                </a:lnTo>
                                <a:lnTo>
                                  <a:pt x="158" y="45"/>
                                </a:lnTo>
                                <a:lnTo>
                                  <a:pt x="168" y="37"/>
                                </a:lnTo>
                                <a:lnTo>
                                  <a:pt x="178" y="28"/>
                                </a:lnTo>
                                <a:lnTo>
                                  <a:pt x="189" y="21"/>
                                </a:lnTo>
                                <a:lnTo>
                                  <a:pt x="201" y="15"/>
                                </a:lnTo>
                                <a:lnTo>
                                  <a:pt x="212" y="10"/>
                                </a:lnTo>
                                <a:lnTo>
                                  <a:pt x="224" y="6"/>
                                </a:lnTo>
                                <a:lnTo>
                                  <a:pt x="237" y="3"/>
                                </a:lnTo>
                                <a:lnTo>
                                  <a:pt x="250" y="1"/>
                                </a:lnTo>
                                <a:lnTo>
                                  <a:pt x="264" y="0"/>
                                </a:lnTo>
                                <a:lnTo>
                                  <a:pt x="278" y="1"/>
                                </a:lnTo>
                                <a:lnTo>
                                  <a:pt x="291" y="2"/>
                                </a:lnTo>
                                <a:lnTo>
                                  <a:pt x="306" y="5"/>
                                </a:lnTo>
                                <a:lnTo>
                                  <a:pt x="316" y="7"/>
                                </a:lnTo>
                                <a:lnTo>
                                  <a:pt x="325" y="12"/>
                                </a:lnTo>
                                <a:lnTo>
                                  <a:pt x="334" y="16"/>
                                </a:lnTo>
                                <a:lnTo>
                                  <a:pt x="343" y="20"/>
                                </a:lnTo>
                                <a:lnTo>
                                  <a:pt x="359" y="32"/>
                                </a:lnTo>
                                <a:lnTo>
                                  <a:pt x="376" y="44"/>
                                </a:lnTo>
                                <a:lnTo>
                                  <a:pt x="406" y="72"/>
                                </a:lnTo>
                                <a:lnTo>
                                  <a:pt x="437" y="97"/>
                                </a:lnTo>
                                <a:lnTo>
                                  <a:pt x="448" y="104"/>
                                </a:lnTo>
                                <a:lnTo>
                                  <a:pt x="458" y="108"/>
                                </a:lnTo>
                                <a:lnTo>
                                  <a:pt x="468" y="112"/>
                                </a:lnTo>
                                <a:lnTo>
                                  <a:pt x="480" y="114"/>
                                </a:lnTo>
                                <a:lnTo>
                                  <a:pt x="491" y="115"/>
                                </a:lnTo>
                                <a:lnTo>
                                  <a:pt x="502" y="114"/>
                                </a:lnTo>
                                <a:lnTo>
                                  <a:pt x="514" y="112"/>
                                </a:lnTo>
                                <a:lnTo>
                                  <a:pt x="525" y="107"/>
                                </a:lnTo>
                                <a:lnTo>
                                  <a:pt x="530" y="104"/>
                                </a:lnTo>
                                <a:lnTo>
                                  <a:pt x="534" y="99"/>
                                </a:lnTo>
                                <a:lnTo>
                                  <a:pt x="538" y="94"/>
                                </a:lnTo>
                                <a:lnTo>
                                  <a:pt x="540" y="88"/>
                                </a:lnTo>
                                <a:lnTo>
                                  <a:pt x="542" y="82"/>
                                </a:lnTo>
                                <a:lnTo>
                                  <a:pt x="542" y="75"/>
                                </a:lnTo>
                                <a:lnTo>
                                  <a:pt x="542" y="70"/>
                                </a:lnTo>
                                <a:lnTo>
                                  <a:pt x="541" y="64"/>
                                </a:lnTo>
                                <a:lnTo>
                                  <a:pt x="540" y="59"/>
                                </a:lnTo>
                                <a:lnTo>
                                  <a:pt x="538" y="56"/>
                                </a:lnTo>
                                <a:lnTo>
                                  <a:pt x="535" y="53"/>
                                </a:lnTo>
                                <a:lnTo>
                                  <a:pt x="532" y="51"/>
                                </a:lnTo>
                                <a:lnTo>
                                  <a:pt x="529" y="50"/>
                                </a:lnTo>
                                <a:lnTo>
                                  <a:pt x="526" y="48"/>
                                </a:lnTo>
                                <a:lnTo>
                                  <a:pt x="522" y="48"/>
                                </a:lnTo>
                                <a:lnTo>
                                  <a:pt x="518" y="48"/>
                                </a:lnTo>
                                <a:lnTo>
                                  <a:pt x="515" y="50"/>
                                </a:lnTo>
                                <a:lnTo>
                                  <a:pt x="512" y="51"/>
                                </a:lnTo>
                                <a:lnTo>
                                  <a:pt x="508" y="53"/>
                                </a:lnTo>
                                <a:lnTo>
                                  <a:pt x="505" y="55"/>
                                </a:lnTo>
                                <a:lnTo>
                                  <a:pt x="503" y="57"/>
                                </a:lnTo>
                                <a:lnTo>
                                  <a:pt x="501" y="60"/>
                                </a:lnTo>
                                <a:lnTo>
                                  <a:pt x="500" y="65"/>
                                </a:lnTo>
                                <a:lnTo>
                                  <a:pt x="500" y="68"/>
                                </a:lnTo>
                                <a:lnTo>
                                  <a:pt x="499" y="71"/>
                                </a:lnTo>
                                <a:lnTo>
                                  <a:pt x="499" y="74"/>
                                </a:lnTo>
                                <a:lnTo>
                                  <a:pt x="496" y="78"/>
                                </a:lnTo>
                                <a:lnTo>
                                  <a:pt x="494" y="80"/>
                                </a:lnTo>
                                <a:lnTo>
                                  <a:pt x="490" y="82"/>
                                </a:lnTo>
                                <a:lnTo>
                                  <a:pt x="484" y="83"/>
                                </a:lnTo>
                                <a:lnTo>
                                  <a:pt x="478" y="82"/>
                                </a:lnTo>
                                <a:lnTo>
                                  <a:pt x="474" y="80"/>
                                </a:lnTo>
                                <a:lnTo>
                                  <a:pt x="472" y="78"/>
                                </a:lnTo>
                                <a:lnTo>
                                  <a:pt x="469" y="74"/>
                                </a:lnTo>
                                <a:lnTo>
                                  <a:pt x="468" y="71"/>
                                </a:lnTo>
                                <a:lnTo>
                                  <a:pt x="468" y="68"/>
                                </a:lnTo>
                                <a:lnTo>
                                  <a:pt x="469" y="60"/>
                                </a:lnTo>
                                <a:lnTo>
                                  <a:pt x="471" y="54"/>
                                </a:lnTo>
                                <a:lnTo>
                                  <a:pt x="474" y="47"/>
                                </a:lnTo>
                                <a:lnTo>
                                  <a:pt x="478" y="41"/>
                                </a:lnTo>
                                <a:lnTo>
                                  <a:pt x="482" y="36"/>
                                </a:lnTo>
                                <a:lnTo>
                                  <a:pt x="488" y="30"/>
                                </a:lnTo>
                                <a:lnTo>
                                  <a:pt x="494" y="26"/>
                                </a:lnTo>
                                <a:lnTo>
                                  <a:pt x="501" y="21"/>
                                </a:lnTo>
                                <a:lnTo>
                                  <a:pt x="507" y="19"/>
                                </a:lnTo>
                                <a:lnTo>
                                  <a:pt x="515" y="17"/>
                                </a:lnTo>
                                <a:lnTo>
                                  <a:pt x="521" y="16"/>
                                </a:lnTo>
                                <a:lnTo>
                                  <a:pt x="529" y="16"/>
                                </a:lnTo>
                                <a:lnTo>
                                  <a:pt x="536" y="18"/>
                                </a:lnTo>
                                <a:lnTo>
                                  <a:pt x="543" y="20"/>
                                </a:lnTo>
                                <a:lnTo>
                                  <a:pt x="549" y="25"/>
                                </a:lnTo>
                                <a:lnTo>
                                  <a:pt x="555" y="30"/>
                                </a:lnTo>
                                <a:lnTo>
                                  <a:pt x="562" y="38"/>
                                </a:lnTo>
                                <a:lnTo>
                                  <a:pt x="567" y="46"/>
                                </a:lnTo>
                                <a:lnTo>
                                  <a:pt x="571" y="55"/>
                                </a:lnTo>
                                <a:lnTo>
                                  <a:pt x="573" y="64"/>
                                </a:lnTo>
                                <a:lnTo>
                                  <a:pt x="573" y="72"/>
                                </a:lnTo>
                                <a:lnTo>
                                  <a:pt x="573" y="82"/>
                                </a:lnTo>
                                <a:lnTo>
                                  <a:pt x="571" y="91"/>
                                </a:lnTo>
                                <a:lnTo>
                                  <a:pt x="568" y="98"/>
                                </a:lnTo>
                                <a:lnTo>
                                  <a:pt x="565" y="107"/>
                                </a:lnTo>
                                <a:lnTo>
                                  <a:pt x="559" y="114"/>
                                </a:lnTo>
                                <a:lnTo>
                                  <a:pt x="554" y="121"/>
                                </a:lnTo>
                                <a:lnTo>
                                  <a:pt x="546" y="127"/>
                                </a:lnTo>
                                <a:lnTo>
                                  <a:pt x="540" y="133"/>
                                </a:lnTo>
                                <a:lnTo>
                                  <a:pt x="531" y="138"/>
                                </a:lnTo>
                                <a:lnTo>
                                  <a:pt x="522" y="141"/>
                                </a:lnTo>
                                <a:lnTo>
                                  <a:pt x="513" y="145"/>
                                </a:lnTo>
                                <a:lnTo>
                                  <a:pt x="500" y="147"/>
                                </a:lnTo>
                                <a:lnTo>
                                  <a:pt x="487" y="148"/>
                                </a:lnTo>
                                <a:lnTo>
                                  <a:pt x="475" y="147"/>
                                </a:lnTo>
                                <a:lnTo>
                                  <a:pt x="463" y="144"/>
                                </a:lnTo>
                                <a:lnTo>
                                  <a:pt x="451" y="139"/>
                                </a:lnTo>
                                <a:lnTo>
                                  <a:pt x="439" y="134"/>
                                </a:lnTo>
                                <a:lnTo>
                                  <a:pt x="428" y="128"/>
                                </a:lnTo>
                                <a:lnTo>
                                  <a:pt x="418" y="121"/>
                                </a:lnTo>
                                <a:lnTo>
                                  <a:pt x="397" y="105"/>
                                </a:lnTo>
                                <a:lnTo>
                                  <a:pt x="377" y="87"/>
                                </a:lnTo>
                                <a:lnTo>
                                  <a:pt x="358" y="71"/>
                                </a:lnTo>
                                <a:lnTo>
                                  <a:pt x="339" y="56"/>
                                </a:lnTo>
                                <a:lnTo>
                                  <a:pt x="332" y="51"/>
                                </a:lnTo>
                                <a:lnTo>
                                  <a:pt x="325" y="46"/>
                                </a:lnTo>
                                <a:lnTo>
                                  <a:pt x="317" y="43"/>
                                </a:lnTo>
                                <a:lnTo>
                                  <a:pt x="310" y="40"/>
                                </a:lnTo>
                                <a:lnTo>
                                  <a:pt x="295" y="34"/>
                                </a:lnTo>
                                <a:lnTo>
                                  <a:pt x="279" y="32"/>
                                </a:lnTo>
                                <a:lnTo>
                                  <a:pt x="264" y="31"/>
                                </a:lnTo>
                                <a:lnTo>
                                  <a:pt x="249" y="32"/>
                                </a:lnTo>
                                <a:lnTo>
                                  <a:pt x="234" y="36"/>
                                </a:lnTo>
                                <a:lnTo>
                                  <a:pt x="220" y="41"/>
                                </a:lnTo>
                                <a:lnTo>
                                  <a:pt x="206" y="47"/>
                                </a:lnTo>
                                <a:lnTo>
                                  <a:pt x="194" y="56"/>
                                </a:lnTo>
                                <a:lnTo>
                                  <a:pt x="182" y="66"/>
                                </a:lnTo>
                                <a:lnTo>
                                  <a:pt x="172" y="77"/>
                                </a:lnTo>
                                <a:lnTo>
                                  <a:pt x="164" y="90"/>
                                </a:lnTo>
                                <a:lnTo>
                                  <a:pt x="156" y="104"/>
                                </a:lnTo>
                                <a:lnTo>
                                  <a:pt x="154" y="111"/>
                                </a:lnTo>
                                <a:lnTo>
                                  <a:pt x="151" y="119"/>
                                </a:lnTo>
                                <a:lnTo>
                                  <a:pt x="150" y="127"/>
                                </a:lnTo>
                                <a:lnTo>
                                  <a:pt x="148" y="135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39"/>
                                </a:lnTo>
                                <a:lnTo>
                                  <a:pt x="148" y="142"/>
                                </a:lnTo>
                                <a:lnTo>
                                  <a:pt x="147" y="146"/>
                                </a:lnTo>
                                <a:lnTo>
                                  <a:pt x="147" y="149"/>
                                </a:lnTo>
                                <a:lnTo>
                                  <a:pt x="144" y="152"/>
                                </a:lnTo>
                                <a:lnTo>
                                  <a:pt x="143" y="154"/>
                                </a:lnTo>
                                <a:lnTo>
                                  <a:pt x="141" y="156"/>
                                </a:lnTo>
                                <a:lnTo>
                                  <a:pt x="136" y="159"/>
                                </a:lnTo>
                                <a:lnTo>
                                  <a:pt x="130" y="160"/>
                                </a:lnTo>
                                <a:lnTo>
                                  <a:pt x="125" y="159"/>
                                </a:lnTo>
                                <a:lnTo>
                                  <a:pt x="121" y="155"/>
                                </a:lnTo>
                                <a:lnTo>
                                  <a:pt x="118" y="153"/>
                                </a:lnTo>
                                <a:lnTo>
                                  <a:pt x="117" y="151"/>
                                </a:lnTo>
                                <a:lnTo>
                                  <a:pt x="116" y="148"/>
                                </a:lnTo>
                                <a:lnTo>
                                  <a:pt x="116" y="145"/>
                                </a:lnTo>
                                <a:lnTo>
                                  <a:pt x="116" y="139"/>
                                </a:lnTo>
                                <a:lnTo>
                                  <a:pt x="117" y="135"/>
                                </a:lnTo>
                                <a:lnTo>
                                  <a:pt x="115" y="125"/>
                                </a:lnTo>
                                <a:lnTo>
                                  <a:pt x="112" y="117"/>
                                </a:lnTo>
                                <a:lnTo>
                                  <a:pt x="108" y="110"/>
                                </a:lnTo>
                                <a:lnTo>
                                  <a:pt x="101" y="104"/>
                                </a:lnTo>
                                <a:lnTo>
                                  <a:pt x="95" y="99"/>
                                </a:lnTo>
                                <a:lnTo>
                                  <a:pt x="87" y="97"/>
                                </a:lnTo>
                                <a:lnTo>
                                  <a:pt x="80" y="95"/>
                                </a:lnTo>
                                <a:lnTo>
                                  <a:pt x="71" y="95"/>
                                </a:lnTo>
                                <a:lnTo>
                                  <a:pt x="63" y="96"/>
                                </a:lnTo>
                                <a:lnTo>
                                  <a:pt x="56" y="99"/>
                                </a:lnTo>
                                <a:lnTo>
                                  <a:pt x="48" y="102"/>
                                </a:lnTo>
                                <a:lnTo>
                                  <a:pt x="43" y="108"/>
                                </a:lnTo>
                                <a:lnTo>
                                  <a:pt x="37" y="114"/>
                                </a:lnTo>
                                <a:lnTo>
                                  <a:pt x="33" y="122"/>
                                </a:lnTo>
                                <a:lnTo>
                                  <a:pt x="31" y="132"/>
                                </a:lnTo>
                                <a:lnTo>
                                  <a:pt x="31" y="142"/>
                                </a:lnTo>
                                <a:lnTo>
                                  <a:pt x="30" y="146"/>
                                </a:lnTo>
                                <a:lnTo>
                                  <a:pt x="30" y="149"/>
                                </a:lnTo>
                                <a:lnTo>
                                  <a:pt x="28" y="151"/>
                                </a:lnTo>
                                <a:lnTo>
                                  <a:pt x="27" y="153"/>
                                </a:lnTo>
                                <a:lnTo>
                                  <a:pt x="21" y="156"/>
                                </a:lnTo>
                                <a:lnTo>
                                  <a:pt x="16" y="156"/>
                                </a:lnTo>
                                <a:lnTo>
                                  <a:pt x="10" y="156"/>
                                </a:lnTo>
                                <a:lnTo>
                                  <a:pt x="5" y="153"/>
                                </a:lnTo>
                                <a:lnTo>
                                  <a:pt x="3" y="151"/>
                                </a:lnTo>
                                <a:lnTo>
                                  <a:pt x="1" y="149"/>
                                </a:lnTo>
                                <a:lnTo>
                                  <a:pt x="0" y="146"/>
                                </a:lnTo>
                                <a:lnTo>
                                  <a:pt x="0" y="142"/>
                                </a:lnTo>
                                <a:lnTo>
                                  <a:pt x="0" y="135"/>
                                </a:lnTo>
                                <a:lnTo>
                                  <a:pt x="1" y="127"/>
                                </a:lnTo>
                                <a:lnTo>
                                  <a:pt x="2" y="120"/>
                                </a:lnTo>
                                <a:lnTo>
                                  <a:pt x="4" y="113"/>
                                </a:lnTo>
                                <a:lnTo>
                                  <a:pt x="6" y="107"/>
                                </a:lnTo>
                                <a:lnTo>
                                  <a:pt x="9" y="100"/>
                                </a:lnTo>
                                <a:lnTo>
                                  <a:pt x="14" y="94"/>
                                </a:lnTo>
                                <a:lnTo>
                                  <a:pt x="18" y="87"/>
                                </a:lnTo>
                                <a:lnTo>
                                  <a:pt x="23" y="83"/>
                                </a:lnTo>
                                <a:lnTo>
                                  <a:pt x="28" y="78"/>
                                </a:lnTo>
                                <a:lnTo>
                                  <a:pt x="34" y="73"/>
                                </a:lnTo>
                                <a:lnTo>
                                  <a:pt x="41" y="70"/>
                                </a:lnTo>
                                <a:lnTo>
                                  <a:pt x="47" y="67"/>
                                </a:lnTo>
                                <a:lnTo>
                                  <a:pt x="54" y="65"/>
                                </a:lnTo>
                                <a:lnTo>
                                  <a:pt x="61" y="64"/>
                                </a:lnTo>
                                <a:lnTo>
                                  <a:pt x="69" y="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2" name="淘宝店chenying0907 13"/>
                        <wps:cNvSpPr>
                          <a:spLocks noEditPoints="1"/>
                        </wps:cNvSpPr>
                        <wps:spPr bwMode="auto">
                          <a:xfrm>
                            <a:off x="284162" y="50800"/>
                            <a:ext cx="73025" cy="73025"/>
                          </a:xfrm>
                          <a:custGeom>
                            <a:avLst/>
                            <a:gdLst>
                              <a:gd name="T0" fmla="*/ 76 w 138"/>
                              <a:gd name="T1" fmla="*/ 0 h 138"/>
                              <a:gd name="T2" fmla="*/ 90 w 138"/>
                              <a:gd name="T3" fmla="*/ 3 h 138"/>
                              <a:gd name="T4" fmla="*/ 102 w 138"/>
                              <a:gd name="T5" fmla="*/ 9 h 138"/>
                              <a:gd name="T6" fmla="*/ 113 w 138"/>
                              <a:gd name="T7" fmla="*/ 15 h 138"/>
                              <a:gd name="T8" fmla="*/ 122 w 138"/>
                              <a:gd name="T9" fmla="*/ 25 h 138"/>
                              <a:gd name="T10" fmla="*/ 130 w 138"/>
                              <a:gd name="T11" fmla="*/ 36 h 138"/>
                              <a:gd name="T12" fmla="*/ 135 w 138"/>
                              <a:gd name="T13" fmla="*/ 49 h 138"/>
                              <a:gd name="T14" fmla="*/ 137 w 138"/>
                              <a:gd name="T15" fmla="*/ 61 h 138"/>
                              <a:gd name="T16" fmla="*/ 137 w 138"/>
                              <a:gd name="T17" fmla="*/ 75 h 138"/>
                              <a:gd name="T18" fmla="*/ 135 w 138"/>
                              <a:gd name="T19" fmla="*/ 90 h 138"/>
                              <a:gd name="T20" fmla="*/ 130 w 138"/>
                              <a:gd name="T21" fmla="*/ 101 h 138"/>
                              <a:gd name="T22" fmla="*/ 122 w 138"/>
                              <a:gd name="T23" fmla="*/ 113 h 138"/>
                              <a:gd name="T24" fmla="*/ 113 w 138"/>
                              <a:gd name="T25" fmla="*/ 122 h 138"/>
                              <a:gd name="T26" fmla="*/ 102 w 138"/>
                              <a:gd name="T27" fmla="*/ 129 h 138"/>
                              <a:gd name="T28" fmla="*/ 90 w 138"/>
                              <a:gd name="T29" fmla="*/ 135 h 138"/>
                              <a:gd name="T30" fmla="*/ 76 w 138"/>
                              <a:gd name="T31" fmla="*/ 138 h 138"/>
                              <a:gd name="T32" fmla="*/ 62 w 138"/>
                              <a:gd name="T33" fmla="*/ 138 h 138"/>
                              <a:gd name="T34" fmla="*/ 49 w 138"/>
                              <a:gd name="T35" fmla="*/ 135 h 138"/>
                              <a:gd name="T36" fmla="*/ 36 w 138"/>
                              <a:gd name="T37" fmla="*/ 129 h 138"/>
                              <a:gd name="T38" fmla="*/ 25 w 138"/>
                              <a:gd name="T39" fmla="*/ 122 h 138"/>
                              <a:gd name="T40" fmla="*/ 15 w 138"/>
                              <a:gd name="T41" fmla="*/ 113 h 138"/>
                              <a:gd name="T42" fmla="*/ 8 w 138"/>
                              <a:gd name="T43" fmla="*/ 101 h 138"/>
                              <a:gd name="T44" fmla="*/ 2 w 138"/>
                              <a:gd name="T45" fmla="*/ 90 h 138"/>
                              <a:gd name="T46" fmla="*/ 0 w 138"/>
                              <a:gd name="T47" fmla="*/ 75 h 138"/>
                              <a:gd name="T48" fmla="*/ 0 w 138"/>
                              <a:gd name="T49" fmla="*/ 61 h 138"/>
                              <a:gd name="T50" fmla="*/ 2 w 138"/>
                              <a:gd name="T51" fmla="*/ 49 h 138"/>
                              <a:gd name="T52" fmla="*/ 8 w 138"/>
                              <a:gd name="T53" fmla="*/ 36 h 138"/>
                              <a:gd name="T54" fmla="*/ 15 w 138"/>
                              <a:gd name="T55" fmla="*/ 25 h 138"/>
                              <a:gd name="T56" fmla="*/ 25 w 138"/>
                              <a:gd name="T57" fmla="*/ 15 h 138"/>
                              <a:gd name="T58" fmla="*/ 36 w 138"/>
                              <a:gd name="T59" fmla="*/ 9 h 138"/>
                              <a:gd name="T60" fmla="*/ 49 w 138"/>
                              <a:gd name="T61" fmla="*/ 3 h 138"/>
                              <a:gd name="T62" fmla="*/ 62 w 138"/>
                              <a:gd name="T63" fmla="*/ 0 h 138"/>
                              <a:gd name="T64" fmla="*/ 69 w 138"/>
                              <a:gd name="T65" fmla="*/ 107 h 138"/>
                              <a:gd name="T66" fmla="*/ 77 w 138"/>
                              <a:gd name="T67" fmla="*/ 107 h 138"/>
                              <a:gd name="T68" fmla="*/ 90 w 138"/>
                              <a:gd name="T69" fmla="*/ 100 h 138"/>
                              <a:gd name="T70" fmla="*/ 101 w 138"/>
                              <a:gd name="T71" fmla="*/ 91 h 138"/>
                              <a:gd name="T72" fmla="*/ 106 w 138"/>
                              <a:gd name="T73" fmla="*/ 77 h 138"/>
                              <a:gd name="T74" fmla="*/ 106 w 138"/>
                              <a:gd name="T75" fmla="*/ 61 h 138"/>
                              <a:gd name="T76" fmla="*/ 101 w 138"/>
                              <a:gd name="T77" fmla="*/ 47 h 138"/>
                              <a:gd name="T78" fmla="*/ 90 w 138"/>
                              <a:gd name="T79" fmla="*/ 38 h 138"/>
                              <a:gd name="T80" fmla="*/ 77 w 138"/>
                              <a:gd name="T81" fmla="*/ 31 h 138"/>
                              <a:gd name="T82" fmla="*/ 62 w 138"/>
                              <a:gd name="T83" fmla="*/ 31 h 138"/>
                              <a:gd name="T84" fmla="*/ 48 w 138"/>
                              <a:gd name="T85" fmla="*/ 38 h 138"/>
                              <a:gd name="T86" fmla="*/ 37 w 138"/>
                              <a:gd name="T87" fmla="*/ 47 h 138"/>
                              <a:gd name="T88" fmla="*/ 32 w 138"/>
                              <a:gd name="T89" fmla="*/ 61 h 138"/>
                              <a:gd name="T90" fmla="*/ 32 w 138"/>
                              <a:gd name="T91" fmla="*/ 77 h 138"/>
                              <a:gd name="T92" fmla="*/ 37 w 138"/>
                              <a:gd name="T93" fmla="*/ 91 h 138"/>
                              <a:gd name="T94" fmla="*/ 48 w 138"/>
                              <a:gd name="T95" fmla="*/ 100 h 138"/>
                              <a:gd name="T96" fmla="*/ 62 w 138"/>
                              <a:gd name="T97" fmla="*/ 107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69" y="0"/>
                                </a:moveTo>
                                <a:lnTo>
                                  <a:pt x="76" y="0"/>
                                </a:lnTo>
                                <a:lnTo>
                                  <a:pt x="83" y="1"/>
                                </a:lnTo>
                                <a:lnTo>
                                  <a:pt x="90" y="3"/>
                                </a:lnTo>
                                <a:lnTo>
                                  <a:pt x="96" y="5"/>
                                </a:lnTo>
                                <a:lnTo>
                                  <a:pt x="102" y="9"/>
                                </a:lnTo>
                                <a:lnTo>
                                  <a:pt x="107" y="12"/>
                                </a:lnTo>
                                <a:lnTo>
                                  <a:pt x="113" y="15"/>
                                </a:lnTo>
                                <a:lnTo>
                                  <a:pt x="118" y="20"/>
                                </a:lnTo>
                                <a:lnTo>
                                  <a:pt x="122" y="25"/>
                                </a:lnTo>
                                <a:lnTo>
                                  <a:pt x="127" y="30"/>
                                </a:lnTo>
                                <a:lnTo>
                                  <a:pt x="130" y="36"/>
                                </a:lnTo>
                                <a:lnTo>
                                  <a:pt x="133" y="42"/>
                                </a:lnTo>
                                <a:lnTo>
                                  <a:pt x="135" y="49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90"/>
                                </a:lnTo>
                                <a:lnTo>
                                  <a:pt x="133" y="96"/>
                                </a:lnTo>
                                <a:lnTo>
                                  <a:pt x="130" y="101"/>
                                </a:lnTo>
                                <a:lnTo>
                                  <a:pt x="127" y="108"/>
                                </a:lnTo>
                                <a:lnTo>
                                  <a:pt x="122" y="113"/>
                                </a:lnTo>
                                <a:lnTo>
                                  <a:pt x="118" y="118"/>
                                </a:lnTo>
                                <a:lnTo>
                                  <a:pt x="113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2" y="129"/>
                                </a:lnTo>
                                <a:lnTo>
                                  <a:pt x="96" y="133"/>
                                </a:lnTo>
                                <a:lnTo>
                                  <a:pt x="90" y="135"/>
                                </a:lnTo>
                                <a:lnTo>
                                  <a:pt x="83" y="137"/>
                                </a:lnTo>
                                <a:lnTo>
                                  <a:pt x="76" y="138"/>
                                </a:lnTo>
                                <a:lnTo>
                                  <a:pt x="69" y="138"/>
                                </a:lnTo>
                                <a:lnTo>
                                  <a:pt x="62" y="138"/>
                                </a:lnTo>
                                <a:lnTo>
                                  <a:pt x="55" y="137"/>
                                </a:lnTo>
                                <a:lnTo>
                                  <a:pt x="49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20" y="118"/>
                                </a:lnTo>
                                <a:lnTo>
                                  <a:pt x="15" y="113"/>
                                </a:lnTo>
                                <a:lnTo>
                                  <a:pt x="12" y="108"/>
                                </a:lnTo>
                                <a:lnTo>
                                  <a:pt x="8" y="101"/>
                                </a:lnTo>
                                <a:lnTo>
                                  <a:pt x="6" y="96"/>
                                </a:lnTo>
                                <a:lnTo>
                                  <a:pt x="2" y="90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9"/>
                                </a:lnTo>
                                <a:lnTo>
                                  <a:pt x="6" y="42"/>
                                </a:lnTo>
                                <a:lnTo>
                                  <a:pt x="8" y="36"/>
                                </a:lnTo>
                                <a:lnTo>
                                  <a:pt x="12" y="30"/>
                                </a:lnTo>
                                <a:lnTo>
                                  <a:pt x="15" y="25"/>
                                </a:lnTo>
                                <a:lnTo>
                                  <a:pt x="20" y="20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9"/>
                                </a:lnTo>
                                <a:lnTo>
                                  <a:pt x="42" y="5"/>
                                </a:lnTo>
                                <a:lnTo>
                                  <a:pt x="49" y="3"/>
                                </a:lnTo>
                                <a:lnTo>
                                  <a:pt x="55" y="1"/>
                                </a:lnTo>
                                <a:lnTo>
                                  <a:pt x="62" y="0"/>
                                </a:lnTo>
                                <a:lnTo>
                                  <a:pt x="69" y="0"/>
                                </a:lnTo>
                                <a:close/>
                                <a:moveTo>
                                  <a:pt x="69" y="107"/>
                                </a:moveTo>
                                <a:lnTo>
                                  <a:pt x="69" y="107"/>
                                </a:lnTo>
                                <a:lnTo>
                                  <a:pt x="77" y="107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1" y="91"/>
                                </a:lnTo>
                                <a:lnTo>
                                  <a:pt x="104" y="84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1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8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1"/>
                                </a:lnTo>
                                <a:lnTo>
                                  <a:pt x="62" y="31"/>
                                </a:lnTo>
                                <a:lnTo>
                                  <a:pt x="54" y="33"/>
                                </a:lnTo>
                                <a:lnTo>
                                  <a:pt x="48" y="38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4" y="54"/>
                                </a:lnTo>
                                <a:lnTo>
                                  <a:pt x="32" y="61"/>
                                </a:lnTo>
                                <a:lnTo>
                                  <a:pt x="30" y="69"/>
                                </a:lnTo>
                                <a:lnTo>
                                  <a:pt x="32" y="77"/>
                                </a:lnTo>
                                <a:lnTo>
                                  <a:pt x="34" y="84"/>
                                </a:lnTo>
                                <a:lnTo>
                                  <a:pt x="37" y="91"/>
                                </a:lnTo>
                                <a:lnTo>
                                  <a:pt x="42" y="96"/>
                                </a:lnTo>
                                <a:lnTo>
                                  <a:pt x="48" y="100"/>
                                </a:lnTo>
                                <a:lnTo>
                                  <a:pt x="54" y="104"/>
                                </a:lnTo>
                                <a:lnTo>
                                  <a:pt x="62" y="107"/>
                                </a:lnTo>
                                <a:lnTo>
                                  <a:pt x="69" y="10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3" name="淘宝店chenying0907 14"/>
                        <wps:cNvSpPr/>
                        <wps:spPr bwMode="auto">
                          <a:xfrm>
                            <a:off x="61912" y="63500"/>
                            <a:ext cx="41275" cy="41275"/>
                          </a:xfrm>
                          <a:custGeom>
                            <a:avLst/>
                            <a:gdLst>
                              <a:gd name="T0" fmla="*/ 39 w 77"/>
                              <a:gd name="T1" fmla="*/ 0 h 76"/>
                              <a:gd name="T2" fmla="*/ 47 w 77"/>
                              <a:gd name="T3" fmla="*/ 0 h 76"/>
                              <a:gd name="T4" fmla="*/ 54 w 77"/>
                              <a:gd name="T5" fmla="*/ 3 h 76"/>
                              <a:gd name="T6" fmla="*/ 61 w 77"/>
                              <a:gd name="T7" fmla="*/ 6 h 76"/>
                              <a:gd name="T8" fmla="*/ 66 w 77"/>
                              <a:gd name="T9" fmla="*/ 11 h 76"/>
                              <a:gd name="T10" fmla="*/ 70 w 77"/>
                              <a:gd name="T11" fmla="*/ 17 h 76"/>
                              <a:gd name="T12" fmla="*/ 75 w 77"/>
                              <a:gd name="T13" fmla="*/ 24 h 76"/>
                              <a:gd name="T14" fmla="*/ 77 w 77"/>
                              <a:gd name="T15" fmla="*/ 30 h 76"/>
                              <a:gd name="T16" fmla="*/ 77 w 77"/>
                              <a:gd name="T17" fmla="*/ 39 h 76"/>
                              <a:gd name="T18" fmla="*/ 77 w 77"/>
                              <a:gd name="T19" fmla="*/ 46 h 76"/>
                              <a:gd name="T20" fmla="*/ 75 w 77"/>
                              <a:gd name="T21" fmla="*/ 54 h 76"/>
                              <a:gd name="T22" fmla="*/ 70 w 77"/>
                              <a:gd name="T23" fmla="*/ 60 h 76"/>
                              <a:gd name="T24" fmla="*/ 66 w 77"/>
                              <a:gd name="T25" fmla="*/ 66 h 76"/>
                              <a:gd name="T26" fmla="*/ 61 w 77"/>
                              <a:gd name="T27" fmla="*/ 70 h 76"/>
                              <a:gd name="T28" fmla="*/ 54 w 77"/>
                              <a:gd name="T29" fmla="*/ 74 h 76"/>
                              <a:gd name="T30" fmla="*/ 47 w 77"/>
                              <a:gd name="T31" fmla="*/ 76 h 76"/>
                              <a:gd name="T32" fmla="*/ 39 w 77"/>
                              <a:gd name="T33" fmla="*/ 76 h 76"/>
                              <a:gd name="T34" fmla="*/ 30 w 77"/>
                              <a:gd name="T35" fmla="*/ 76 h 76"/>
                              <a:gd name="T36" fmla="*/ 24 w 77"/>
                              <a:gd name="T37" fmla="*/ 74 h 76"/>
                              <a:gd name="T38" fmla="*/ 16 w 77"/>
                              <a:gd name="T39" fmla="*/ 70 h 76"/>
                              <a:gd name="T40" fmla="*/ 11 w 77"/>
                              <a:gd name="T41" fmla="*/ 66 h 76"/>
                              <a:gd name="T42" fmla="*/ 7 w 77"/>
                              <a:gd name="T43" fmla="*/ 60 h 76"/>
                              <a:gd name="T44" fmla="*/ 2 w 77"/>
                              <a:gd name="T45" fmla="*/ 54 h 76"/>
                              <a:gd name="T46" fmla="*/ 0 w 77"/>
                              <a:gd name="T47" fmla="*/ 46 h 76"/>
                              <a:gd name="T48" fmla="*/ 0 w 77"/>
                              <a:gd name="T49" fmla="*/ 39 h 76"/>
                              <a:gd name="T50" fmla="*/ 0 w 77"/>
                              <a:gd name="T51" fmla="*/ 30 h 76"/>
                              <a:gd name="T52" fmla="*/ 2 w 77"/>
                              <a:gd name="T53" fmla="*/ 24 h 76"/>
                              <a:gd name="T54" fmla="*/ 7 w 77"/>
                              <a:gd name="T55" fmla="*/ 17 h 76"/>
                              <a:gd name="T56" fmla="*/ 11 w 77"/>
                              <a:gd name="T57" fmla="*/ 11 h 76"/>
                              <a:gd name="T58" fmla="*/ 16 w 77"/>
                              <a:gd name="T59" fmla="*/ 6 h 76"/>
                              <a:gd name="T60" fmla="*/ 24 w 77"/>
                              <a:gd name="T61" fmla="*/ 3 h 76"/>
                              <a:gd name="T62" fmla="*/ 30 w 77"/>
                              <a:gd name="T63" fmla="*/ 0 h 76"/>
                              <a:gd name="T64" fmla="*/ 39 w 77"/>
                              <a:gd name="T65" fmla="*/ 0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7" h="76">
                                <a:moveTo>
                                  <a:pt x="39" y="0"/>
                                </a:moveTo>
                                <a:lnTo>
                                  <a:pt x="47" y="0"/>
                                </a:lnTo>
                                <a:lnTo>
                                  <a:pt x="54" y="3"/>
                                </a:lnTo>
                                <a:lnTo>
                                  <a:pt x="61" y="6"/>
                                </a:lnTo>
                                <a:lnTo>
                                  <a:pt x="66" y="11"/>
                                </a:lnTo>
                                <a:lnTo>
                                  <a:pt x="70" y="17"/>
                                </a:lnTo>
                                <a:lnTo>
                                  <a:pt x="75" y="24"/>
                                </a:lnTo>
                                <a:lnTo>
                                  <a:pt x="77" y="30"/>
                                </a:lnTo>
                                <a:lnTo>
                                  <a:pt x="77" y="39"/>
                                </a:lnTo>
                                <a:lnTo>
                                  <a:pt x="77" y="46"/>
                                </a:lnTo>
                                <a:lnTo>
                                  <a:pt x="75" y="54"/>
                                </a:lnTo>
                                <a:lnTo>
                                  <a:pt x="70" y="60"/>
                                </a:lnTo>
                                <a:lnTo>
                                  <a:pt x="66" y="66"/>
                                </a:lnTo>
                                <a:lnTo>
                                  <a:pt x="61" y="70"/>
                                </a:lnTo>
                                <a:lnTo>
                                  <a:pt x="54" y="74"/>
                                </a:lnTo>
                                <a:lnTo>
                                  <a:pt x="47" y="76"/>
                                </a:lnTo>
                                <a:lnTo>
                                  <a:pt x="39" y="76"/>
                                </a:lnTo>
                                <a:lnTo>
                                  <a:pt x="30" y="76"/>
                                </a:lnTo>
                                <a:lnTo>
                                  <a:pt x="24" y="74"/>
                                </a:lnTo>
                                <a:lnTo>
                                  <a:pt x="16" y="70"/>
                                </a:lnTo>
                                <a:lnTo>
                                  <a:pt x="11" y="66"/>
                                </a:lnTo>
                                <a:lnTo>
                                  <a:pt x="7" y="60"/>
                                </a:lnTo>
                                <a:lnTo>
                                  <a:pt x="2" y="54"/>
                                </a:lnTo>
                                <a:lnTo>
                                  <a:pt x="0" y="46"/>
                                </a:lnTo>
                                <a:lnTo>
                                  <a:pt x="0" y="39"/>
                                </a:lnTo>
                                <a:lnTo>
                                  <a:pt x="0" y="30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1" y="11"/>
                                </a:lnTo>
                                <a:lnTo>
                                  <a:pt x="16" y="6"/>
                                </a:lnTo>
                                <a:lnTo>
                                  <a:pt x="24" y="3"/>
                                </a:lnTo>
                                <a:lnTo>
                                  <a:pt x="30" y="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淘宝店chenying0907 17" o:spid="_x0000_s1026" o:spt="203" style="position:absolute;left:0pt;flip:x;margin-left:416.25pt;margin-top:-51.1pt;height:76.25pt;width:76.1pt;z-index:251685888;mso-width-relative:page;mso-height-relative:page;" coordsize="966787,968375" o:gfxdata="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">
                <o:lock v:ext="edit" aspectratio="f"/>
                <v:shape id="淘宝店chenying0907 6" o:spid="_x0000_s1026" o:spt="100" style="position:absolute;left:73025;top:171450;height:796925;width:19050;" filled="t" stroked="f" coordsize="37,1506" o:gfxdata="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854gL4A&#10;AADbAAAADwAAAAAAAAABACAAAAAiAAAAZHJzL2Rvd25yZXYueG1sUEsBAhQAFAAAAAgAh07iQDMv&#10;BZ47AAAAOQAAABAAAAAAAAAAAQAgAAAADQEAAGRycy9zaGFwZXhtbC54bWxQSwUGAAAAAAYABgBb&#10;AQAAtwMAAAAA&#10;" path="m37,18l37,1488,36,1491,35,1495,34,1497,32,1501,29,1503,25,1505,22,1506,19,1506,15,1506,11,1505,8,1503,5,1501,3,1497,2,1495,1,1491,0,1488,0,18,1,15,2,11,3,7,5,5,8,3,11,1,15,0,19,0,22,0,25,1,29,3,32,5,34,7,35,11,36,15,37,18xe">
                  <v:path o:connectlocs="19050,9525;19050,787400;18535,788987;18020,791104;17505,792162;16475,794279;14931,795337;12871,796395;11327,796925;9782,796925;7722,796925;5663,796395;4118,795337;2574,794279;1544,792162;1029,791104;514,788987;0,787400;0,9525;514,7937;1029,5820;1544,3704;2574,2645;4118,1587;5663,529;7722,0;9782,0;11327,0;12871,529;14931,1587;16475,2645;17505,3704;18020,5820;18535,7937;19050,9525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7" o:spid="_x0000_s1026" o:spt="100" style="position:absolute;left:0;top:182563;height:303213;width:84138;" filled="t" stroked="f" coordsize="160,574" o:gfxdata="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mLg9vQAA&#10;ANsAAAAPAAAAAAAAAAEAIAAAACIAAABkcnMvZG93bnJldi54bWxQSwECFAAUAAAACACHTuJAMy8F&#10;njsAAAA5AAAAEAAAAAAAAAABACAAAAAMAQAAZHJzL3NoYXBleG1sLnhtbFBLBQYAAAAABgAGAFsB&#10;AAC2AwAAAAA=&#10;" path="m63,69l63,79,65,88,67,96,70,104,74,112,78,118,84,125,89,130,77,136,66,143,56,152,46,159,37,169,30,178,22,189,17,201,11,213,7,225,4,238,2,251,0,265,2,279,3,293,6,307,9,317,12,325,17,335,22,344,33,360,46,376,73,406,98,438,104,448,110,458,113,469,115,481,116,492,116,504,113,514,108,525,104,530,100,535,94,538,89,540,84,542,77,542,71,542,64,542,61,540,57,539,54,536,52,534,50,529,50,526,49,523,49,519,50,515,51,512,53,509,56,506,59,504,62,501,65,500,69,500,73,500,76,499,78,497,80,495,83,491,84,485,83,479,80,474,78,472,76,470,73,469,69,469,62,470,54,471,48,474,42,479,36,483,31,488,26,495,23,501,20,508,18,515,18,522,18,529,19,537,21,543,25,550,31,555,39,563,47,567,56,572,65,574,74,574,83,574,91,572,100,569,107,565,115,560,121,554,128,548,133,540,139,532,143,523,145,513,147,500,148,487,147,475,144,464,140,452,135,441,129,429,121,418,106,398,89,378,72,359,57,339,51,333,47,325,44,318,40,310,35,295,33,280,32,265,33,250,36,235,42,221,48,207,57,195,66,183,78,173,90,164,104,157,112,155,119,152,128,150,137,148,138,149,140,149,144,148,146,147,150,147,153,145,155,144,157,142,159,136,160,131,159,126,156,121,154,119,152,118,148,117,145,117,141,117,135,118,126,116,117,113,111,108,105,102,101,95,98,88,97,80,96,72,98,64,100,56,104,49,108,44,115,38,124,34,132,32,143,32,146,31,150,31,152,28,154,27,157,22,158,17,157,11,154,6,152,4,150,1,146,0,143,0,135,0,128,1,121,2,114,5,107,8,101,11,94,14,89,19,84,24,78,28,74,35,71,41,67,48,65,54,64,62,63,69xe">
                  <v:path o:connectlocs="35232,50711;44172,66030;29448,80293;11568,99838;2103,125722;1577,154775;8939,176962;38387,214467;59422,247747;59422,271518;49431,284196;37336,286309;28396,283139;25767,276272;27870,268877;34181,264122;41017,262538;43646,253029;38387,247747;25241,250388;13672,261481;9465,275744;13146,290535;29448,302156;47853,302156;63629,292648;75198,276272;77301,250916;67836,226617;37862,189640;23137,167982;16827,139985;25241,109346;47327,86632;67310,79236;75724,78180;81508,76067;83612,66558;77827,61804;66258,61276;53112,50183;51534,33807;60474,20073;76775,16375;82560,11621;79931,2112;70991,0;56267,4225;44172,12677;35232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8" o:spid="_x0000_s1026" o:spt="100" style="position:absolute;left:84137;top:182563;height:303213;width:84138;" filled="t" stroked="f" coordsize="159,574" o:gfxdata="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nLB97gAAADbAAAA&#10;DwAAAAAAAAABACAAAAAiAAAAZHJzL2Rvd25yZXYueG1sUEsBAhQAFAAAAAgAh07iQDMvBZ47AAAA&#10;OQAAABAAAAAAAAAAAQAgAAAABwEAAGRycy9zaGFwZXhtbC54bWxQSwUGAAAAAAYABgBbAQAAsQMA&#10;AAAA&#10;" path="m98,69l96,79,95,88,93,96,90,104,87,112,82,118,77,125,71,130,82,136,94,143,104,152,114,159,123,169,131,178,139,189,144,201,149,213,154,225,157,238,158,251,159,265,159,279,157,293,155,307,152,317,148,325,144,335,139,344,128,360,115,376,88,406,63,438,56,448,51,458,48,469,45,481,44,492,45,504,48,514,52,525,55,530,60,535,65,538,72,540,77,542,83,542,90,542,95,542,100,540,103,539,106,536,108,534,109,529,110,526,110,523,110,519,110,515,108,512,107,509,105,506,102,504,99,501,95,500,91,500,88,500,85,499,82,497,80,495,77,491,76,485,77,479,80,474,82,472,85,470,88,469,91,469,99,470,106,471,113,474,118,479,125,483,129,488,134,495,137,501,141,508,142,515,143,522,143,529,142,537,139,543,135,550,130,555,121,563,113,567,104,572,95,574,87,574,78,574,69,572,61,569,53,565,46,560,38,554,32,548,26,540,22,532,18,523,14,513,12,500,12,487,13,475,15,464,20,452,25,441,32,429,38,418,54,398,72,378,89,359,104,339,108,333,113,325,117,318,120,310,125,295,128,280,128,265,127,250,123,235,119,221,113,207,104,195,94,183,82,173,69,164,55,157,48,155,40,152,33,150,24,148,22,149,20,149,17,148,13,147,10,147,8,145,6,144,4,142,1,136,0,131,1,126,4,121,6,119,9,118,11,117,15,117,20,117,24,118,35,116,42,113,50,108,55,102,60,95,63,88,64,80,64,72,63,64,61,56,56,49,51,44,45,38,37,34,28,32,18,32,14,31,11,31,8,28,6,27,4,22,2,17,4,11,6,6,8,4,11,1,14,0,18,0,25,0,32,1,39,2,47,5,53,8,60,11,66,14,72,19,77,24,81,28,86,35,90,41,92,48,95,54,96,62,98,69xe">
                  <v:path o:connectlocs="49212,50711;40746,66030;55033,80293;73554,99838;83079,125722;83079,154775;76200,176962;46566,214467;25400,247747;25400,271518;34396,284196;47625,286309;56092,283139;58208,276272;56621,268877;50271,264122;43391,262538;40746,253029;46566,247747;59796,250388;70908,261481;75671,275744;71437,290535;55033,302156;36512,302156;20108,292648;9525,276272;6879,250916;16933,226617;47096,189640;61912,167982;67733,139985;59796,109346;36512,86632;17462,79236;8995,78180;3175,76067;529,66558;5820,61804;18520,61276;31750,50183;33337,33807;23812,20073;7408,16375;2116,11621;4233,2112;13229,0;28046,4225;40746,12677;48683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9" o:spid="_x0000_s1026" o:spt="100" style="position:absolute;left:46037;top:285750;height:73025;width:73025;" filled="t" stroked="f" coordsize="138,138" o:gfxdata="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1miy8AAAA&#10;2wAAAA8AAAAAAAAAAQAgAAAAIgAAAGRycy9kb3ducmV2LnhtbFBLAQIUABQAAAAIAIdO4kAzLwWe&#10;OwAAADkAAAAQAAAAAAAAAAEAIAAAAAsBAABkcnMvc2hhcGV4bWwueG1sUEsFBgAAAAAGAAYAWwEA&#10;ALUDAAAAAA==&#10;" path="m138,69l137,75,136,83,135,89,133,96,129,101,126,107,122,112,118,118,112,122,107,126,101,129,95,133,90,135,82,136,75,137,69,138,61,137,55,136,48,135,42,133,36,129,30,126,25,122,19,118,15,112,11,107,7,101,5,96,2,89,1,83,0,75,0,69,0,61,1,55,2,48,5,42,7,35,11,30,15,25,19,19,25,15,30,12,36,7,42,5,48,3,55,1,61,0,69,0,75,0,82,1,90,3,95,5,101,7,107,12,112,15,118,19,122,25,126,30,129,35,133,42,135,48,136,55,137,61,138,69xm30,69l30,69,31,77,33,83,37,89,42,96,47,100,54,104,60,106,69,107,77,106,83,104,90,100,96,96,100,89,104,83,106,77,107,69,106,61,104,54,100,47,96,42,90,37,83,33,77,31,69,30,60,31,54,33,47,37,42,42,37,47,33,54,31,61,30,69xe">
                  <v:path o:connectlocs="72495,39687;71437,47095;68262,53445;64558,59266;59266,64558;53445,68262;47625,71437;39687,72495;32279,72495;25400,71437;19050,68262;13229,64558;7937,59266;3704,53445;1058,47095;0,39687;0,32279;1058,25400;3704,18520;7937,13229;13229,7937;19050,3704;25400,1587;32279,0;39687,0;47625,1587;53445,3704;59266,7937;64558,13229;68262,18520;71437,25400;72495,32279;15875,36512;16404,40745;19579,47095;24870,52916;31750,56091;40745,56091;47625,52916;52916,47095;56091,40745;56091,32279;52916,24870;47625,19579;40745,16404;31750,16404;24870,19579;19579,24870;16404,32279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0" o:spid="_x0000_s1026" o:spt="100" style="position:absolute;left:169862;top:77788;height:19050;width:796925;" filled="t" stroked="f" coordsize="1507,36" o:gfxdata="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xPpsvQAA&#10;ANsAAAAPAAAAAAAAAAEAIAAAACIAAABkcnMvZG93bnJldi54bWxQSwECFAAUAAAACACHTuJAMy8F&#10;njsAAAA5AAAAEAAAAAAAAAABACAAAAAMAQAAZHJzL3NoYXBleG1sLnhtbFBLBQYAAAAABgAGAFsB&#10;AAC2AwAAAAA=&#10;" path="m19,0l1488,0,1492,0,1495,1,1498,3,1501,5,1504,7,1506,10,1507,14,1507,18,1507,21,1506,26,1504,29,1501,31,1498,33,1495,35,1492,36,1488,36,19,36,15,36,11,35,8,33,6,31,3,29,1,26,0,21,0,18,0,14,1,10,3,7,6,5,8,3,11,1,15,0,19,0xe">
                  <v:path o:connectlocs="10047,0;786877,0;788992,0;790579,529;792165,1587;793752,2645;795338,3704;796396,5291;796925,7408;796925,9525;796925,11112;796396,13758;795338,15345;793752,16404;792165,17462;790579,18520;788992,19050;786877,19050;10047,19050;7932,19050;5816,18520;4230,17462;3172,16404;1586,15345;528,13758;0,11112;0,9525;0,7408;528,5291;1586,3704;3172,2645;4230,1587;5816,529;7932,0;10047,0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1" o:spid="_x0000_s1026" o:spt="100" style="position:absolute;left:180975;top:84138;height:84138;width:303213;" filled="t" stroked="f" coordsize="573,158" o:gfxdata="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rohevQAA&#10;ANsAAAAPAAAAAAAAAAEAIAAAACIAAABkcnMvZG93bnJldi54bWxQSwECFAAUAAAACACHTuJAMy8F&#10;njsAAAA5AAAAEAAAAAAAAAABACAAAAAMAQAAZHJzL3NoYXBleG1sLnhtbFBLBQYAAAAABgAGAFsB&#10;AAC2AwAAAAA=&#10;" path="m69,96l79,96,87,95,96,93,103,89,111,86,117,81,124,76,129,70,136,82,142,93,150,103,158,113,168,122,178,130,189,137,201,143,212,149,224,153,237,155,250,157,264,158,278,158,291,156,306,153,316,151,325,147,334,142,343,138,359,126,376,114,406,86,437,61,448,56,458,50,468,46,480,44,491,43,502,44,514,46,525,52,530,55,534,59,538,64,540,70,542,76,542,83,542,88,541,95,540,99,538,102,535,106,532,108,529,109,526,110,522,110,518,110,515,109,512,108,508,106,505,103,503,101,501,98,500,95,500,90,499,87,499,84,496,81,494,80,490,76,484,75,478,76,474,80,472,81,469,84,468,87,468,90,469,98,471,104,474,111,478,117,482,123,488,128,494,133,501,137,507,139,515,141,521,142,529,142,536,140,543,138,549,134,555,128,562,121,567,112,571,103,573,95,573,86,573,77,571,69,568,60,565,52,559,45,554,37,546,31,540,26,531,20,522,17,513,14,500,12,487,10,475,13,463,15,451,19,439,25,428,31,418,37,397,54,377,71,358,87,339,102,332,108,325,112,317,116,310,120,295,124,279,127,264,127,249,126,234,123,220,117,206,111,194,103,182,93,172,82,164,69,156,55,154,47,151,40,150,31,148,23,149,21,149,19,148,16,147,13,147,9,144,6,143,4,141,3,136,0,130,0,125,1,121,3,118,5,117,7,116,10,116,14,116,19,117,23,115,33,112,42,108,49,101,55,95,59,87,61,80,63,71,63,63,62,56,60,48,56,43,50,37,44,33,36,31,27,31,17,30,13,30,9,28,7,27,5,21,3,16,2,10,3,5,5,3,7,1,9,0,13,0,17,0,23,1,31,2,39,4,45,6,53,9,59,14,64,18,71,23,76,28,81,34,85,41,88,47,91,54,94,61,96,69,96xe">
                  <v:path o:connectlocs="50800,49524;65616,40471;79375,54849;100012,72955;125412,82540;153987,83072;176741,75617;214842,45796;247650,24495;271992,24495;284692,34081;286808,46861;283104,56447;276225,58577;268817,56447;264583,50589;262467,43134;252942,40471;247650,46329;250825,59109;261408,70825;275696,75617;290512,71357;302154,54849;302154,36743;293158,19703;276225,9052;251354,6922;226483,16508;189441,46329;167746,61772;139700,67629;109008,59109;86783,36743;79375,16508;78316,8520;75670,2130;66145,532;61383,5325;60854,17573;50270,31418;33337,33016;19579,23430;15875,6922;11112,1597;1587,3727;0,12247;3175,28223;12170,40471;24870,48459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2" o:spid="_x0000_s1026" o:spt="100" style="position:absolute;left:180975;top:0;height:84138;width:303213;" filled="t" stroked="f" coordsize="573,160" o:gfxdata="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erub4A&#10;AADbAAAADwAAAAAAAAABACAAAAAiAAAAZHJzL2Rvd25yZXYueG1sUEsBAhQAFAAAAAgAh07iQDMv&#10;BZ47AAAAOQAAABAAAAAAAAAAAQAgAAAADQEAAGRycy9zaGFwZXhtbC54bWxQSwUGAAAAAAYABgBb&#10;AQAAtwMAAAAA&#10;" path="m69,63l79,63,87,64,96,66,103,69,111,72,117,78,124,83,129,88,136,77,142,66,150,55,158,45,168,37,178,28,189,21,201,15,212,10,224,6,237,3,250,1,264,0,278,1,291,2,306,5,316,7,325,12,334,16,343,20,359,32,376,44,406,72,437,97,448,104,458,108,468,112,480,114,491,115,502,114,514,112,525,107,530,104,534,99,538,94,540,88,542,82,542,75,542,70,541,64,540,59,538,56,535,53,532,51,529,50,526,48,522,48,518,48,515,50,512,51,508,53,505,55,503,57,501,60,500,65,500,68,499,71,499,74,496,78,494,80,490,82,484,83,478,82,474,80,472,78,469,74,468,71,468,68,469,60,471,54,474,47,478,41,482,36,488,30,494,26,501,21,507,19,515,17,521,16,529,16,536,18,543,20,549,25,555,30,562,38,567,46,571,55,573,64,573,72,573,82,571,91,568,98,565,107,559,114,554,121,546,127,540,133,531,138,522,141,513,145,500,147,487,148,475,147,463,144,451,139,439,134,428,128,418,121,397,105,377,87,358,71,339,56,332,51,325,46,317,43,310,40,295,34,279,32,264,31,249,32,234,36,220,41,206,47,194,56,182,66,172,77,164,90,156,104,154,111,151,119,150,127,148,135,149,137,149,139,148,142,147,146,147,149,144,152,143,154,141,156,136,159,130,160,125,159,121,155,118,153,117,151,116,148,116,145,116,139,117,135,115,125,112,117,108,110,101,104,95,99,87,97,80,95,71,95,63,96,56,99,48,102,43,108,37,114,33,122,31,132,31,142,30,146,30,149,28,151,27,153,21,156,16,156,10,156,5,153,3,151,1,149,0,146,0,142,0,135,1,127,2,120,4,113,6,107,9,100,14,94,18,87,23,83,28,78,34,73,41,70,47,67,54,65,61,64,69,63xe">
                  <v:path o:connectlocs="50800,34706;65616,43646;79375,28922;100012,11043;125412,1577;153987,1051;176741,8413;214842,37862;247650,58896;271992,58896;284692,49431;286808,36810;283104,27870;276225,25241;268817,27870;264583,34181;262467,41017;252942,43120;247650,37336;250825,24715;261408,13672;275696,8413;290512,13146;302154,28922;302154,47853;293158,63629;276225,74146;251354,77301;226483,67310;189441,37336;167746,22612;139700,16301;109008,24715;86783,47327;79375,66784;78316,74672;75670,80982;66145,83612;61383,77827;60854,65732;50270,52060;33337,50482;19579,59948;15875,76775;11112,82034;1587,79405;0,70991;3175,56267;12170,43646;24870,35232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3" o:spid="_x0000_s1026" o:spt="100" style="position:absolute;left:284162;top:50800;height:73025;width:73025;" filled="t" stroked="f" coordsize="138,138" o:gfxdata="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5veu7sAAADb&#10;AAAADwAAAAAAAAABACAAAAAiAAAAZHJzL2Rvd25yZXYueG1sUEsBAhQAFAAAAAgAh07iQDMvBZ47&#10;AAAAOQAAABAAAAAAAAAAAQAgAAAACgEAAGRycy9zaGFwZXhtbC54bWxQSwUGAAAAAAYABgBbAQAA&#10;tAMAAAAA&#10;" path="m69,0l76,0,83,1,90,3,96,5,102,9,107,12,113,15,118,20,122,25,127,30,130,36,133,42,135,49,136,55,137,61,138,69,137,75,136,83,135,90,133,96,130,101,127,108,122,113,118,118,113,122,107,126,102,129,96,133,90,135,83,137,76,138,69,138,62,138,55,137,49,135,42,133,36,129,30,126,25,122,20,118,15,113,12,108,8,101,6,96,2,90,1,83,0,75,0,69,0,61,1,55,2,49,6,42,8,36,12,30,15,25,20,20,25,15,30,12,36,9,42,5,49,3,55,1,62,0,69,0xm69,107l69,107,77,107,83,104,90,100,96,96,101,91,104,84,106,77,107,69,106,61,104,54,101,47,96,42,90,38,83,33,77,31,69,31,62,31,54,33,48,38,42,42,37,47,34,54,32,61,30,69,32,77,34,84,37,91,42,96,48,100,54,104,62,107,69,107xe">
                  <v:path o:connectlocs="40216,0;47625,1587;53975,4762;59795,7937;64558,13229;68791,19050;71437,25929;72495,32279;72495,39687;71437,47625;68791,53445;64558,59795;59795,64558;53975,68262;47625,71437;40216,73025;32808,73025;25929,71437;19050,68262;13229,64558;7937,59795;4233,53445;1058,47625;0,39687;0,32279;1058,25929;4233,19050;7937,13229;13229,7937;19050,4762;25929,1587;32808,0;36512,56620;40745,56620;47625,52916;53445,48154;56091,40745;56091,32279;53445,24870;47625,20108;40745,16404;32808,16404;25400,20108;19579,24870;16933,32279;16933,40745;19579,48154;25400,52916;32808,56620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4" o:spid="_x0000_s1026" o:spt="100" style="position:absolute;left:61912;top:63500;height:41275;width:41275;" filled="t" stroked="f" coordsize="77,76" o:gfxdata="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ruIe7gAAADbAAAA&#10;DwAAAAAAAAABACAAAAAiAAAAZHJzL2Rvd25yZXYueG1sUEsBAhQAFAAAAAgAh07iQDMvBZ47AAAA&#10;OQAAABAAAAAAAAAAAQAgAAAABwEAAGRycy9zaGFwZXhtbC54bWxQSwUGAAAAAAYABgBbAQAAsQMA&#10;AAAA&#10;" path="m39,0l47,0,54,3,61,6,66,11,70,17,75,24,77,30,77,39,77,46,75,54,70,60,66,66,61,70,54,74,47,76,39,76,30,76,24,74,16,70,11,66,7,60,2,54,0,46,0,39,0,30,2,24,7,17,11,11,16,6,24,3,30,0,39,0xe">
                  <v:path o:connectlocs="20905,0;25193,0;28946,1629;32698,3258;35378,5974;37522,9232;40202,13034;41275,16292;41275,21180;41275,24982;40202,29326;37522,32585;35378,35844;32698,38016;28946,40188;25193,41275;20905,41275;16081,41275;12864,40188;8576,38016;5896,35844;3752,32585;1072,29326;0,24982;0,21180;0,16292;1072,13034;3752,9232;5896,5974;8576,3258;12864,1629;16081,0;20905,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-648970</wp:posOffset>
                </wp:positionV>
                <wp:extent cx="966470" cy="968375"/>
                <wp:effectExtent l="19050" t="0" r="5080" b="3175"/>
                <wp:wrapNone/>
                <wp:docPr id="18" name="淘宝店chenying0907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70" cy="968375"/>
                          <a:chOff x="0" y="0"/>
                          <a:chExt cx="966787" cy="968375"/>
                        </a:xfrm>
                        <a:solidFill>
                          <a:srgbClr val="678E00"/>
                        </a:solidFill>
                      </wpg:grpSpPr>
                      <wps:wsp>
                        <wps:cNvPr id="8" name="淘宝店chenying0907 6"/>
                        <wps:cNvSpPr/>
                        <wps:spPr bwMode="auto">
                          <a:xfrm>
                            <a:off x="73025" y="171450"/>
                            <a:ext cx="19050" cy="796925"/>
                          </a:xfrm>
                          <a:custGeom>
                            <a:avLst/>
                            <a:gdLst>
                              <a:gd name="T0" fmla="*/ 37 w 37"/>
                              <a:gd name="T1" fmla="*/ 18 h 1506"/>
                              <a:gd name="T2" fmla="*/ 37 w 37"/>
                              <a:gd name="T3" fmla="*/ 1488 h 1506"/>
                              <a:gd name="T4" fmla="*/ 36 w 37"/>
                              <a:gd name="T5" fmla="*/ 1491 h 1506"/>
                              <a:gd name="T6" fmla="*/ 35 w 37"/>
                              <a:gd name="T7" fmla="*/ 1495 h 1506"/>
                              <a:gd name="T8" fmla="*/ 34 w 37"/>
                              <a:gd name="T9" fmla="*/ 1497 h 1506"/>
                              <a:gd name="T10" fmla="*/ 32 w 37"/>
                              <a:gd name="T11" fmla="*/ 1501 h 1506"/>
                              <a:gd name="T12" fmla="*/ 29 w 37"/>
                              <a:gd name="T13" fmla="*/ 1503 h 1506"/>
                              <a:gd name="T14" fmla="*/ 25 w 37"/>
                              <a:gd name="T15" fmla="*/ 1505 h 1506"/>
                              <a:gd name="T16" fmla="*/ 22 w 37"/>
                              <a:gd name="T17" fmla="*/ 1506 h 1506"/>
                              <a:gd name="T18" fmla="*/ 19 w 37"/>
                              <a:gd name="T19" fmla="*/ 1506 h 1506"/>
                              <a:gd name="T20" fmla="*/ 15 w 37"/>
                              <a:gd name="T21" fmla="*/ 1506 h 1506"/>
                              <a:gd name="T22" fmla="*/ 11 w 37"/>
                              <a:gd name="T23" fmla="*/ 1505 h 1506"/>
                              <a:gd name="T24" fmla="*/ 8 w 37"/>
                              <a:gd name="T25" fmla="*/ 1503 h 1506"/>
                              <a:gd name="T26" fmla="*/ 5 w 37"/>
                              <a:gd name="T27" fmla="*/ 1501 h 1506"/>
                              <a:gd name="T28" fmla="*/ 3 w 37"/>
                              <a:gd name="T29" fmla="*/ 1497 h 1506"/>
                              <a:gd name="T30" fmla="*/ 2 w 37"/>
                              <a:gd name="T31" fmla="*/ 1495 h 1506"/>
                              <a:gd name="T32" fmla="*/ 1 w 37"/>
                              <a:gd name="T33" fmla="*/ 1491 h 1506"/>
                              <a:gd name="T34" fmla="*/ 0 w 37"/>
                              <a:gd name="T35" fmla="*/ 1488 h 1506"/>
                              <a:gd name="T36" fmla="*/ 0 w 37"/>
                              <a:gd name="T37" fmla="*/ 18 h 1506"/>
                              <a:gd name="T38" fmla="*/ 1 w 37"/>
                              <a:gd name="T39" fmla="*/ 15 h 1506"/>
                              <a:gd name="T40" fmla="*/ 2 w 37"/>
                              <a:gd name="T41" fmla="*/ 11 h 1506"/>
                              <a:gd name="T42" fmla="*/ 3 w 37"/>
                              <a:gd name="T43" fmla="*/ 7 h 1506"/>
                              <a:gd name="T44" fmla="*/ 5 w 37"/>
                              <a:gd name="T45" fmla="*/ 5 h 1506"/>
                              <a:gd name="T46" fmla="*/ 8 w 37"/>
                              <a:gd name="T47" fmla="*/ 3 h 1506"/>
                              <a:gd name="T48" fmla="*/ 11 w 37"/>
                              <a:gd name="T49" fmla="*/ 1 h 1506"/>
                              <a:gd name="T50" fmla="*/ 15 w 37"/>
                              <a:gd name="T51" fmla="*/ 0 h 1506"/>
                              <a:gd name="T52" fmla="*/ 19 w 37"/>
                              <a:gd name="T53" fmla="*/ 0 h 1506"/>
                              <a:gd name="T54" fmla="*/ 22 w 37"/>
                              <a:gd name="T55" fmla="*/ 0 h 1506"/>
                              <a:gd name="T56" fmla="*/ 25 w 37"/>
                              <a:gd name="T57" fmla="*/ 1 h 1506"/>
                              <a:gd name="T58" fmla="*/ 29 w 37"/>
                              <a:gd name="T59" fmla="*/ 3 h 1506"/>
                              <a:gd name="T60" fmla="*/ 32 w 37"/>
                              <a:gd name="T61" fmla="*/ 5 h 1506"/>
                              <a:gd name="T62" fmla="*/ 34 w 37"/>
                              <a:gd name="T63" fmla="*/ 7 h 1506"/>
                              <a:gd name="T64" fmla="*/ 35 w 37"/>
                              <a:gd name="T65" fmla="*/ 11 h 1506"/>
                              <a:gd name="T66" fmla="*/ 36 w 37"/>
                              <a:gd name="T67" fmla="*/ 15 h 1506"/>
                              <a:gd name="T68" fmla="*/ 37 w 37"/>
                              <a:gd name="T69" fmla="*/ 18 h 1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7" h="1506">
                                <a:moveTo>
                                  <a:pt x="37" y="18"/>
                                </a:moveTo>
                                <a:lnTo>
                                  <a:pt x="37" y="1488"/>
                                </a:lnTo>
                                <a:lnTo>
                                  <a:pt x="36" y="1491"/>
                                </a:lnTo>
                                <a:lnTo>
                                  <a:pt x="35" y="1495"/>
                                </a:lnTo>
                                <a:lnTo>
                                  <a:pt x="34" y="1497"/>
                                </a:lnTo>
                                <a:lnTo>
                                  <a:pt x="32" y="1501"/>
                                </a:lnTo>
                                <a:lnTo>
                                  <a:pt x="29" y="1503"/>
                                </a:lnTo>
                                <a:lnTo>
                                  <a:pt x="25" y="1505"/>
                                </a:lnTo>
                                <a:lnTo>
                                  <a:pt x="22" y="1506"/>
                                </a:lnTo>
                                <a:lnTo>
                                  <a:pt x="19" y="1506"/>
                                </a:lnTo>
                                <a:lnTo>
                                  <a:pt x="15" y="1506"/>
                                </a:lnTo>
                                <a:lnTo>
                                  <a:pt x="11" y="1505"/>
                                </a:lnTo>
                                <a:lnTo>
                                  <a:pt x="8" y="1503"/>
                                </a:lnTo>
                                <a:lnTo>
                                  <a:pt x="5" y="1501"/>
                                </a:lnTo>
                                <a:lnTo>
                                  <a:pt x="3" y="1497"/>
                                </a:lnTo>
                                <a:lnTo>
                                  <a:pt x="2" y="1495"/>
                                </a:lnTo>
                                <a:lnTo>
                                  <a:pt x="1" y="1491"/>
                                </a:lnTo>
                                <a:lnTo>
                                  <a:pt x="0" y="1488"/>
                                </a:lnTo>
                                <a:lnTo>
                                  <a:pt x="0" y="18"/>
                                </a:lnTo>
                                <a:lnTo>
                                  <a:pt x="1" y="15"/>
                                </a:lnTo>
                                <a:lnTo>
                                  <a:pt x="2" y="11"/>
                                </a:lnTo>
                                <a:lnTo>
                                  <a:pt x="3" y="7"/>
                                </a:lnTo>
                                <a:lnTo>
                                  <a:pt x="5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lnTo>
                                  <a:pt x="22" y="0"/>
                                </a:lnTo>
                                <a:lnTo>
                                  <a:pt x="25" y="1"/>
                                </a:lnTo>
                                <a:lnTo>
                                  <a:pt x="29" y="3"/>
                                </a:lnTo>
                                <a:lnTo>
                                  <a:pt x="32" y="5"/>
                                </a:lnTo>
                                <a:lnTo>
                                  <a:pt x="34" y="7"/>
                                </a:lnTo>
                                <a:lnTo>
                                  <a:pt x="35" y="11"/>
                                </a:lnTo>
                                <a:lnTo>
                                  <a:pt x="36" y="15"/>
                                </a:lnTo>
                                <a:lnTo>
                                  <a:pt x="37" y="1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" name="淘宝店chenying0907 7"/>
                        <wps:cNvSpPr/>
                        <wps:spPr bwMode="auto">
                          <a:xfrm>
                            <a:off x="0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67 w 160"/>
                              <a:gd name="T1" fmla="*/ 96 h 574"/>
                              <a:gd name="T2" fmla="*/ 84 w 160"/>
                              <a:gd name="T3" fmla="*/ 125 h 574"/>
                              <a:gd name="T4" fmla="*/ 56 w 160"/>
                              <a:gd name="T5" fmla="*/ 152 h 574"/>
                              <a:gd name="T6" fmla="*/ 22 w 160"/>
                              <a:gd name="T7" fmla="*/ 189 h 574"/>
                              <a:gd name="T8" fmla="*/ 4 w 160"/>
                              <a:gd name="T9" fmla="*/ 238 h 574"/>
                              <a:gd name="T10" fmla="*/ 3 w 160"/>
                              <a:gd name="T11" fmla="*/ 293 h 574"/>
                              <a:gd name="T12" fmla="*/ 17 w 160"/>
                              <a:gd name="T13" fmla="*/ 335 h 574"/>
                              <a:gd name="T14" fmla="*/ 73 w 160"/>
                              <a:gd name="T15" fmla="*/ 406 h 574"/>
                              <a:gd name="T16" fmla="*/ 113 w 160"/>
                              <a:gd name="T17" fmla="*/ 469 h 574"/>
                              <a:gd name="T18" fmla="*/ 113 w 160"/>
                              <a:gd name="T19" fmla="*/ 514 h 574"/>
                              <a:gd name="T20" fmla="*/ 94 w 160"/>
                              <a:gd name="T21" fmla="*/ 538 h 574"/>
                              <a:gd name="T22" fmla="*/ 71 w 160"/>
                              <a:gd name="T23" fmla="*/ 542 h 574"/>
                              <a:gd name="T24" fmla="*/ 54 w 160"/>
                              <a:gd name="T25" fmla="*/ 536 h 574"/>
                              <a:gd name="T26" fmla="*/ 49 w 160"/>
                              <a:gd name="T27" fmla="*/ 523 h 574"/>
                              <a:gd name="T28" fmla="*/ 53 w 160"/>
                              <a:gd name="T29" fmla="*/ 509 h 574"/>
                              <a:gd name="T30" fmla="*/ 65 w 160"/>
                              <a:gd name="T31" fmla="*/ 500 h 574"/>
                              <a:gd name="T32" fmla="*/ 78 w 160"/>
                              <a:gd name="T33" fmla="*/ 497 h 574"/>
                              <a:gd name="T34" fmla="*/ 83 w 160"/>
                              <a:gd name="T35" fmla="*/ 479 h 574"/>
                              <a:gd name="T36" fmla="*/ 73 w 160"/>
                              <a:gd name="T37" fmla="*/ 469 h 574"/>
                              <a:gd name="T38" fmla="*/ 48 w 160"/>
                              <a:gd name="T39" fmla="*/ 474 h 574"/>
                              <a:gd name="T40" fmla="*/ 26 w 160"/>
                              <a:gd name="T41" fmla="*/ 495 h 574"/>
                              <a:gd name="T42" fmla="*/ 18 w 160"/>
                              <a:gd name="T43" fmla="*/ 522 h 574"/>
                              <a:gd name="T44" fmla="*/ 25 w 160"/>
                              <a:gd name="T45" fmla="*/ 550 h 574"/>
                              <a:gd name="T46" fmla="*/ 56 w 160"/>
                              <a:gd name="T47" fmla="*/ 572 h 574"/>
                              <a:gd name="T48" fmla="*/ 91 w 160"/>
                              <a:gd name="T49" fmla="*/ 572 h 574"/>
                              <a:gd name="T50" fmla="*/ 121 w 160"/>
                              <a:gd name="T51" fmla="*/ 554 h 574"/>
                              <a:gd name="T52" fmla="*/ 143 w 160"/>
                              <a:gd name="T53" fmla="*/ 523 h 574"/>
                              <a:gd name="T54" fmla="*/ 147 w 160"/>
                              <a:gd name="T55" fmla="*/ 475 h 574"/>
                              <a:gd name="T56" fmla="*/ 129 w 160"/>
                              <a:gd name="T57" fmla="*/ 429 h 574"/>
                              <a:gd name="T58" fmla="*/ 72 w 160"/>
                              <a:gd name="T59" fmla="*/ 359 h 574"/>
                              <a:gd name="T60" fmla="*/ 44 w 160"/>
                              <a:gd name="T61" fmla="*/ 318 h 574"/>
                              <a:gd name="T62" fmla="*/ 32 w 160"/>
                              <a:gd name="T63" fmla="*/ 265 h 574"/>
                              <a:gd name="T64" fmla="*/ 48 w 160"/>
                              <a:gd name="T65" fmla="*/ 207 h 574"/>
                              <a:gd name="T66" fmla="*/ 90 w 160"/>
                              <a:gd name="T67" fmla="*/ 164 h 574"/>
                              <a:gd name="T68" fmla="*/ 128 w 160"/>
                              <a:gd name="T69" fmla="*/ 150 h 574"/>
                              <a:gd name="T70" fmla="*/ 144 w 160"/>
                              <a:gd name="T71" fmla="*/ 148 h 574"/>
                              <a:gd name="T72" fmla="*/ 155 w 160"/>
                              <a:gd name="T73" fmla="*/ 144 h 574"/>
                              <a:gd name="T74" fmla="*/ 159 w 160"/>
                              <a:gd name="T75" fmla="*/ 126 h 574"/>
                              <a:gd name="T76" fmla="*/ 148 w 160"/>
                              <a:gd name="T77" fmla="*/ 117 h 574"/>
                              <a:gd name="T78" fmla="*/ 126 w 160"/>
                              <a:gd name="T79" fmla="*/ 116 h 574"/>
                              <a:gd name="T80" fmla="*/ 101 w 160"/>
                              <a:gd name="T81" fmla="*/ 95 h 574"/>
                              <a:gd name="T82" fmla="*/ 98 w 160"/>
                              <a:gd name="T83" fmla="*/ 64 h 574"/>
                              <a:gd name="T84" fmla="*/ 115 w 160"/>
                              <a:gd name="T85" fmla="*/ 38 h 574"/>
                              <a:gd name="T86" fmla="*/ 146 w 160"/>
                              <a:gd name="T87" fmla="*/ 31 h 574"/>
                              <a:gd name="T88" fmla="*/ 157 w 160"/>
                              <a:gd name="T89" fmla="*/ 22 h 574"/>
                              <a:gd name="T90" fmla="*/ 152 w 160"/>
                              <a:gd name="T91" fmla="*/ 4 h 574"/>
                              <a:gd name="T92" fmla="*/ 135 w 160"/>
                              <a:gd name="T93" fmla="*/ 0 h 574"/>
                              <a:gd name="T94" fmla="*/ 107 w 160"/>
                              <a:gd name="T95" fmla="*/ 8 h 574"/>
                              <a:gd name="T96" fmla="*/ 84 w 160"/>
                              <a:gd name="T97" fmla="*/ 24 h 574"/>
                              <a:gd name="T98" fmla="*/ 67 w 160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60" h="574">
                                <a:moveTo>
                                  <a:pt x="63" y="69"/>
                                </a:moveTo>
                                <a:lnTo>
                                  <a:pt x="63" y="79"/>
                                </a:lnTo>
                                <a:lnTo>
                                  <a:pt x="65" y="88"/>
                                </a:lnTo>
                                <a:lnTo>
                                  <a:pt x="67" y="96"/>
                                </a:lnTo>
                                <a:lnTo>
                                  <a:pt x="70" y="104"/>
                                </a:lnTo>
                                <a:lnTo>
                                  <a:pt x="74" y="112"/>
                                </a:lnTo>
                                <a:lnTo>
                                  <a:pt x="78" y="118"/>
                                </a:lnTo>
                                <a:lnTo>
                                  <a:pt x="84" y="125"/>
                                </a:lnTo>
                                <a:lnTo>
                                  <a:pt x="89" y="130"/>
                                </a:lnTo>
                                <a:lnTo>
                                  <a:pt x="77" y="136"/>
                                </a:lnTo>
                                <a:lnTo>
                                  <a:pt x="66" y="143"/>
                                </a:lnTo>
                                <a:lnTo>
                                  <a:pt x="56" y="152"/>
                                </a:lnTo>
                                <a:lnTo>
                                  <a:pt x="46" y="159"/>
                                </a:lnTo>
                                <a:lnTo>
                                  <a:pt x="37" y="169"/>
                                </a:lnTo>
                                <a:lnTo>
                                  <a:pt x="30" y="178"/>
                                </a:lnTo>
                                <a:lnTo>
                                  <a:pt x="22" y="189"/>
                                </a:lnTo>
                                <a:lnTo>
                                  <a:pt x="17" y="201"/>
                                </a:lnTo>
                                <a:lnTo>
                                  <a:pt x="11" y="213"/>
                                </a:lnTo>
                                <a:lnTo>
                                  <a:pt x="7" y="225"/>
                                </a:lnTo>
                                <a:lnTo>
                                  <a:pt x="4" y="238"/>
                                </a:lnTo>
                                <a:lnTo>
                                  <a:pt x="2" y="251"/>
                                </a:lnTo>
                                <a:lnTo>
                                  <a:pt x="0" y="265"/>
                                </a:lnTo>
                                <a:lnTo>
                                  <a:pt x="2" y="279"/>
                                </a:lnTo>
                                <a:lnTo>
                                  <a:pt x="3" y="293"/>
                                </a:lnTo>
                                <a:lnTo>
                                  <a:pt x="6" y="307"/>
                                </a:lnTo>
                                <a:lnTo>
                                  <a:pt x="9" y="317"/>
                                </a:lnTo>
                                <a:lnTo>
                                  <a:pt x="12" y="325"/>
                                </a:lnTo>
                                <a:lnTo>
                                  <a:pt x="17" y="335"/>
                                </a:lnTo>
                                <a:lnTo>
                                  <a:pt x="22" y="344"/>
                                </a:lnTo>
                                <a:lnTo>
                                  <a:pt x="33" y="360"/>
                                </a:lnTo>
                                <a:lnTo>
                                  <a:pt x="46" y="376"/>
                                </a:lnTo>
                                <a:lnTo>
                                  <a:pt x="73" y="406"/>
                                </a:lnTo>
                                <a:lnTo>
                                  <a:pt x="98" y="438"/>
                                </a:lnTo>
                                <a:lnTo>
                                  <a:pt x="104" y="448"/>
                                </a:lnTo>
                                <a:lnTo>
                                  <a:pt x="110" y="458"/>
                                </a:lnTo>
                                <a:lnTo>
                                  <a:pt x="113" y="469"/>
                                </a:lnTo>
                                <a:lnTo>
                                  <a:pt x="115" y="481"/>
                                </a:lnTo>
                                <a:lnTo>
                                  <a:pt x="116" y="492"/>
                                </a:lnTo>
                                <a:lnTo>
                                  <a:pt x="116" y="504"/>
                                </a:lnTo>
                                <a:lnTo>
                                  <a:pt x="113" y="514"/>
                                </a:lnTo>
                                <a:lnTo>
                                  <a:pt x="108" y="525"/>
                                </a:lnTo>
                                <a:lnTo>
                                  <a:pt x="104" y="530"/>
                                </a:lnTo>
                                <a:lnTo>
                                  <a:pt x="100" y="535"/>
                                </a:lnTo>
                                <a:lnTo>
                                  <a:pt x="94" y="538"/>
                                </a:lnTo>
                                <a:lnTo>
                                  <a:pt x="89" y="540"/>
                                </a:lnTo>
                                <a:lnTo>
                                  <a:pt x="84" y="542"/>
                                </a:lnTo>
                                <a:lnTo>
                                  <a:pt x="77" y="542"/>
                                </a:lnTo>
                                <a:lnTo>
                                  <a:pt x="71" y="542"/>
                                </a:lnTo>
                                <a:lnTo>
                                  <a:pt x="64" y="542"/>
                                </a:lnTo>
                                <a:lnTo>
                                  <a:pt x="61" y="540"/>
                                </a:lnTo>
                                <a:lnTo>
                                  <a:pt x="57" y="539"/>
                                </a:lnTo>
                                <a:lnTo>
                                  <a:pt x="54" y="536"/>
                                </a:lnTo>
                                <a:lnTo>
                                  <a:pt x="52" y="534"/>
                                </a:lnTo>
                                <a:lnTo>
                                  <a:pt x="50" y="529"/>
                                </a:lnTo>
                                <a:lnTo>
                                  <a:pt x="50" y="526"/>
                                </a:lnTo>
                                <a:lnTo>
                                  <a:pt x="49" y="523"/>
                                </a:lnTo>
                                <a:lnTo>
                                  <a:pt x="49" y="519"/>
                                </a:lnTo>
                                <a:lnTo>
                                  <a:pt x="50" y="515"/>
                                </a:lnTo>
                                <a:lnTo>
                                  <a:pt x="51" y="512"/>
                                </a:lnTo>
                                <a:lnTo>
                                  <a:pt x="53" y="509"/>
                                </a:lnTo>
                                <a:lnTo>
                                  <a:pt x="56" y="506"/>
                                </a:lnTo>
                                <a:lnTo>
                                  <a:pt x="59" y="504"/>
                                </a:lnTo>
                                <a:lnTo>
                                  <a:pt x="62" y="501"/>
                                </a:lnTo>
                                <a:lnTo>
                                  <a:pt x="65" y="500"/>
                                </a:lnTo>
                                <a:lnTo>
                                  <a:pt x="69" y="500"/>
                                </a:lnTo>
                                <a:lnTo>
                                  <a:pt x="73" y="500"/>
                                </a:lnTo>
                                <a:lnTo>
                                  <a:pt x="76" y="499"/>
                                </a:lnTo>
                                <a:lnTo>
                                  <a:pt x="78" y="497"/>
                                </a:lnTo>
                                <a:lnTo>
                                  <a:pt x="80" y="495"/>
                                </a:lnTo>
                                <a:lnTo>
                                  <a:pt x="83" y="491"/>
                                </a:lnTo>
                                <a:lnTo>
                                  <a:pt x="84" y="485"/>
                                </a:lnTo>
                                <a:lnTo>
                                  <a:pt x="83" y="479"/>
                                </a:lnTo>
                                <a:lnTo>
                                  <a:pt x="80" y="474"/>
                                </a:lnTo>
                                <a:lnTo>
                                  <a:pt x="78" y="472"/>
                                </a:lnTo>
                                <a:lnTo>
                                  <a:pt x="76" y="470"/>
                                </a:lnTo>
                                <a:lnTo>
                                  <a:pt x="73" y="469"/>
                                </a:lnTo>
                                <a:lnTo>
                                  <a:pt x="69" y="469"/>
                                </a:lnTo>
                                <a:lnTo>
                                  <a:pt x="62" y="470"/>
                                </a:lnTo>
                                <a:lnTo>
                                  <a:pt x="54" y="471"/>
                                </a:lnTo>
                                <a:lnTo>
                                  <a:pt x="48" y="474"/>
                                </a:lnTo>
                                <a:lnTo>
                                  <a:pt x="42" y="479"/>
                                </a:lnTo>
                                <a:lnTo>
                                  <a:pt x="36" y="483"/>
                                </a:lnTo>
                                <a:lnTo>
                                  <a:pt x="31" y="488"/>
                                </a:lnTo>
                                <a:lnTo>
                                  <a:pt x="26" y="495"/>
                                </a:lnTo>
                                <a:lnTo>
                                  <a:pt x="23" y="501"/>
                                </a:lnTo>
                                <a:lnTo>
                                  <a:pt x="20" y="508"/>
                                </a:lnTo>
                                <a:lnTo>
                                  <a:pt x="18" y="515"/>
                                </a:lnTo>
                                <a:lnTo>
                                  <a:pt x="18" y="522"/>
                                </a:lnTo>
                                <a:lnTo>
                                  <a:pt x="18" y="529"/>
                                </a:lnTo>
                                <a:lnTo>
                                  <a:pt x="19" y="537"/>
                                </a:lnTo>
                                <a:lnTo>
                                  <a:pt x="21" y="543"/>
                                </a:lnTo>
                                <a:lnTo>
                                  <a:pt x="25" y="550"/>
                                </a:lnTo>
                                <a:lnTo>
                                  <a:pt x="31" y="555"/>
                                </a:lnTo>
                                <a:lnTo>
                                  <a:pt x="39" y="563"/>
                                </a:lnTo>
                                <a:lnTo>
                                  <a:pt x="47" y="567"/>
                                </a:lnTo>
                                <a:lnTo>
                                  <a:pt x="56" y="572"/>
                                </a:lnTo>
                                <a:lnTo>
                                  <a:pt x="65" y="574"/>
                                </a:lnTo>
                                <a:lnTo>
                                  <a:pt x="74" y="574"/>
                                </a:lnTo>
                                <a:lnTo>
                                  <a:pt x="83" y="574"/>
                                </a:lnTo>
                                <a:lnTo>
                                  <a:pt x="91" y="572"/>
                                </a:lnTo>
                                <a:lnTo>
                                  <a:pt x="100" y="569"/>
                                </a:lnTo>
                                <a:lnTo>
                                  <a:pt x="107" y="565"/>
                                </a:lnTo>
                                <a:lnTo>
                                  <a:pt x="115" y="560"/>
                                </a:lnTo>
                                <a:lnTo>
                                  <a:pt x="121" y="554"/>
                                </a:lnTo>
                                <a:lnTo>
                                  <a:pt x="128" y="548"/>
                                </a:lnTo>
                                <a:lnTo>
                                  <a:pt x="133" y="540"/>
                                </a:lnTo>
                                <a:lnTo>
                                  <a:pt x="139" y="532"/>
                                </a:lnTo>
                                <a:lnTo>
                                  <a:pt x="143" y="523"/>
                                </a:lnTo>
                                <a:lnTo>
                                  <a:pt x="145" y="513"/>
                                </a:lnTo>
                                <a:lnTo>
                                  <a:pt x="147" y="500"/>
                                </a:lnTo>
                                <a:lnTo>
                                  <a:pt x="148" y="487"/>
                                </a:lnTo>
                                <a:lnTo>
                                  <a:pt x="147" y="475"/>
                                </a:lnTo>
                                <a:lnTo>
                                  <a:pt x="144" y="464"/>
                                </a:lnTo>
                                <a:lnTo>
                                  <a:pt x="140" y="452"/>
                                </a:lnTo>
                                <a:lnTo>
                                  <a:pt x="135" y="441"/>
                                </a:lnTo>
                                <a:lnTo>
                                  <a:pt x="129" y="429"/>
                                </a:lnTo>
                                <a:lnTo>
                                  <a:pt x="121" y="418"/>
                                </a:lnTo>
                                <a:lnTo>
                                  <a:pt x="106" y="398"/>
                                </a:lnTo>
                                <a:lnTo>
                                  <a:pt x="89" y="378"/>
                                </a:lnTo>
                                <a:lnTo>
                                  <a:pt x="72" y="359"/>
                                </a:lnTo>
                                <a:lnTo>
                                  <a:pt x="57" y="339"/>
                                </a:lnTo>
                                <a:lnTo>
                                  <a:pt x="51" y="333"/>
                                </a:lnTo>
                                <a:lnTo>
                                  <a:pt x="47" y="325"/>
                                </a:lnTo>
                                <a:lnTo>
                                  <a:pt x="44" y="318"/>
                                </a:lnTo>
                                <a:lnTo>
                                  <a:pt x="40" y="310"/>
                                </a:lnTo>
                                <a:lnTo>
                                  <a:pt x="35" y="295"/>
                                </a:lnTo>
                                <a:lnTo>
                                  <a:pt x="33" y="280"/>
                                </a:lnTo>
                                <a:lnTo>
                                  <a:pt x="32" y="265"/>
                                </a:lnTo>
                                <a:lnTo>
                                  <a:pt x="33" y="250"/>
                                </a:lnTo>
                                <a:lnTo>
                                  <a:pt x="36" y="235"/>
                                </a:lnTo>
                                <a:lnTo>
                                  <a:pt x="42" y="221"/>
                                </a:lnTo>
                                <a:lnTo>
                                  <a:pt x="48" y="207"/>
                                </a:lnTo>
                                <a:lnTo>
                                  <a:pt x="57" y="195"/>
                                </a:lnTo>
                                <a:lnTo>
                                  <a:pt x="66" y="183"/>
                                </a:lnTo>
                                <a:lnTo>
                                  <a:pt x="78" y="173"/>
                                </a:lnTo>
                                <a:lnTo>
                                  <a:pt x="90" y="164"/>
                                </a:lnTo>
                                <a:lnTo>
                                  <a:pt x="104" y="157"/>
                                </a:lnTo>
                                <a:lnTo>
                                  <a:pt x="112" y="155"/>
                                </a:lnTo>
                                <a:lnTo>
                                  <a:pt x="119" y="152"/>
                                </a:lnTo>
                                <a:lnTo>
                                  <a:pt x="128" y="150"/>
                                </a:lnTo>
                                <a:lnTo>
                                  <a:pt x="137" y="148"/>
                                </a:lnTo>
                                <a:lnTo>
                                  <a:pt x="138" y="149"/>
                                </a:lnTo>
                                <a:lnTo>
                                  <a:pt x="140" y="149"/>
                                </a:lnTo>
                                <a:lnTo>
                                  <a:pt x="144" y="148"/>
                                </a:lnTo>
                                <a:lnTo>
                                  <a:pt x="146" y="147"/>
                                </a:lnTo>
                                <a:lnTo>
                                  <a:pt x="150" y="147"/>
                                </a:lnTo>
                                <a:lnTo>
                                  <a:pt x="153" y="145"/>
                                </a:lnTo>
                                <a:lnTo>
                                  <a:pt x="155" y="144"/>
                                </a:lnTo>
                                <a:lnTo>
                                  <a:pt x="157" y="142"/>
                                </a:lnTo>
                                <a:lnTo>
                                  <a:pt x="159" y="136"/>
                                </a:lnTo>
                                <a:lnTo>
                                  <a:pt x="160" y="131"/>
                                </a:lnTo>
                                <a:lnTo>
                                  <a:pt x="159" y="126"/>
                                </a:lnTo>
                                <a:lnTo>
                                  <a:pt x="156" y="121"/>
                                </a:lnTo>
                                <a:lnTo>
                                  <a:pt x="154" y="119"/>
                                </a:lnTo>
                                <a:lnTo>
                                  <a:pt x="152" y="118"/>
                                </a:lnTo>
                                <a:lnTo>
                                  <a:pt x="148" y="117"/>
                                </a:lnTo>
                                <a:lnTo>
                                  <a:pt x="145" y="117"/>
                                </a:lnTo>
                                <a:lnTo>
                                  <a:pt x="141" y="117"/>
                                </a:lnTo>
                                <a:lnTo>
                                  <a:pt x="135" y="118"/>
                                </a:lnTo>
                                <a:lnTo>
                                  <a:pt x="126" y="116"/>
                                </a:lnTo>
                                <a:lnTo>
                                  <a:pt x="117" y="113"/>
                                </a:lnTo>
                                <a:lnTo>
                                  <a:pt x="111" y="108"/>
                                </a:lnTo>
                                <a:lnTo>
                                  <a:pt x="105" y="102"/>
                                </a:lnTo>
                                <a:lnTo>
                                  <a:pt x="101" y="95"/>
                                </a:lnTo>
                                <a:lnTo>
                                  <a:pt x="98" y="88"/>
                                </a:lnTo>
                                <a:lnTo>
                                  <a:pt x="97" y="80"/>
                                </a:lnTo>
                                <a:lnTo>
                                  <a:pt x="96" y="72"/>
                                </a:lnTo>
                                <a:lnTo>
                                  <a:pt x="98" y="64"/>
                                </a:lnTo>
                                <a:lnTo>
                                  <a:pt x="100" y="56"/>
                                </a:lnTo>
                                <a:lnTo>
                                  <a:pt x="104" y="49"/>
                                </a:lnTo>
                                <a:lnTo>
                                  <a:pt x="108" y="44"/>
                                </a:lnTo>
                                <a:lnTo>
                                  <a:pt x="115" y="38"/>
                                </a:lnTo>
                                <a:lnTo>
                                  <a:pt x="124" y="34"/>
                                </a:lnTo>
                                <a:lnTo>
                                  <a:pt x="132" y="32"/>
                                </a:lnTo>
                                <a:lnTo>
                                  <a:pt x="143" y="32"/>
                                </a:lnTo>
                                <a:lnTo>
                                  <a:pt x="146" y="31"/>
                                </a:lnTo>
                                <a:lnTo>
                                  <a:pt x="150" y="31"/>
                                </a:lnTo>
                                <a:lnTo>
                                  <a:pt x="152" y="28"/>
                                </a:lnTo>
                                <a:lnTo>
                                  <a:pt x="154" y="27"/>
                                </a:lnTo>
                                <a:lnTo>
                                  <a:pt x="157" y="22"/>
                                </a:lnTo>
                                <a:lnTo>
                                  <a:pt x="158" y="17"/>
                                </a:lnTo>
                                <a:lnTo>
                                  <a:pt x="157" y="11"/>
                                </a:lnTo>
                                <a:lnTo>
                                  <a:pt x="154" y="6"/>
                                </a:lnTo>
                                <a:lnTo>
                                  <a:pt x="152" y="4"/>
                                </a:lnTo>
                                <a:lnTo>
                                  <a:pt x="150" y="1"/>
                                </a:lnTo>
                                <a:lnTo>
                                  <a:pt x="146" y="0"/>
                                </a:lnTo>
                                <a:lnTo>
                                  <a:pt x="143" y="0"/>
                                </a:lnTo>
                                <a:lnTo>
                                  <a:pt x="135" y="0"/>
                                </a:lnTo>
                                <a:lnTo>
                                  <a:pt x="128" y="1"/>
                                </a:lnTo>
                                <a:lnTo>
                                  <a:pt x="121" y="2"/>
                                </a:lnTo>
                                <a:lnTo>
                                  <a:pt x="114" y="5"/>
                                </a:lnTo>
                                <a:lnTo>
                                  <a:pt x="107" y="8"/>
                                </a:lnTo>
                                <a:lnTo>
                                  <a:pt x="101" y="11"/>
                                </a:lnTo>
                                <a:lnTo>
                                  <a:pt x="94" y="14"/>
                                </a:lnTo>
                                <a:lnTo>
                                  <a:pt x="89" y="19"/>
                                </a:lnTo>
                                <a:lnTo>
                                  <a:pt x="84" y="24"/>
                                </a:lnTo>
                                <a:lnTo>
                                  <a:pt x="78" y="28"/>
                                </a:lnTo>
                                <a:lnTo>
                                  <a:pt x="74" y="35"/>
                                </a:lnTo>
                                <a:lnTo>
                                  <a:pt x="71" y="41"/>
                                </a:lnTo>
                                <a:lnTo>
                                  <a:pt x="67" y="48"/>
                                </a:lnTo>
                                <a:lnTo>
                                  <a:pt x="65" y="54"/>
                                </a:lnTo>
                                <a:lnTo>
                                  <a:pt x="64" y="62"/>
                                </a:lnTo>
                                <a:lnTo>
                                  <a:pt x="63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0" name="淘宝店chenying0907 8"/>
                        <wps:cNvSpPr/>
                        <wps:spPr bwMode="auto">
                          <a:xfrm>
                            <a:off x="84137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93 w 159"/>
                              <a:gd name="T1" fmla="*/ 96 h 574"/>
                              <a:gd name="T2" fmla="*/ 77 w 159"/>
                              <a:gd name="T3" fmla="*/ 125 h 574"/>
                              <a:gd name="T4" fmla="*/ 104 w 159"/>
                              <a:gd name="T5" fmla="*/ 152 h 574"/>
                              <a:gd name="T6" fmla="*/ 139 w 159"/>
                              <a:gd name="T7" fmla="*/ 189 h 574"/>
                              <a:gd name="T8" fmla="*/ 157 w 159"/>
                              <a:gd name="T9" fmla="*/ 238 h 574"/>
                              <a:gd name="T10" fmla="*/ 157 w 159"/>
                              <a:gd name="T11" fmla="*/ 293 h 574"/>
                              <a:gd name="T12" fmla="*/ 144 w 159"/>
                              <a:gd name="T13" fmla="*/ 335 h 574"/>
                              <a:gd name="T14" fmla="*/ 88 w 159"/>
                              <a:gd name="T15" fmla="*/ 406 h 574"/>
                              <a:gd name="T16" fmla="*/ 48 w 159"/>
                              <a:gd name="T17" fmla="*/ 469 h 574"/>
                              <a:gd name="T18" fmla="*/ 48 w 159"/>
                              <a:gd name="T19" fmla="*/ 514 h 574"/>
                              <a:gd name="T20" fmla="*/ 65 w 159"/>
                              <a:gd name="T21" fmla="*/ 538 h 574"/>
                              <a:gd name="T22" fmla="*/ 90 w 159"/>
                              <a:gd name="T23" fmla="*/ 542 h 574"/>
                              <a:gd name="T24" fmla="*/ 106 w 159"/>
                              <a:gd name="T25" fmla="*/ 536 h 574"/>
                              <a:gd name="T26" fmla="*/ 110 w 159"/>
                              <a:gd name="T27" fmla="*/ 523 h 574"/>
                              <a:gd name="T28" fmla="*/ 107 w 159"/>
                              <a:gd name="T29" fmla="*/ 509 h 574"/>
                              <a:gd name="T30" fmla="*/ 95 w 159"/>
                              <a:gd name="T31" fmla="*/ 500 h 574"/>
                              <a:gd name="T32" fmla="*/ 82 w 159"/>
                              <a:gd name="T33" fmla="*/ 497 h 574"/>
                              <a:gd name="T34" fmla="*/ 77 w 159"/>
                              <a:gd name="T35" fmla="*/ 479 h 574"/>
                              <a:gd name="T36" fmla="*/ 88 w 159"/>
                              <a:gd name="T37" fmla="*/ 469 h 574"/>
                              <a:gd name="T38" fmla="*/ 113 w 159"/>
                              <a:gd name="T39" fmla="*/ 474 h 574"/>
                              <a:gd name="T40" fmla="*/ 134 w 159"/>
                              <a:gd name="T41" fmla="*/ 495 h 574"/>
                              <a:gd name="T42" fmla="*/ 143 w 159"/>
                              <a:gd name="T43" fmla="*/ 522 h 574"/>
                              <a:gd name="T44" fmla="*/ 135 w 159"/>
                              <a:gd name="T45" fmla="*/ 550 h 574"/>
                              <a:gd name="T46" fmla="*/ 104 w 159"/>
                              <a:gd name="T47" fmla="*/ 572 h 574"/>
                              <a:gd name="T48" fmla="*/ 69 w 159"/>
                              <a:gd name="T49" fmla="*/ 572 h 574"/>
                              <a:gd name="T50" fmla="*/ 38 w 159"/>
                              <a:gd name="T51" fmla="*/ 554 h 574"/>
                              <a:gd name="T52" fmla="*/ 18 w 159"/>
                              <a:gd name="T53" fmla="*/ 523 h 574"/>
                              <a:gd name="T54" fmla="*/ 13 w 159"/>
                              <a:gd name="T55" fmla="*/ 475 h 574"/>
                              <a:gd name="T56" fmla="*/ 32 w 159"/>
                              <a:gd name="T57" fmla="*/ 429 h 574"/>
                              <a:gd name="T58" fmla="*/ 89 w 159"/>
                              <a:gd name="T59" fmla="*/ 359 h 574"/>
                              <a:gd name="T60" fmla="*/ 117 w 159"/>
                              <a:gd name="T61" fmla="*/ 318 h 574"/>
                              <a:gd name="T62" fmla="*/ 128 w 159"/>
                              <a:gd name="T63" fmla="*/ 265 h 574"/>
                              <a:gd name="T64" fmla="*/ 113 w 159"/>
                              <a:gd name="T65" fmla="*/ 207 h 574"/>
                              <a:gd name="T66" fmla="*/ 69 w 159"/>
                              <a:gd name="T67" fmla="*/ 164 h 574"/>
                              <a:gd name="T68" fmla="*/ 33 w 159"/>
                              <a:gd name="T69" fmla="*/ 150 h 574"/>
                              <a:gd name="T70" fmla="*/ 17 w 159"/>
                              <a:gd name="T71" fmla="*/ 148 h 574"/>
                              <a:gd name="T72" fmla="*/ 6 w 159"/>
                              <a:gd name="T73" fmla="*/ 144 h 574"/>
                              <a:gd name="T74" fmla="*/ 1 w 159"/>
                              <a:gd name="T75" fmla="*/ 126 h 574"/>
                              <a:gd name="T76" fmla="*/ 11 w 159"/>
                              <a:gd name="T77" fmla="*/ 117 h 574"/>
                              <a:gd name="T78" fmla="*/ 35 w 159"/>
                              <a:gd name="T79" fmla="*/ 116 h 574"/>
                              <a:gd name="T80" fmla="*/ 60 w 159"/>
                              <a:gd name="T81" fmla="*/ 95 h 574"/>
                              <a:gd name="T82" fmla="*/ 63 w 159"/>
                              <a:gd name="T83" fmla="*/ 64 h 574"/>
                              <a:gd name="T84" fmla="*/ 45 w 159"/>
                              <a:gd name="T85" fmla="*/ 38 h 574"/>
                              <a:gd name="T86" fmla="*/ 14 w 159"/>
                              <a:gd name="T87" fmla="*/ 31 h 574"/>
                              <a:gd name="T88" fmla="*/ 4 w 159"/>
                              <a:gd name="T89" fmla="*/ 22 h 574"/>
                              <a:gd name="T90" fmla="*/ 8 w 159"/>
                              <a:gd name="T91" fmla="*/ 4 h 574"/>
                              <a:gd name="T92" fmla="*/ 25 w 159"/>
                              <a:gd name="T93" fmla="*/ 0 h 574"/>
                              <a:gd name="T94" fmla="*/ 53 w 159"/>
                              <a:gd name="T95" fmla="*/ 8 h 574"/>
                              <a:gd name="T96" fmla="*/ 77 w 159"/>
                              <a:gd name="T97" fmla="*/ 24 h 574"/>
                              <a:gd name="T98" fmla="*/ 92 w 159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59" h="574">
                                <a:moveTo>
                                  <a:pt x="98" y="69"/>
                                </a:moveTo>
                                <a:lnTo>
                                  <a:pt x="96" y="79"/>
                                </a:lnTo>
                                <a:lnTo>
                                  <a:pt x="95" y="88"/>
                                </a:lnTo>
                                <a:lnTo>
                                  <a:pt x="93" y="96"/>
                                </a:lnTo>
                                <a:lnTo>
                                  <a:pt x="90" y="104"/>
                                </a:lnTo>
                                <a:lnTo>
                                  <a:pt x="87" y="112"/>
                                </a:lnTo>
                                <a:lnTo>
                                  <a:pt x="82" y="118"/>
                                </a:lnTo>
                                <a:lnTo>
                                  <a:pt x="77" y="125"/>
                                </a:lnTo>
                                <a:lnTo>
                                  <a:pt x="71" y="130"/>
                                </a:lnTo>
                                <a:lnTo>
                                  <a:pt x="82" y="136"/>
                                </a:lnTo>
                                <a:lnTo>
                                  <a:pt x="94" y="143"/>
                                </a:lnTo>
                                <a:lnTo>
                                  <a:pt x="104" y="152"/>
                                </a:lnTo>
                                <a:lnTo>
                                  <a:pt x="114" y="159"/>
                                </a:lnTo>
                                <a:lnTo>
                                  <a:pt x="123" y="169"/>
                                </a:lnTo>
                                <a:lnTo>
                                  <a:pt x="131" y="178"/>
                                </a:lnTo>
                                <a:lnTo>
                                  <a:pt x="139" y="189"/>
                                </a:lnTo>
                                <a:lnTo>
                                  <a:pt x="144" y="201"/>
                                </a:lnTo>
                                <a:lnTo>
                                  <a:pt x="149" y="213"/>
                                </a:lnTo>
                                <a:lnTo>
                                  <a:pt x="154" y="225"/>
                                </a:lnTo>
                                <a:lnTo>
                                  <a:pt x="157" y="238"/>
                                </a:lnTo>
                                <a:lnTo>
                                  <a:pt x="158" y="251"/>
                                </a:lnTo>
                                <a:lnTo>
                                  <a:pt x="159" y="265"/>
                                </a:lnTo>
                                <a:lnTo>
                                  <a:pt x="159" y="279"/>
                                </a:lnTo>
                                <a:lnTo>
                                  <a:pt x="157" y="293"/>
                                </a:lnTo>
                                <a:lnTo>
                                  <a:pt x="155" y="307"/>
                                </a:lnTo>
                                <a:lnTo>
                                  <a:pt x="152" y="317"/>
                                </a:lnTo>
                                <a:lnTo>
                                  <a:pt x="148" y="325"/>
                                </a:lnTo>
                                <a:lnTo>
                                  <a:pt x="144" y="335"/>
                                </a:lnTo>
                                <a:lnTo>
                                  <a:pt x="139" y="344"/>
                                </a:lnTo>
                                <a:lnTo>
                                  <a:pt x="128" y="360"/>
                                </a:lnTo>
                                <a:lnTo>
                                  <a:pt x="115" y="376"/>
                                </a:lnTo>
                                <a:lnTo>
                                  <a:pt x="88" y="406"/>
                                </a:lnTo>
                                <a:lnTo>
                                  <a:pt x="63" y="438"/>
                                </a:lnTo>
                                <a:lnTo>
                                  <a:pt x="56" y="448"/>
                                </a:lnTo>
                                <a:lnTo>
                                  <a:pt x="51" y="458"/>
                                </a:lnTo>
                                <a:lnTo>
                                  <a:pt x="48" y="469"/>
                                </a:lnTo>
                                <a:lnTo>
                                  <a:pt x="45" y="481"/>
                                </a:lnTo>
                                <a:lnTo>
                                  <a:pt x="44" y="492"/>
                                </a:lnTo>
                                <a:lnTo>
                                  <a:pt x="45" y="504"/>
                                </a:lnTo>
                                <a:lnTo>
                                  <a:pt x="48" y="514"/>
                                </a:lnTo>
                                <a:lnTo>
                                  <a:pt x="52" y="525"/>
                                </a:lnTo>
                                <a:lnTo>
                                  <a:pt x="55" y="530"/>
                                </a:lnTo>
                                <a:lnTo>
                                  <a:pt x="60" y="535"/>
                                </a:lnTo>
                                <a:lnTo>
                                  <a:pt x="65" y="538"/>
                                </a:lnTo>
                                <a:lnTo>
                                  <a:pt x="72" y="540"/>
                                </a:lnTo>
                                <a:lnTo>
                                  <a:pt x="77" y="542"/>
                                </a:lnTo>
                                <a:lnTo>
                                  <a:pt x="83" y="542"/>
                                </a:lnTo>
                                <a:lnTo>
                                  <a:pt x="90" y="542"/>
                                </a:lnTo>
                                <a:lnTo>
                                  <a:pt x="95" y="542"/>
                                </a:lnTo>
                                <a:lnTo>
                                  <a:pt x="100" y="540"/>
                                </a:lnTo>
                                <a:lnTo>
                                  <a:pt x="103" y="539"/>
                                </a:lnTo>
                                <a:lnTo>
                                  <a:pt x="106" y="536"/>
                                </a:lnTo>
                                <a:lnTo>
                                  <a:pt x="108" y="534"/>
                                </a:lnTo>
                                <a:lnTo>
                                  <a:pt x="109" y="529"/>
                                </a:lnTo>
                                <a:lnTo>
                                  <a:pt x="110" y="526"/>
                                </a:lnTo>
                                <a:lnTo>
                                  <a:pt x="110" y="523"/>
                                </a:lnTo>
                                <a:lnTo>
                                  <a:pt x="110" y="519"/>
                                </a:lnTo>
                                <a:lnTo>
                                  <a:pt x="110" y="515"/>
                                </a:lnTo>
                                <a:lnTo>
                                  <a:pt x="108" y="512"/>
                                </a:lnTo>
                                <a:lnTo>
                                  <a:pt x="107" y="509"/>
                                </a:lnTo>
                                <a:lnTo>
                                  <a:pt x="105" y="506"/>
                                </a:lnTo>
                                <a:lnTo>
                                  <a:pt x="102" y="504"/>
                                </a:lnTo>
                                <a:lnTo>
                                  <a:pt x="99" y="501"/>
                                </a:lnTo>
                                <a:lnTo>
                                  <a:pt x="95" y="500"/>
                                </a:lnTo>
                                <a:lnTo>
                                  <a:pt x="91" y="500"/>
                                </a:lnTo>
                                <a:lnTo>
                                  <a:pt x="88" y="500"/>
                                </a:lnTo>
                                <a:lnTo>
                                  <a:pt x="85" y="499"/>
                                </a:lnTo>
                                <a:lnTo>
                                  <a:pt x="82" y="497"/>
                                </a:lnTo>
                                <a:lnTo>
                                  <a:pt x="80" y="495"/>
                                </a:lnTo>
                                <a:lnTo>
                                  <a:pt x="77" y="491"/>
                                </a:lnTo>
                                <a:lnTo>
                                  <a:pt x="76" y="485"/>
                                </a:lnTo>
                                <a:lnTo>
                                  <a:pt x="77" y="479"/>
                                </a:lnTo>
                                <a:lnTo>
                                  <a:pt x="80" y="474"/>
                                </a:lnTo>
                                <a:lnTo>
                                  <a:pt x="82" y="472"/>
                                </a:lnTo>
                                <a:lnTo>
                                  <a:pt x="85" y="470"/>
                                </a:lnTo>
                                <a:lnTo>
                                  <a:pt x="88" y="469"/>
                                </a:lnTo>
                                <a:lnTo>
                                  <a:pt x="91" y="469"/>
                                </a:lnTo>
                                <a:lnTo>
                                  <a:pt x="99" y="470"/>
                                </a:lnTo>
                                <a:lnTo>
                                  <a:pt x="106" y="471"/>
                                </a:lnTo>
                                <a:lnTo>
                                  <a:pt x="113" y="474"/>
                                </a:lnTo>
                                <a:lnTo>
                                  <a:pt x="118" y="479"/>
                                </a:lnTo>
                                <a:lnTo>
                                  <a:pt x="125" y="483"/>
                                </a:lnTo>
                                <a:lnTo>
                                  <a:pt x="129" y="488"/>
                                </a:lnTo>
                                <a:lnTo>
                                  <a:pt x="134" y="495"/>
                                </a:lnTo>
                                <a:lnTo>
                                  <a:pt x="137" y="501"/>
                                </a:lnTo>
                                <a:lnTo>
                                  <a:pt x="141" y="508"/>
                                </a:lnTo>
                                <a:lnTo>
                                  <a:pt x="142" y="515"/>
                                </a:lnTo>
                                <a:lnTo>
                                  <a:pt x="143" y="522"/>
                                </a:lnTo>
                                <a:lnTo>
                                  <a:pt x="143" y="529"/>
                                </a:lnTo>
                                <a:lnTo>
                                  <a:pt x="142" y="537"/>
                                </a:lnTo>
                                <a:lnTo>
                                  <a:pt x="139" y="543"/>
                                </a:lnTo>
                                <a:lnTo>
                                  <a:pt x="135" y="550"/>
                                </a:lnTo>
                                <a:lnTo>
                                  <a:pt x="130" y="555"/>
                                </a:lnTo>
                                <a:lnTo>
                                  <a:pt x="121" y="563"/>
                                </a:lnTo>
                                <a:lnTo>
                                  <a:pt x="113" y="567"/>
                                </a:lnTo>
                                <a:lnTo>
                                  <a:pt x="104" y="572"/>
                                </a:lnTo>
                                <a:lnTo>
                                  <a:pt x="95" y="574"/>
                                </a:lnTo>
                                <a:lnTo>
                                  <a:pt x="87" y="574"/>
                                </a:lnTo>
                                <a:lnTo>
                                  <a:pt x="78" y="574"/>
                                </a:lnTo>
                                <a:lnTo>
                                  <a:pt x="69" y="572"/>
                                </a:lnTo>
                                <a:lnTo>
                                  <a:pt x="61" y="569"/>
                                </a:lnTo>
                                <a:lnTo>
                                  <a:pt x="53" y="565"/>
                                </a:lnTo>
                                <a:lnTo>
                                  <a:pt x="46" y="560"/>
                                </a:lnTo>
                                <a:lnTo>
                                  <a:pt x="38" y="554"/>
                                </a:lnTo>
                                <a:lnTo>
                                  <a:pt x="32" y="548"/>
                                </a:lnTo>
                                <a:lnTo>
                                  <a:pt x="26" y="540"/>
                                </a:lnTo>
                                <a:lnTo>
                                  <a:pt x="22" y="532"/>
                                </a:lnTo>
                                <a:lnTo>
                                  <a:pt x="18" y="523"/>
                                </a:lnTo>
                                <a:lnTo>
                                  <a:pt x="14" y="513"/>
                                </a:lnTo>
                                <a:lnTo>
                                  <a:pt x="12" y="500"/>
                                </a:lnTo>
                                <a:lnTo>
                                  <a:pt x="12" y="487"/>
                                </a:lnTo>
                                <a:lnTo>
                                  <a:pt x="13" y="475"/>
                                </a:lnTo>
                                <a:lnTo>
                                  <a:pt x="15" y="464"/>
                                </a:lnTo>
                                <a:lnTo>
                                  <a:pt x="20" y="452"/>
                                </a:lnTo>
                                <a:lnTo>
                                  <a:pt x="25" y="441"/>
                                </a:lnTo>
                                <a:lnTo>
                                  <a:pt x="32" y="429"/>
                                </a:lnTo>
                                <a:lnTo>
                                  <a:pt x="38" y="418"/>
                                </a:lnTo>
                                <a:lnTo>
                                  <a:pt x="54" y="398"/>
                                </a:lnTo>
                                <a:lnTo>
                                  <a:pt x="72" y="378"/>
                                </a:lnTo>
                                <a:lnTo>
                                  <a:pt x="89" y="359"/>
                                </a:lnTo>
                                <a:lnTo>
                                  <a:pt x="104" y="339"/>
                                </a:lnTo>
                                <a:lnTo>
                                  <a:pt x="108" y="333"/>
                                </a:lnTo>
                                <a:lnTo>
                                  <a:pt x="113" y="325"/>
                                </a:lnTo>
                                <a:lnTo>
                                  <a:pt x="117" y="318"/>
                                </a:lnTo>
                                <a:lnTo>
                                  <a:pt x="120" y="310"/>
                                </a:lnTo>
                                <a:lnTo>
                                  <a:pt x="125" y="295"/>
                                </a:lnTo>
                                <a:lnTo>
                                  <a:pt x="128" y="280"/>
                                </a:lnTo>
                                <a:lnTo>
                                  <a:pt x="128" y="265"/>
                                </a:lnTo>
                                <a:lnTo>
                                  <a:pt x="127" y="250"/>
                                </a:lnTo>
                                <a:lnTo>
                                  <a:pt x="123" y="235"/>
                                </a:lnTo>
                                <a:lnTo>
                                  <a:pt x="119" y="221"/>
                                </a:lnTo>
                                <a:lnTo>
                                  <a:pt x="113" y="207"/>
                                </a:lnTo>
                                <a:lnTo>
                                  <a:pt x="104" y="195"/>
                                </a:lnTo>
                                <a:lnTo>
                                  <a:pt x="94" y="183"/>
                                </a:lnTo>
                                <a:lnTo>
                                  <a:pt x="82" y="173"/>
                                </a:lnTo>
                                <a:lnTo>
                                  <a:pt x="69" y="164"/>
                                </a:lnTo>
                                <a:lnTo>
                                  <a:pt x="55" y="157"/>
                                </a:lnTo>
                                <a:lnTo>
                                  <a:pt x="48" y="155"/>
                                </a:lnTo>
                                <a:lnTo>
                                  <a:pt x="40" y="152"/>
                                </a:lnTo>
                                <a:lnTo>
                                  <a:pt x="33" y="150"/>
                                </a:lnTo>
                                <a:lnTo>
                                  <a:pt x="24" y="148"/>
                                </a:lnTo>
                                <a:lnTo>
                                  <a:pt x="22" y="149"/>
                                </a:lnTo>
                                <a:lnTo>
                                  <a:pt x="20" y="149"/>
                                </a:lnTo>
                                <a:lnTo>
                                  <a:pt x="17" y="148"/>
                                </a:lnTo>
                                <a:lnTo>
                                  <a:pt x="13" y="147"/>
                                </a:lnTo>
                                <a:lnTo>
                                  <a:pt x="10" y="147"/>
                                </a:lnTo>
                                <a:lnTo>
                                  <a:pt x="8" y="145"/>
                                </a:lnTo>
                                <a:lnTo>
                                  <a:pt x="6" y="144"/>
                                </a:lnTo>
                                <a:lnTo>
                                  <a:pt x="4" y="142"/>
                                </a:lnTo>
                                <a:lnTo>
                                  <a:pt x="1" y="136"/>
                                </a:lnTo>
                                <a:lnTo>
                                  <a:pt x="0" y="131"/>
                                </a:lnTo>
                                <a:lnTo>
                                  <a:pt x="1" y="126"/>
                                </a:lnTo>
                                <a:lnTo>
                                  <a:pt x="4" y="121"/>
                                </a:lnTo>
                                <a:lnTo>
                                  <a:pt x="6" y="119"/>
                                </a:lnTo>
                                <a:lnTo>
                                  <a:pt x="9" y="118"/>
                                </a:lnTo>
                                <a:lnTo>
                                  <a:pt x="11" y="117"/>
                                </a:lnTo>
                                <a:lnTo>
                                  <a:pt x="15" y="117"/>
                                </a:lnTo>
                                <a:lnTo>
                                  <a:pt x="20" y="117"/>
                                </a:lnTo>
                                <a:lnTo>
                                  <a:pt x="24" y="118"/>
                                </a:lnTo>
                                <a:lnTo>
                                  <a:pt x="35" y="116"/>
                                </a:lnTo>
                                <a:lnTo>
                                  <a:pt x="42" y="113"/>
                                </a:lnTo>
                                <a:lnTo>
                                  <a:pt x="50" y="108"/>
                                </a:lnTo>
                                <a:lnTo>
                                  <a:pt x="55" y="102"/>
                                </a:lnTo>
                                <a:lnTo>
                                  <a:pt x="60" y="95"/>
                                </a:lnTo>
                                <a:lnTo>
                                  <a:pt x="63" y="88"/>
                                </a:lnTo>
                                <a:lnTo>
                                  <a:pt x="64" y="80"/>
                                </a:lnTo>
                                <a:lnTo>
                                  <a:pt x="64" y="72"/>
                                </a:lnTo>
                                <a:lnTo>
                                  <a:pt x="63" y="64"/>
                                </a:lnTo>
                                <a:lnTo>
                                  <a:pt x="61" y="56"/>
                                </a:lnTo>
                                <a:lnTo>
                                  <a:pt x="56" y="49"/>
                                </a:lnTo>
                                <a:lnTo>
                                  <a:pt x="51" y="44"/>
                                </a:lnTo>
                                <a:lnTo>
                                  <a:pt x="45" y="38"/>
                                </a:lnTo>
                                <a:lnTo>
                                  <a:pt x="37" y="34"/>
                                </a:lnTo>
                                <a:lnTo>
                                  <a:pt x="28" y="32"/>
                                </a:lnTo>
                                <a:lnTo>
                                  <a:pt x="18" y="32"/>
                                </a:lnTo>
                                <a:lnTo>
                                  <a:pt x="14" y="31"/>
                                </a:lnTo>
                                <a:lnTo>
                                  <a:pt x="11" y="31"/>
                                </a:lnTo>
                                <a:lnTo>
                                  <a:pt x="8" y="28"/>
                                </a:lnTo>
                                <a:lnTo>
                                  <a:pt x="6" y="27"/>
                                </a:lnTo>
                                <a:lnTo>
                                  <a:pt x="4" y="22"/>
                                </a:lnTo>
                                <a:lnTo>
                                  <a:pt x="2" y="17"/>
                                </a:lnTo>
                                <a:lnTo>
                                  <a:pt x="4" y="11"/>
                                </a:lnTo>
                                <a:lnTo>
                                  <a:pt x="6" y="6"/>
                                </a:lnTo>
                                <a:lnTo>
                                  <a:pt x="8" y="4"/>
                                </a:lnTo>
                                <a:lnTo>
                                  <a:pt x="11" y="1"/>
                                </a:lnTo>
                                <a:lnTo>
                                  <a:pt x="14" y="0"/>
                                </a:lnTo>
                                <a:lnTo>
                                  <a:pt x="18" y="0"/>
                                </a:lnTo>
                                <a:lnTo>
                                  <a:pt x="25" y="0"/>
                                </a:lnTo>
                                <a:lnTo>
                                  <a:pt x="32" y="1"/>
                                </a:lnTo>
                                <a:lnTo>
                                  <a:pt x="39" y="2"/>
                                </a:lnTo>
                                <a:lnTo>
                                  <a:pt x="47" y="5"/>
                                </a:lnTo>
                                <a:lnTo>
                                  <a:pt x="53" y="8"/>
                                </a:lnTo>
                                <a:lnTo>
                                  <a:pt x="60" y="11"/>
                                </a:lnTo>
                                <a:lnTo>
                                  <a:pt x="66" y="14"/>
                                </a:lnTo>
                                <a:lnTo>
                                  <a:pt x="72" y="19"/>
                                </a:lnTo>
                                <a:lnTo>
                                  <a:pt x="77" y="24"/>
                                </a:lnTo>
                                <a:lnTo>
                                  <a:pt x="81" y="28"/>
                                </a:lnTo>
                                <a:lnTo>
                                  <a:pt x="86" y="35"/>
                                </a:lnTo>
                                <a:lnTo>
                                  <a:pt x="90" y="41"/>
                                </a:lnTo>
                                <a:lnTo>
                                  <a:pt x="92" y="48"/>
                                </a:lnTo>
                                <a:lnTo>
                                  <a:pt x="95" y="54"/>
                                </a:lnTo>
                                <a:lnTo>
                                  <a:pt x="96" y="62"/>
                                </a:lnTo>
                                <a:lnTo>
                                  <a:pt x="98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1" name="淘宝店chenying0907 9"/>
                        <wps:cNvSpPr>
                          <a:spLocks noEditPoints="1"/>
                        </wps:cNvSpPr>
                        <wps:spPr bwMode="auto">
                          <a:xfrm>
                            <a:off x="46037" y="285750"/>
                            <a:ext cx="73025" cy="73025"/>
                          </a:xfrm>
                          <a:custGeom>
                            <a:avLst/>
                            <a:gdLst>
                              <a:gd name="T0" fmla="*/ 137 w 138"/>
                              <a:gd name="T1" fmla="*/ 75 h 138"/>
                              <a:gd name="T2" fmla="*/ 135 w 138"/>
                              <a:gd name="T3" fmla="*/ 89 h 138"/>
                              <a:gd name="T4" fmla="*/ 129 w 138"/>
                              <a:gd name="T5" fmla="*/ 101 h 138"/>
                              <a:gd name="T6" fmla="*/ 122 w 138"/>
                              <a:gd name="T7" fmla="*/ 112 h 138"/>
                              <a:gd name="T8" fmla="*/ 112 w 138"/>
                              <a:gd name="T9" fmla="*/ 122 h 138"/>
                              <a:gd name="T10" fmla="*/ 101 w 138"/>
                              <a:gd name="T11" fmla="*/ 129 h 138"/>
                              <a:gd name="T12" fmla="*/ 90 w 138"/>
                              <a:gd name="T13" fmla="*/ 135 h 138"/>
                              <a:gd name="T14" fmla="*/ 75 w 138"/>
                              <a:gd name="T15" fmla="*/ 137 h 138"/>
                              <a:gd name="T16" fmla="*/ 61 w 138"/>
                              <a:gd name="T17" fmla="*/ 137 h 138"/>
                              <a:gd name="T18" fmla="*/ 48 w 138"/>
                              <a:gd name="T19" fmla="*/ 135 h 138"/>
                              <a:gd name="T20" fmla="*/ 36 w 138"/>
                              <a:gd name="T21" fmla="*/ 129 h 138"/>
                              <a:gd name="T22" fmla="*/ 25 w 138"/>
                              <a:gd name="T23" fmla="*/ 122 h 138"/>
                              <a:gd name="T24" fmla="*/ 15 w 138"/>
                              <a:gd name="T25" fmla="*/ 112 h 138"/>
                              <a:gd name="T26" fmla="*/ 7 w 138"/>
                              <a:gd name="T27" fmla="*/ 101 h 138"/>
                              <a:gd name="T28" fmla="*/ 2 w 138"/>
                              <a:gd name="T29" fmla="*/ 89 h 138"/>
                              <a:gd name="T30" fmla="*/ 0 w 138"/>
                              <a:gd name="T31" fmla="*/ 75 h 138"/>
                              <a:gd name="T32" fmla="*/ 0 w 138"/>
                              <a:gd name="T33" fmla="*/ 61 h 138"/>
                              <a:gd name="T34" fmla="*/ 2 w 138"/>
                              <a:gd name="T35" fmla="*/ 48 h 138"/>
                              <a:gd name="T36" fmla="*/ 7 w 138"/>
                              <a:gd name="T37" fmla="*/ 35 h 138"/>
                              <a:gd name="T38" fmla="*/ 15 w 138"/>
                              <a:gd name="T39" fmla="*/ 25 h 138"/>
                              <a:gd name="T40" fmla="*/ 25 w 138"/>
                              <a:gd name="T41" fmla="*/ 15 h 138"/>
                              <a:gd name="T42" fmla="*/ 36 w 138"/>
                              <a:gd name="T43" fmla="*/ 7 h 138"/>
                              <a:gd name="T44" fmla="*/ 48 w 138"/>
                              <a:gd name="T45" fmla="*/ 3 h 138"/>
                              <a:gd name="T46" fmla="*/ 61 w 138"/>
                              <a:gd name="T47" fmla="*/ 0 h 138"/>
                              <a:gd name="T48" fmla="*/ 75 w 138"/>
                              <a:gd name="T49" fmla="*/ 0 h 138"/>
                              <a:gd name="T50" fmla="*/ 90 w 138"/>
                              <a:gd name="T51" fmla="*/ 3 h 138"/>
                              <a:gd name="T52" fmla="*/ 101 w 138"/>
                              <a:gd name="T53" fmla="*/ 7 h 138"/>
                              <a:gd name="T54" fmla="*/ 112 w 138"/>
                              <a:gd name="T55" fmla="*/ 15 h 138"/>
                              <a:gd name="T56" fmla="*/ 122 w 138"/>
                              <a:gd name="T57" fmla="*/ 25 h 138"/>
                              <a:gd name="T58" fmla="*/ 129 w 138"/>
                              <a:gd name="T59" fmla="*/ 35 h 138"/>
                              <a:gd name="T60" fmla="*/ 135 w 138"/>
                              <a:gd name="T61" fmla="*/ 48 h 138"/>
                              <a:gd name="T62" fmla="*/ 137 w 138"/>
                              <a:gd name="T63" fmla="*/ 61 h 138"/>
                              <a:gd name="T64" fmla="*/ 30 w 138"/>
                              <a:gd name="T65" fmla="*/ 69 h 138"/>
                              <a:gd name="T66" fmla="*/ 31 w 138"/>
                              <a:gd name="T67" fmla="*/ 77 h 138"/>
                              <a:gd name="T68" fmla="*/ 37 w 138"/>
                              <a:gd name="T69" fmla="*/ 89 h 138"/>
                              <a:gd name="T70" fmla="*/ 47 w 138"/>
                              <a:gd name="T71" fmla="*/ 100 h 138"/>
                              <a:gd name="T72" fmla="*/ 60 w 138"/>
                              <a:gd name="T73" fmla="*/ 106 h 138"/>
                              <a:gd name="T74" fmla="*/ 77 w 138"/>
                              <a:gd name="T75" fmla="*/ 106 h 138"/>
                              <a:gd name="T76" fmla="*/ 90 w 138"/>
                              <a:gd name="T77" fmla="*/ 100 h 138"/>
                              <a:gd name="T78" fmla="*/ 100 w 138"/>
                              <a:gd name="T79" fmla="*/ 89 h 138"/>
                              <a:gd name="T80" fmla="*/ 106 w 138"/>
                              <a:gd name="T81" fmla="*/ 77 h 138"/>
                              <a:gd name="T82" fmla="*/ 106 w 138"/>
                              <a:gd name="T83" fmla="*/ 61 h 138"/>
                              <a:gd name="T84" fmla="*/ 100 w 138"/>
                              <a:gd name="T85" fmla="*/ 47 h 138"/>
                              <a:gd name="T86" fmla="*/ 90 w 138"/>
                              <a:gd name="T87" fmla="*/ 37 h 138"/>
                              <a:gd name="T88" fmla="*/ 77 w 138"/>
                              <a:gd name="T89" fmla="*/ 31 h 138"/>
                              <a:gd name="T90" fmla="*/ 60 w 138"/>
                              <a:gd name="T91" fmla="*/ 31 h 138"/>
                              <a:gd name="T92" fmla="*/ 47 w 138"/>
                              <a:gd name="T93" fmla="*/ 37 h 138"/>
                              <a:gd name="T94" fmla="*/ 37 w 138"/>
                              <a:gd name="T95" fmla="*/ 47 h 138"/>
                              <a:gd name="T96" fmla="*/ 31 w 138"/>
                              <a:gd name="T97" fmla="*/ 61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38" y="69"/>
                                </a:move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89"/>
                                </a:lnTo>
                                <a:lnTo>
                                  <a:pt x="133" y="96"/>
                                </a:lnTo>
                                <a:lnTo>
                                  <a:pt x="129" y="101"/>
                                </a:lnTo>
                                <a:lnTo>
                                  <a:pt x="126" y="107"/>
                                </a:lnTo>
                                <a:lnTo>
                                  <a:pt x="122" y="112"/>
                                </a:lnTo>
                                <a:lnTo>
                                  <a:pt x="118" y="118"/>
                                </a:lnTo>
                                <a:lnTo>
                                  <a:pt x="112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1" y="129"/>
                                </a:lnTo>
                                <a:lnTo>
                                  <a:pt x="95" y="133"/>
                                </a:lnTo>
                                <a:lnTo>
                                  <a:pt x="90" y="135"/>
                                </a:lnTo>
                                <a:lnTo>
                                  <a:pt x="82" y="136"/>
                                </a:lnTo>
                                <a:lnTo>
                                  <a:pt x="75" y="137"/>
                                </a:lnTo>
                                <a:lnTo>
                                  <a:pt x="69" y="138"/>
                                </a:lnTo>
                                <a:lnTo>
                                  <a:pt x="61" y="137"/>
                                </a:lnTo>
                                <a:lnTo>
                                  <a:pt x="55" y="136"/>
                                </a:lnTo>
                                <a:lnTo>
                                  <a:pt x="48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19" y="118"/>
                                </a:lnTo>
                                <a:lnTo>
                                  <a:pt x="15" y="112"/>
                                </a:lnTo>
                                <a:lnTo>
                                  <a:pt x="11" y="107"/>
                                </a:lnTo>
                                <a:lnTo>
                                  <a:pt x="7" y="101"/>
                                </a:lnTo>
                                <a:lnTo>
                                  <a:pt x="5" y="96"/>
                                </a:lnTo>
                                <a:lnTo>
                                  <a:pt x="2" y="89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8"/>
                                </a:lnTo>
                                <a:lnTo>
                                  <a:pt x="5" y="42"/>
                                </a:lnTo>
                                <a:lnTo>
                                  <a:pt x="7" y="35"/>
                                </a:lnTo>
                                <a:lnTo>
                                  <a:pt x="11" y="30"/>
                                </a:lnTo>
                                <a:lnTo>
                                  <a:pt x="15" y="25"/>
                                </a:lnTo>
                                <a:lnTo>
                                  <a:pt x="19" y="19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7"/>
                                </a:lnTo>
                                <a:lnTo>
                                  <a:pt x="42" y="5"/>
                                </a:lnTo>
                                <a:lnTo>
                                  <a:pt x="48" y="3"/>
                                </a:lnTo>
                                <a:lnTo>
                                  <a:pt x="55" y="1"/>
                                </a:lnTo>
                                <a:lnTo>
                                  <a:pt x="61" y="0"/>
                                </a:lnTo>
                                <a:lnTo>
                                  <a:pt x="69" y="0"/>
                                </a:lnTo>
                                <a:lnTo>
                                  <a:pt x="75" y="0"/>
                                </a:lnTo>
                                <a:lnTo>
                                  <a:pt x="82" y="1"/>
                                </a:lnTo>
                                <a:lnTo>
                                  <a:pt x="90" y="3"/>
                                </a:lnTo>
                                <a:lnTo>
                                  <a:pt x="95" y="5"/>
                                </a:lnTo>
                                <a:lnTo>
                                  <a:pt x="101" y="7"/>
                                </a:lnTo>
                                <a:lnTo>
                                  <a:pt x="107" y="12"/>
                                </a:lnTo>
                                <a:lnTo>
                                  <a:pt x="112" y="15"/>
                                </a:lnTo>
                                <a:lnTo>
                                  <a:pt x="118" y="19"/>
                                </a:lnTo>
                                <a:lnTo>
                                  <a:pt x="122" y="25"/>
                                </a:lnTo>
                                <a:lnTo>
                                  <a:pt x="126" y="30"/>
                                </a:lnTo>
                                <a:lnTo>
                                  <a:pt x="129" y="35"/>
                                </a:lnTo>
                                <a:lnTo>
                                  <a:pt x="133" y="42"/>
                                </a:lnTo>
                                <a:lnTo>
                                  <a:pt x="135" y="48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close/>
                                <a:moveTo>
                                  <a:pt x="30" y="69"/>
                                </a:moveTo>
                                <a:lnTo>
                                  <a:pt x="30" y="69"/>
                                </a:lnTo>
                                <a:lnTo>
                                  <a:pt x="31" y="77"/>
                                </a:lnTo>
                                <a:lnTo>
                                  <a:pt x="33" y="83"/>
                                </a:lnTo>
                                <a:lnTo>
                                  <a:pt x="37" y="89"/>
                                </a:lnTo>
                                <a:lnTo>
                                  <a:pt x="42" y="96"/>
                                </a:lnTo>
                                <a:lnTo>
                                  <a:pt x="47" y="100"/>
                                </a:lnTo>
                                <a:lnTo>
                                  <a:pt x="54" y="104"/>
                                </a:lnTo>
                                <a:lnTo>
                                  <a:pt x="60" y="106"/>
                                </a:lnTo>
                                <a:lnTo>
                                  <a:pt x="69" y="107"/>
                                </a:lnTo>
                                <a:lnTo>
                                  <a:pt x="77" y="106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0" y="89"/>
                                </a:lnTo>
                                <a:lnTo>
                                  <a:pt x="104" y="83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0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7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0"/>
                                </a:lnTo>
                                <a:lnTo>
                                  <a:pt x="60" y="31"/>
                                </a:lnTo>
                                <a:lnTo>
                                  <a:pt x="54" y="33"/>
                                </a:lnTo>
                                <a:lnTo>
                                  <a:pt x="47" y="37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3" y="54"/>
                                </a:lnTo>
                                <a:lnTo>
                                  <a:pt x="31" y="61"/>
                                </a:lnTo>
                                <a:lnTo>
                                  <a:pt x="30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2" name="淘宝店chenying0907 10"/>
                        <wps:cNvSpPr/>
                        <wps:spPr bwMode="auto">
                          <a:xfrm>
                            <a:off x="169862" y="77788"/>
                            <a:ext cx="796925" cy="19050"/>
                          </a:xfrm>
                          <a:custGeom>
                            <a:avLst/>
                            <a:gdLst>
                              <a:gd name="T0" fmla="*/ 19 w 1507"/>
                              <a:gd name="T1" fmla="*/ 0 h 36"/>
                              <a:gd name="T2" fmla="*/ 1488 w 1507"/>
                              <a:gd name="T3" fmla="*/ 0 h 36"/>
                              <a:gd name="T4" fmla="*/ 1492 w 1507"/>
                              <a:gd name="T5" fmla="*/ 0 h 36"/>
                              <a:gd name="T6" fmla="*/ 1495 w 1507"/>
                              <a:gd name="T7" fmla="*/ 1 h 36"/>
                              <a:gd name="T8" fmla="*/ 1498 w 1507"/>
                              <a:gd name="T9" fmla="*/ 3 h 36"/>
                              <a:gd name="T10" fmla="*/ 1501 w 1507"/>
                              <a:gd name="T11" fmla="*/ 5 h 36"/>
                              <a:gd name="T12" fmla="*/ 1504 w 1507"/>
                              <a:gd name="T13" fmla="*/ 7 h 36"/>
                              <a:gd name="T14" fmla="*/ 1506 w 1507"/>
                              <a:gd name="T15" fmla="*/ 10 h 36"/>
                              <a:gd name="T16" fmla="*/ 1507 w 1507"/>
                              <a:gd name="T17" fmla="*/ 14 h 36"/>
                              <a:gd name="T18" fmla="*/ 1507 w 1507"/>
                              <a:gd name="T19" fmla="*/ 18 h 36"/>
                              <a:gd name="T20" fmla="*/ 1507 w 1507"/>
                              <a:gd name="T21" fmla="*/ 21 h 36"/>
                              <a:gd name="T22" fmla="*/ 1506 w 1507"/>
                              <a:gd name="T23" fmla="*/ 26 h 36"/>
                              <a:gd name="T24" fmla="*/ 1504 w 1507"/>
                              <a:gd name="T25" fmla="*/ 29 h 36"/>
                              <a:gd name="T26" fmla="*/ 1501 w 1507"/>
                              <a:gd name="T27" fmla="*/ 31 h 36"/>
                              <a:gd name="T28" fmla="*/ 1498 w 1507"/>
                              <a:gd name="T29" fmla="*/ 33 h 36"/>
                              <a:gd name="T30" fmla="*/ 1495 w 1507"/>
                              <a:gd name="T31" fmla="*/ 35 h 36"/>
                              <a:gd name="T32" fmla="*/ 1492 w 1507"/>
                              <a:gd name="T33" fmla="*/ 36 h 36"/>
                              <a:gd name="T34" fmla="*/ 1488 w 1507"/>
                              <a:gd name="T35" fmla="*/ 36 h 36"/>
                              <a:gd name="T36" fmla="*/ 19 w 1507"/>
                              <a:gd name="T37" fmla="*/ 36 h 36"/>
                              <a:gd name="T38" fmla="*/ 15 w 1507"/>
                              <a:gd name="T39" fmla="*/ 36 h 36"/>
                              <a:gd name="T40" fmla="*/ 11 w 1507"/>
                              <a:gd name="T41" fmla="*/ 35 h 36"/>
                              <a:gd name="T42" fmla="*/ 8 w 1507"/>
                              <a:gd name="T43" fmla="*/ 33 h 36"/>
                              <a:gd name="T44" fmla="*/ 6 w 1507"/>
                              <a:gd name="T45" fmla="*/ 31 h 36"/>
                              <a:gd name="T46" fmla="*/ 3 w 1507"/>
                              <a:gd name="T47" fmla="*/ 29 h 36"/>
                              <a:gd name="T48" fmla="*/ 1 w 1507"/>
                              <a:gd name="T49" fmla="*/ 26 h 36"/>
                              <a:gd name="T50" fmla="*/ 0 w 1507"/>
                              <a:gd name="T51" fmla="*/ 21 h 36"/>
                              <a:gd name="T52" fmla="*/ 0 w 1507"/>
                              <a:gd name="T53" fmla="*/ 18 h 36"/>
                              <a:gd name="T54" fmla="*/ 0 w 1507"/>
                              <a:gd name="T55" fmla="*/ 14 h 36"/>
                              <a:gd name="T56" fmla="*/ 1 w 1507"/>
                              <a:gd name="T57" fmla="*/ 10 h 36"/>
                              <a:gd name="T58" fmla="*/ 3 w 1507"/>
                              <a:gd name="T59" fmla="*/ 7 h 36"/>
                              <a:gd name="T60" fmla="*/ 6 w 1507"/>
                              <a:gd name="T61" fmla="*/ 5 h 36"/>
                              <a:gd name="T62" fmla="*/ 8 w 1507"/>
                              <a:gd name="T63" fmla="*/ 3 h 36"/>
                              <a:gd name="T64" fmla="*/ 11 w 1507"/>
                              <a:gd name="T65" fmla="*/ 1 h 36"/>
                              <a:gd name="T66" fmla="*/ 15 w 1507"/>
                              <a:gd name="T67" fmla="*/ 0 h 36"/>
                              <a:gd name="T68" fmla="*/ 19 w 1507"/>
                              <a:gd name="T69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07" h="36">
                                <a:moveTo>
                                  <a:pt x="19" y="0"/>
                                </a:moveTo>
                                <a:lnTo>
                                  <a:pt x="1488" y="0"/>
                                </a:lnTo>
                                <a:lnTo>
                                  <a:pt x="1492" y="0"/>
                                </a:lnTo>
                                <a:lnTo>
                                  <a:pt x="1495" y="1"/>
                                </a:lnTo>
                                <a:lnTo>
                                  <a:pt x="1498" y="3"/>
                                </a:lnTo>
                                <a:lnTo>
                                  <a:pt x="1501" y="5"/>
                                </a:lnTo>
                                <a:lnTo>
                                  <a:pt x="1504" y="7"/>
                                </a:lnTo>
                                <a:lnTo>
                                  <a:pt x="1506" y="10"/>
                                </a:lnTo>
                                <a:lnTo>
                                  <a:pt x="1507" y="14"/>
                                </a:lnTo>
                                <a:lnTo>
                                  <a:pt x="1507" y="18"/>
                                </a:lnTo>
                                <a:lnTo>
                                  <a:pt x="1507" y="21"/>
                                </a:lnTo>
                                <a:lnTo>
                                  <a:pt x="1506" y="26"/>
                                </a:lnTo>
                                <a:lnTo>
                                  <a:pt x="1504" y="29"/>
                                </a:lnTo>
                                <a:lnTo>
                                  <a:pt x="1501" y="31"/>
                                </a:lnTo>
                                <a:lnTo>
                                  <a:pt x="1498" y="33"/>
                                </a:lnTo>
                                <a:lnTo>
                                  <a:pt x="1495" y="35"/>
                                </a:lnTo>
                                <a:lnTo>
                                  <a:pt x="1492" y="36"/>
                                </a:lnTo>
                                <a:lnTo>
                                  <a:pt x="1488" y="36"/>
                                </a:lnTo>
                                <a:lnTo>
                                  <a:pt x="19" y="36"/>
                                </a:lnTo>
                                <a:lnTo>
                                  <a:pt x="15" y="36"/>
                                </a:lnTo>
                                <a:lnTo>
                                  <a:pt x="11" y="35"/>
                                </a:lnTo>
                                <a:lnTo>
                                  <a:pt x="8" y="33"/>
                                </a:lnTo>
                                <a:lnTo>
                                  <a:pt x="6" y="31"/>
                                </a:lnTo>
                                <a:lnTo>
                                  <a:pt x="3" y="29"/>
                                </a:lnTo>
                                <a:lnTo>
                                  <a:pt x="1" y="26"/>
                                </a:lnTo>
                                <a:lnTo>
                                  <a:pt x="0" y="21"/>
                                </a:lnTo>
                                <a:lnTo>
                                  <a:pt x="0" y="18"/>
                                </a:lnTo>
                                <a:lnTo>
                                  <a:pt x="0" y="14"/>
                                </a:lnTo>
                                <a:lnTo>
                                  <a:pt x="1" y="10"/>
                                </a:lnTo>
                                <a:lnTo>
                                  <a:pt x="3" y="7"/>
                                </a:lnTo>
                                <a:lnTo>
                                  <a:pt x="6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3" name="淘宝店chenying0907 11"/>
                        <wps:cNvSpPr/>
                        <wps:spPr bwMode="auto">
                          <a:xfrm>
                            <a:off x="180975" y="84138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93 h 158"/>
                              <a:gd name="T2" fmla="*/ 124 w 573"/>
                              <a:gd name="T3" fmla="*/ 76 h 158"/>
                              <a:gd name="T4" fmla="*/ 150 w 573"/>
                              <a:gd name="T5" fmla="*/ 103 h 158"/>
                              <a:gd name="T6" fmla="*/ 189 w 573"/>
                              <a:gd name="T7" fmla="*/ 137 h 158"/>
                              <a:gd name="T8" fmla="*/ 237 w 573"/>
                              <a:gd name="T9" fmla="*/ 155 h 158"/>
                              <a:gd name="T10" fmla="*/ 291 w 573"/>
                              <a:gd name="T11" fmla="*/ 156 h 158"/>
                              <a:gd name="T12" fmla="*/ 334 w 573"/>
                              <a:gd name="T13" fmla="*/ 142 h 158"/>
                              <a:gd name="T14" fmla="*/ 406 w 573"/>
                              <a:gd name="T15" fmla="*/ 86 h 158"/>
                              <a:gd name="T16" fmla="*/ 468 w 573"/>
                              <a:gd name="T17" fmla="*/ 46 h 158"/>
                              <a:gd name="T18" fmla="*/ 514 w 573"/>
                              <a:gd name="T19" fmla="*/ 46 h 158"/>
                              <a:gd name="T20" fmla="*/ 538 w 573"/>
                              <a:gd name="T21" fmla="*/ 64 h 158"/>
                              <a:gd name="T22" fmla="*/ 542 w 573"/>
                              <a:gd name="T23" fmla="*/ 88 h 158"/>
                              <a:gd name="T24" fmla="*/ 535 w 573"/>
                              <a:gd name="T25" fmla="*/ 106 h 158"/>
                              <a:gd name="T26" fmla="*/ 522 w 573"/>
                              <a:gd name="T27" fmla="*/ 110 h 158"/>
                              <a:gd name="T28" fmla="*/ 508 w 573"/>
                              <a:gd name="T29" fmla="*/ 106 h 158"/>
                              <a:gd name="T30" fmla="*/ 500 w 573"/>
                              <a:gd name="T31" fmla="*/ 95 h 158"/>
                              <a:gd name="T32" fmla="*/ 496 w 573"/>
                              <a:gd name="T33" fmla="*/ 81 h 158"/>
                              <a:gd name="T34" fmla="*/ 478 w 573"/>
                              <a:gd name="T35" fmla="*/ 76 h 158"/>
                              <a:gd name="T36" fmla="*/ 468 w 573"/>
                              <a:gd name="T37" fmla="*/ 87 h 158"/>
                              <a:gd name="T38" fmla="*/ 474 w 573"/>
                              <a:gd name="T39" fmla="*/ 111 h 158"/>
                              <a:gd name="T40" fmla="*/ 494 w 573"/>
                              <a:gd name="T41" fmla="*/ 133 h 158"/>
                              <a:gd name="T42" fmla="*/ 521 w 573"/>
                              <a:gd name="T43" fmla="*/ 142 h 158"/>
                              <a:gd name="T44" fmla="*/ 549 w 573"/>
                              <a:gd name="T45" fmla="*/ 134 h 158"/>
                              <a:gd name="T46" fmla="*/ 571 w 573"/>
                              <a:gd name="T47" fmla="*/ 103 h 158"/>
                              <a:gd name="T48" fmla="*/ 571 w 573"/>
                              <a:gd name="T49" fmla="*/ 69 h 158"/>
                              <a:gd name="T50" fmla="*/ 554 w 573"/>
                              <a:gd name="T51" fmla="*/ 37 h 158"/>
                              <a:gd name="T52" fmla="*/ 522 w 573"/>
                              <a:gd name="T53" fmla="*/ 17 h 158"/>
                              <a:gd name="T54" fmla="*/ 475 w 573"/>
                              <a:gd name="T55" fmla="*/ 13 h 158"/>
                              <a:gd name="T56" fmla="*/ 428 w 573"/>
                              <a:gd name="T57" fmla="*/ 31 h 158"/>
                              <a:gd name="T58" fmla="*/ 358 w 573"/>
                              <a:gd name="T59" fmla="*/ 87 h 158"/>
                              <a:gd name="T60" fmla="*/ 317 w 573"/>
                              <a:gd name="T61" fmla="*/ 116 h 158"/>
                              <a:gd name="T62" fmla="*/ 264 w 573"/>
                              <a:gd name="T63" fmla="*/ 127 h 158"/>
                              <a:gd name="T64" fmla="*/ 206 w 573"/>
                              <a:gd name="T65" fmla="*/ 111 h 158"/>
                              <a:gd name="T66" fmla="*/ 164 w 573"/>
                              <a:gd name="T67" fmla="*/ 69 h 158"/>
                              <a:gd name="T68" fmla="*/ 150 w 573"/>
                              <a:gd name="T69" fmla="*/ 31 h 158"/>
                              <a:gd name="T70" fmla="*/ 148 w 573"/>
                              <a:gd name="T71" fmla="*/ 16 h 158"/>
                              <a:gd name="T72" fmla="*/ 143 w 573"/>
                              <a:gd name="T73" fmla="*/ 4 h 158"/>
                              <a:gd name="T74" fmla="*/ 125 w 573"/>
                              <a:gd name="T75" fmla="*/ 1 h 158"/>
                              <a:gd name="T76" fmla="*/ 116 w 573"/>
                              <a:gd name="T77" fmla="*/ 10 h 158"/>
                              <a:gd name="T78" fmla="*/ 115 w 573"/>
                              <a:gd name="T79" fmla="*/ 33 h 158"/>
                              <a:gd name="T80" fmla="*/ 95 w 573"/>
                              <a:gd name="T81" fmla="*/ 59 h 158"/>
                              <a:gd name="T82" fmla="*/ 63 w 573"/>
                              <a:gd name="T83" fmla="*/ 62 h 158"/>
                              <a:gd name="T84" fmla="*/ 37 w 573"/>
                              <a:gd name="T85" fmla="*/ 44 h 158"/>
                              <a:gd name="T86" fmla="*/ 30 w 573"/>
                              <a:gd name="T87" fmla="*/ 13 h 158"/>
                              <a:gd name="T88" fmla="*/ 21 w 573"/>
                              <a:gd name="T89" fmla="*/ 3 h 158"/>
                              <a:gd name="T90" fmla="*/ 3 w 573"/>
                              <a:gd name="T91" fmla="*/ 7 h 158"/>
                              <a:gd name="T92" fmla="*/ 0 w 573"/>
                              <a:gd name="T93" fmla="*/ 23 h 158"/>
                              <a:gd name="T94" fmla="*/ 6 w 573"/>
                              <a:gd name="T95" fmla="*/ 53 h 158"/>
                              <a:gd name="T96" fmla="*/ 23 w 573"/>
                              <a:gd name="T97" fmla="*/ 76 h 158"/>
                              <a:gd name="T98" fmla="*/ 47 w 573"/>
                              <a:gd name="T99" fmla="*/ 91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58">
                                <a:moveTo>
                                  <a:pt x="69" y="96"/>
                                </a:moveTo>
                                <a:lnTo>
                                  <a:pt x="79" y="96"/>
                                </a:lnTo>
                                <a:lnTo>
                                  <a:pt x="87" y="95"/>
                                </a:lnTo>
                                <a:lnTo>
                                  <a:pt x="96" y="93"/>
                                </a:lnTo>
                                <a:lnTo>
                                  <a:pt x="103" y="89"/>
                                </a:lnTo>
                                <a:lnTo>
                                  <a:pt x="111" y="86"/>
                                </a:lnTo>
                                <a:lnTo>
                                  <a:pt x="117" y="81"/>
                                </a:lnTo>
                                <a:lnTo>
                                  <a:pt x="124" y="76"/>
                                </a:lnTo>
                                <a:lnTo>
                                  <a:pt x="129" y="70"/>
                                </a:lnTo>
                                <a:lnTo>
                                  <a:pt x="136" y="82"/>
                                </a:lnTo>
                                <a:lnTo>
                                  <a:pt x="142" y="93"/>
                                </a:lnTo>
                                <a:lnTo>
                                  <a:pt x="150" y="103"/>
                                </a:lnTo>
                                <a:lnTo>
                                  <a:pt x="158" y="113"/>
                                </a:lnTo>
                                <a:lnTo>
                                  <a:pt x="168" y="122"/>
                                </a:lnTo>
                                <a:lnTo>
                                  <a:pt x="178" y="130"/>
                                </a:lnTo>
                                <a:lnTo>
                                  <a:pt x="189" y="137"/>
                                </a:lnTo>
                                <a:lnTo>
                                  <a:pt x="201" y="143"/>
                                </a:lnTo>
                                <a:lnTo>
                                  <a:pt x="212" y="149"/>
                                </a:lnTo>
                                <a:lnTo>
                                  <a:pt x="224" y="153"/>
                                </a:lnTo>
                                <a:lnTo>
                                  <a:pt x="237" y="155"/>
                                </a:lnTo>
                                <a:lnTo>
                                  <a:pt x="250" y="157"/>
                                </a:lnTo>
                                <a:lnTo>
                                  <a:pt x="264" y="158"/>
                                </a:lnTo>
                                <a:lnTo>
                                  <a:pt x="278" y="158"/>
                                </a:lnTo>
                                <a:lnTo>
                                  <a:pt x="291" y="156"/>
                                </a:lnTo>
                                <a:lnTo>
                                  <a:pt x="306" y="153"/>
                                </a:lnTo>
                                <a:lnTo>
                                  <a:pt x="316" y="151"/>
                                </a:lnTo>
                                <a:lnTo>
                                  <a:pt x="325" y="147"/>
                                </a:lnTo>
                                <a:lnTo>
                                  <a:pt x="334" y="142"/>
                                </a:lnTo>
                                <a:lnTo>
                                  <a:pt x="343" y="138"/>
                                </a:lnTo>
                                <a:lnTo>
                                  <a:pt x="359" y="126"/>
                                </a:lnTo>
                                <a:lnTo>
                                  <a:pt x="376" y="114"/>
                                </a:lnTo>
                                <a:lnTo>
                                  <a:pt x="406" y="86"/>
                                </a:lnTo>
                                <a:lnTo>
                                  <a:pt x="437" y="61"/>
                                </a:lnTo>
                                <a:lnTo>
                                  <a:pt x="448" y="56"/>
                                </a:lnTo>
                                <a:lnTo>
                                  <a:pt x="458" y="50"/>
                                </a:lnTo>
                                <a:lnTo>
                                  <a:pt x="468" y="46"/>
                                </a:lnTo>
                                <a:lnTo>
                                  <a:pt x="480" y="44"/>
                                </a:lnTo>
                                <a:lnTo>
                                  <a:pt x="491" y="43"/>
                                </a:lnTo>
                                <a:lnTo>
                                  <a:pt x="502" y="44"/>
                                </a:lnTo>
                                <a:lnTo>
                                  <a:pt x="514" y="46"/>
                                </a:lnTo>
                                <a:lnTo>
                                  <a:pt x="525" y="52"/>
                                </a:lnTo>
                                <a:lnTo>
                                  <a:pt x="530" y="55"/>
                                </a:lnTo>
                                <a:lnTo>
                                  <a:pt x="534" y="59"/>
                                </a:lnTo>
                                <a:lnTo>
                                  <a:pt x="538" y="64"/>
                                </a:lnTo>
                                <a:lnTo>
                                  <a:pt x="540" y="70"/>
                                </a:lnTo>
                                <a:lnTo>
                                  <a:pt x="542" y="76"/>
                                </a:lnTo>
                                <a:lnTo>
                                  <a:pt x="542" y="83"/>
                                </a:lnTo>
                                <a:lnTo>
                                  <a:pt x="542" y="88"/>
                                </a:lnTo>
                                <a:lnTo>
                                  <a:pt x="541" y="95"/>
                                </a:lnTo>
                                <a:lnTo>
                                  <a:pt x="540" y="99"/>
                                </a:lnTo>
                                <a:lnTo>
                                  <a:pt x="538" y="102"/>
                                </a:lnTo>
                                <a:lnTo>
                                  <a:pt x="535" y="106"/>
                                </a:lnTo>
                                <a:lnTo>
                                  <a:pt x="532" y="108"/>
                                </a:lnTo>
                                <a:lnTo>
                                  <a:pt x="529" y="109"/>
                                </a:lnTo>
                                <a:lnTo>
                                  <a:pt x="526" y="110"/>
                                </a:lnTo>
                                <a:lnTo>
                                  <a:pt x="522" y="110"/>
                                </a:lnTo>
                                <a:lnTo>
                                  <a:pt x="518" y="110"/>
                                </a:lnTo>
                                <a:lnTo>
                                  <a:pt x="515" y="109"/>
                                </a:lnTo>
                                <a:lnTo>
                                  <a:pt x="512" y="108"/>
                                </a:lnTo>
                                <a:lnTo>
                                  <a:pt x="508" y="106"/>
                                </a:lnTo>
                                <a:lnTo>
                                  <a:pt x="505" y="103"/>
                                </a:lnTo>
                                <a:lnTo>
                                  <a:pt x="503" y="101"/>
                                </a:lnTo>
                                <a:lnTo>
                                  <a:pt x="501" y="98"/>
                                </a:lnTo>
                                <a:lnTo>
                                  <a:pt x="500" y="95"/>
                                </a:lnTo>
                                <a:lnTo>
                                  <a:pt x="500" y="90"/>
                                </a:lnTo>
                                <a:lnTo>
                                  <a:pt x="499" y="87"/>
                                </a:lnTo>
                                <a:lnTo>
                                  <a:pt x="499" y="84"/>
                                </a:lnTo>
                                <a:lnTo>
                                  <a:pt x="496" y="81"/>
                                </a:lnTo>
                                <a:lnTo>
                                  <a:pt x="494" y="80"/>
                                </a:lnTo>
                                <a:lnTo>
                                  <a:pt x="490" y="76"/>
                                </a:lnTo>
                                <a:lnTo>
                                  <a:pt x="484" y="75"/>
                                </a:lnTo>
                                <a:lnTo>
                                  <a:pt x="478" y="76"/>
                                </a:lnTo>
                                <a:lnTo>
                                  <a:pt x="474" y="80"/>
                                </a:lnTo>
                                <a:lnTo>
                                  <a:pt x="472" y="81"/>
                                </a:lnTo>
                                <a:lnTo>
                                  <a:pt x="469" y="84"/>
                                </a:lnTo>
                                <a:lnTo>
                                  <a:pt x="468" y="87"/>
                                </a:lnTo>
                                <a:lnTo>
                                  <a:pt x="468" y="90"/>
                                </a:lnTo>
                                <a:lnTo>
                                  <a:pt x="469" y="98"/>
                                </a:lnTo>
                                <a:lnTo>
                                  <a:pt x="471" y="104"/>
                                </a:lnTo>
                                <a:lnTo>
                                  <a:pt x="474" y="111"/>
                                </a:lnTo>
                                <a:lnTo>
                                  <a:pt x="478" y="117"/>
                                </a:lnTo>
                                <a:lnTo>
                                  <a:pt x="482" y="123"/>
                                </a:lnTo>
                                <a:lnTo>
                                  <a:pt x="488" y="128"/>
                                </a:lnTo>
                                <a:lnTo>
                                  <a:pt x="494" y="133"/>
                                </a:lnTo>
                                <a:lnTo>
                                  <a:pt x="501" y="137"/>
                                </a:lnTo>
                                <a:lnTo>
                                  <a:pt x="507" y="139"/>
                                </a:lnTo>
                                <a:lnTo>
                                  <a:pt x="515" y="141"/>
                                </a:lnTo>
                                <a:lnTo>
                                  <a:pt x="521" y="142"/>
                                </a:lnTo>
                                <a:lnTo>
                                  <a:pt x="529" y="142"/>
                                </a:lnTo>
                                <a:lnTo>
                                  <a:pt x="536" y="140"/>
                                </a:lnTo>
                                <a:lnTo>
                                  <a:pt x="543" y="138"/>
                                </a:lnTo>
                                <a:lnTo>
                                  <a:pt x="549" y="134"/>
                                </a:lnTo>
                                <a:lnTo>
                                  <a:pt x="555" y="128"/>
                                </a:lnTo>
                                <a:lnTo>
                                  <a:pt x="562" y="121"/>
                                </a:lnTo>
                                <a:lnTo>
                                  <a:pt x="567" y="112"/>
                                </a:lnTo>
                                <a:lnTo>
                                  <a:pt x="571" y="103"/>
                                </a:lnTo>
                                <a:lnTo>
                                  <a:pt x="573" y="95"/>
                                </a:lnTo>
                                <a:lnTo>
                                  <a:pt x="573" y="86"/>
                                </a:lnTo>
                                <a:lnTo>
                                  <a:pt x="573" y="77"/>
                                </a:lnTo>
                                <a:lnTo>
                                  <a:pt x="571" y="69"/>
                                </a:lnTo>
                                <a:lnTo>
                                  <a:pt x="568" y="60"/>
                                </a:lnTo>
                                <a:lnTo>
                                  <a:pt x="565" y="52"/>
                                </a:lnTo>
                                <a:lnTo>
                                  <a:pt x="559" y="45"/>
                                </a:lnTo>
                                <a:lnTo>
                                  <a:pt x="554" y="37"/>
                                </a:lnTo>
                                <a:lnTo>
                                  <a:pt x="546" y="31"/>
                                </a:lnTo>
                                <a:lnTo>
                                  <a:pt x="540" y="26"/>
                                </a:lnTo>
                                <a:lnTo>
                                  <a:pt x="531" y="20"/>
                                </a:lnTo>
                                <a:lnTo>
                                  <a:pt x="522" y="17"/>
                                </a:lnTo>
                                <a:lnTo>
                                  <a:pt x="513" y="14"/>
                                </a:lnTo>
                                <a:lnTo>
                                  <a:pt x="500" y="12"/>
                                </a:lnTo>
                                <a:lnTo>
                                  <a:pt x="487" y="10"/>
                                </a:lnTo>
                                <a:lnTo>
                                  <a:pt x="475" y="13"/>
                                </a:lnTo>
                                <a:lnTo>
                                  <a:pt x="463" y="15"/>
                                </a:lnTo>
                                <a:lnTo>
                                  <a:pt x="451" y="19"/>
                                </a:lnTo>
                                <a:lnTo>
                                  <a:pt x="439" y="25"/>
                                </a:lnTo>
                                <a:lnTo>
                                  <a:pt x="428" y="31"/>
                                </a:lnTo>
                                <a:lnTo>
                                  <a:pt x="418" y="37"/>
                                </a:lnTo>
                                <a:lnTo>
                                  <a:pt x="397" y="54"/>
                                </a:lnTo>
                                <a:lnTo>
                                  <a:pt x="377" y="71"/>
                                </a:lnTo>
                                <a:lnTo>
                                  <a:pt x="358" y="87"/>
                                </a:lnTo>
                                <a:lnTo>
                                  <a:pt x="339" y="102"/>
                                </a:lnTo>
                                <a:lnTo>
                                  <a:pt x="332" y="108"/>
                                </a:lnTo>
                                <a:lnTo>
                                  <a:pt x="325" y="112"/>
                                </a:lnTo>
                                <a:lnTo>
                                  <a:pt x="317" y="116"/>
                                </a:lnTo>
                                <a:lnTo>
                                  <a:pt x="310" y="120"/>
                                </a:lnTo>
                                <a:lnTo>
                                  <a:pt x="295" y="124"/>
                                </a:lnTo>
                                <a:lnTo>
                                  <a:pt x="279" y="127"/>
                                </a:lnTo>
                                <a:lnTo>
                                  <a:pt x="264" y="127"/>
                                </a:lnTo>
                                <a:lnTo>
                                  <a:pt x="249" y="126"/>
                                </a:lnTo>
                                <a:lnTo>
                                  <a:pt x="234" y="123"/>
                                </a:lnTo>
                                <a:lnTo>
                                  <a:pt x="220" y="117"/>
                                </a:lnTo>
                                <a:lnTo>
                                  <a:pt x="206" y="111"/>
                                </a:lnTo>
                                <a:lnTo>
                                  <a:pt x="194" y="103"/>
                                </a:lnTo>
                                <a:lnTo>
                                  <a:pt x="182" y="93"/>
                                </a:lnTo>
                                <a:lnTo>
                                  <a:pt x="172" y="82"/>
                                </a:lnTo>
                                <a:lnTo>
                                  <a:pt x="164" y="69"/>
                                </a:lnTo>
                                <a:lnTo>
                                  <a:pt x="156" y="55"/>
                                </a:lnTo>
                                <a:lnTo>
                                  <a:pt x="154" y="47"/>
                                </a:lnTo>
                                <a:lnTo>
                                  <a:pt x="151" y="40"/>
                                </a:lnTo>
                                <a:lnTo>
                                  <a:pt x="150" y="31"/>
                                </a:lnTo>
                                <a:lnTo>
                                  <a:pt x="148" y="23"/>
                                </a:lnTo>
                                <a:lnTo>
                                  <a:pt x="149" y="21"/>
                                </a:lnTo>
                                <a:lnTo>
                                  <a:pt x="149" y="19"/>
                                </a:lnTo>
                                <a:lnTo>
                                  <a:pt x="148" y="16"/>
                                </a:lnTo>
                                <a:lnTo>
                                  <a:pt x="147" y="13"/>
                                </a:lnTo>
                                <a:lnTo>
                                  <a:pt x="147" y="9"/>
                                </a:lnTo>
                                <a:lnTo>
                                  <a:pt x="144" y="6"/>
                                </a:lnTo>
                                <a:lnTo>
                                  <a:pt x="143" y="4"/>
                                </a:lnTo>
                                <a:lnTo>
                                  <a:pt x="141" y="3"/>
                                </a:lnTo>
                                <a:lnTo>
                                  <a:pt x="136" y="0"/>
                                </a:lnTo>
                                <a:lnTo>
                                  <a:pt x="130" y="0"/>
                                </a:lnTo>
                                <a:lnTo>
                                  <a:pt x="125" y="1"/>
                                </a:lnTo>
                                <a:lnTo>
                                  <a:pt x="121" y="3"/>
                                </a:lnTo>
                                <a:lnTo>
                                  <a:pt x="118" y="5"/>
                                </a:lnTo>
                                <a:lnTo>
                                  <a:pt x="117" y="7"/>
                                </a:lnTo>
                                <a:lnTo>
                                  <a:pt x="116" y="10"/>
                                </a:lnTo>
                                <a:lnTo>
                                  <a:pt x="116" y="14"/>
                                </a:lnTo>
                                <a:lnTo>
                                  <a:pt x="116" y="19"/>
                                </a:lnTo>
                                <a:lnTo>
                                  <a:pt x="117" y="23"/>
                                </a:lnTo>
                                <a:lnTo>
                                  <a:pt x="115" y="33"/>
                                </a:lnTo>
                                <a:lnTo>
                                  <a:pt x="112" y="42"/>
                                </a:lnTo>
                                <a:lnTo>
                                  <a:pt x="108" y="49"/>
                                </a:lnTo>
                                <a:lnTo>
                                  <a:pt x="101" y="55"/>
                                </a:lnTo>
                                <a:lnTo>
                                  <a:pt x="95" y="59"/>
                                </a:lnTo>
                                <a:lnTo>
                                  <a:pt x="87" y="61"/>
                                </a:lnTo>
                                <a:lnTo>
                                  <a:pt x="80" y="63"/>
                                </a:lnTo>
                                <a:lnTo>
                                  <a:pt x="71" y="63"/>
                                </a:lnTo>
                                <a:lnTo>
                                  <a:pt x="63" y="62"/>
                                </a:lnTo>
                                <a:lnTo>
                                  <a:pt x="56" y="60"/>
                                </a:lnTo>
                                <a:lnTo>
                                  <a:pt x="48" y="56"/>
                                </a:lnTo>
                                <a:lnTo>
                                  <a:pt x="43" y="50"/>
                                </a:lnTo>
                                <a:lnTo>
                                  <a:pt x="37" y="44"/>
                                </a:lnTo>
                                <a:lnTo>
                                  <a:pt x="33" y="36"/>
                                </a:lnTo>
                                <a:lnTo>
                                  <a:pt x="31" y="27"/>
                                </a:lnTo>
                                <a:lnTo>
                                  <a:pt x="31" y="17"/>
                                </a:lnTo>
                                <a:lnTo>
                                  <a:pt x="30" y="13"/>
                                </a:lnTo>
                                <a:lnTo>
                                  <a:pt x="30" y="9"/>
                                </a:lnTo>
                                <a:lnTo>
                                  <a:pt x="28" y="7"/>
                                </a:lnTo>
                                <a:lnTo>
                                  <a:pt x="27" y="5"/>
                                </a:lnTo>
                                <a:lnTo>
                                  <a:pt x="21" y="3"/>
                                </a:lnTo>
                                <a:lnTo>
                                  <a:pt x="16" y="2"/>
                                </a:lnTo>
                                <a:lnTo>
                                  <a:pt x="10" y="3"/>
                                </a:lnTo>
                                <a:lnTo>
                                  <a:pt x="5" y="5"/>
                                </a:lnTo>
                                <a:lnTo>
                                  <a:pt x="3" y="7"/>
                                </a:lnTo>
                                <a:lnTo>
                                  <a:pt x="1" y="9"/>
                                </a:lnTo>
                                <a:lnTo>
                                  <a:pt x="0" y="13"/>
                                </a:lnTo>
                                <a:lnTo>
                                  <a:pt x="0" y="17"/>
                                </a:lnTo>
                                <a:lnTo>
                                  <a:pt x="0" y="23"/>
                                </a:lnTo>
                                <a:lnTo>
                                  <a:pt x="1" y="31"/>
                                </a:lnTo>
                                <a:lnTo>
                                  <a:pt x="2" y="39"/>
                                </a:lnTo>
                                <a:lnTo>
                                  <a:pt x="4" y="45"/>
                                </a:lnTo>
                                <a:lnTo>
                                  <a:pt x="6" y="53"/>
                                </a:lnTo>
                                <a:lnTo>
                                  <a:pt x="9" y="59"/>
                                </a:lnTo>
                                <a:lnTo>
                                  <a:pt x="14" y="64"/>
                                </a:lnTo>
                                <a:lnTo>
                                  <a:pt x="18" y="71"/>
                                </a:lnTo>
                                <a:lnTo>
                                  <a:pt x="23" y="76"/>
                                </a:lnTo>
                                <a:lnTo>
                                  <a:pt x="28" y="81"/>
                                </a:lnTo>
                                <a:lnTo>
                                  <a:pt x="34" y="85"/>
                                </a:lnTo>
                                <a:lnTo>
                                  <a:pt x="41" y="88"/>
                                </a:lnTo>
                                <a:lnTo>
                                  <a:pt x="47" y="91"/>
                                </a:lnTo>
                                <a:lnTo>
                                  <a:pt x="54" y="94"/>
                                </a:lnTo>
                                <a:lnTo>
                                  <a:pt x="61" y="96"/>
                                </a:lnTo>
                                <a:lnTo>
                                  <a:pt x="69" y="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5" name="淘宝店chenying0907 12"/>
                        <wps:cNvSpPr/>
                        <wps:spPr bwMode="auto">
                          <a:xfrm>
                            <a:off x="180975" y="0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66 h 160"/>
                              <a:gd name="T2" fmla="*/ 124 w 573"/>
                              <a:gd name="T3" fmla="*/ 83 h 160"/>
                              <a:gd name="T4" fmla="*/ 150 w 573"/>
                              <a:gd name="T5" fmla="*/ 55 h 160"/>
                              <a:gd name="T6" fmla="*/ 189 w 573"/>
                              <a:gd name="T7" fmla="*/ 21 h 160"/>
                              <a:gd name="T8" fmla="*/ 237 w 573"/>
                              <a:gd name="T9" fmla="*/ 3 h 160"/>
                              <a:gd name="T10" fmla="*/ 291 w 573"/>
                              <a:gd name="T11" fmla="*/ 2 h 160"/>
                              <a:gd name="T12" fmla="*/ 334 w 573"/>
                              <a:gd name="T13" fmla="*/ 16 h 160"/>
                              <a:gd name="T14" fmla="*/ 406 w 573"/>
                              <a:gd name="T15" fmla="*/ 72 h 160"/>
                              <a:gd name="T16" fmla="*/ 468 w 573"/>
                              <a:gd name="T17" fmla="*/ 112 h 160"/>
                              <a:gd name="T18" fmla="*/ 514 w 573"/>
                              <a:gd name="T19" fmla="*/ 112 h 160"/>
                              <a:gd name="T20" fmla="*/ 538 w 573"/>
                              <a:gd name="T21" fmla="*/ 94 h 160"/>
                              <a:gd name="T22" fmla="*/ 542 w 573"/>
                              <a:gd name="T23" fmla="*/ 70 h 160"/>
                              <a:gd name="T24" fmla="*/ 535 w 573"/>
                              <a:gd name="T25" fmla="*/ 53 h 160"/>
                              <a:gd name="T26" fmla="*/ 522 w 573"/>
                              <a:gd name="T27" fmla="*/ 48 h 160"/>
                              <a:gd name="T28" fmla="*/ 508 w 573"/>
                              <a:gd name="T29" fmla="*/ 53 h 160"/>
                              <a:gd name="T30" fmla="*/ 500 w 573"/>
                              <a:gd name="T31" fmla="*/ 65 h 160"/>
                              <a:gd name="T32" fmla="*/ 496 w 573"/>
                              <a:gd name="T33" fmla="*/ 78 h 160"/>
                              <a:gd name="T34" fmla="*/ 478 w 573"/>
                              <a:gd name="T35" fmla="*/ 82 h 160"/>
                              <a:gd name="T36" fmla="*/ 468 w 573"/>
                              <a:gd name="T37" fmla="*/ 71 h 160"/>
                              <a:gd name="T38" fmla="*/ 474 w 573"/>
                              <a:gd name="T39" fmla="*/ 47 h 160"/>
                              <a:gd name="T40" fmla="*/ 494 w 573"/>
                              <a:gd name="T41" fmla="*/ 26 h 160"/>
                              <a:gd name="T42" fmla="*/ 521 w 573"/>
                              <a:gd name="T43" fmla="*/ 16 h 160"/>
                              <a:gd name="T44" fmla="*/ 549 w 573"/>
                              <a:gd name="T45" fmla="*/ 25 h 160"/>
                              <a:gd name="T46" fmla="*/ 571 w 573"/>
                              <a:gd name="T47" fmla="*/ 55 h 160"/>
                              <a:gd name="T48" fmla="*/ 571 w 573"/>
                              <a:gd name="T49" fmla="*/ 91 h 160"/>
                              <a:gd name="T50" fmla="*/ 554 w 573"/>
                              <a:gd name="T51" fmla="*/ 121 h 160"/>
                              <a:gd name="T52" fmla="*/ 522 w 573"/>
                              <a:gd name="T53" fmla="*/ 141 h 160"/>
                              <a:gd name="T54" fmla="*/ 475 w 573"/>
                              <a:gd name="T55" fmla="*/ 147 h 160"/>
                              <a:gd name="T56" fmla="*/ 428 w 573"/>
                              <a:gd name="T57" fmla="*/ 128 h 160"/>
                              <a:gd name="T58" fmla="*/ 358 w 573"/>
                              <a:gd name="T59" fmla="*/ 71 h 160"/>
                              <a:gd name="T60" fmla="*/ 317 w 573"/>
                              <a:gd name="T61" fmla="*/ 43 h 160"/>
                              <a:gd name="T62" fmla="*/ 264 w 573"/>
                              <a:gd name="T63" fmla="*/ 31 h 160"/>
                              <a:gd name="T64" fmla="*/ 206 w 573"/>
                              <a:gd name="T65" fmla="*/ 47 h 160"/>
                              <a:gd name="T66" fmla="*/ 164 w 573"/>
                              <a:gd name="T67" fmla="*/ 90 h 160"/>
                              <a:gd name="T68" fmla="*/ 150 w 573"/>
                              <a:gd name="T69" fmla="*/ 127 h 160"/>
                              <a:gd name="T70" fmla="*/ 148 w 573"/>
                              <a:gd name="T71" fmla="*/ 142 h 160"/>
                              <a:gd name="T72" fmla="*/ 143 w 573"/>
                              <a:gd name="T73" fmla="*/ 154 h 160"/>
                              <a:gd name="T74" fmla="*/ 125 w 573"/>
                              <a:gd name="T75" fmla="*/ 159 h 160"/>
                              <a:gd name="T76" fmla="*/ 116 w 573"/>
                              <a:gd name="T77" fmla="*/ 148 h 160"/>
                              <a:gd name="T78" fmla="*/ 115 w 573"/>
                              <a:gd name="T79" fmla="*/ 125 h 160"/>
                              <a:gd name="T80" fmla="*/ 95 w 573"/>
                              <a:gd name="T81" fmla="*/ 99 h 160"/>
                              <a:gd name="T82" fmla="*/ 63 w 573"/>
                              <a:gd name="T83" fmla="*/ 96 h 160"/>
                              <a:gd name="T84" fmla="*/ 37 w 573"/>
                              <a:gd name="T85" fmla="*/ 114 h 160"/>
                              <a:gd name="T86" fmla="*/ 30 w 573"/>
                              <a:gd name="T87" fmla="*/ 146 h 160"/>
                              <a:gd name="T88" fmla="*/ 21 w 573"/>
                              <a:gd name="T89" fmla="*/ 156 h 160"/>
                              <a:gd name="T90" fmla="*/ 3 w 573"/>
                              <a:gd name="T91" fmla="*/ 151 h 160"/>
                              <a:gd name="T92" fmla="*/ 0 w 573"/>
                              <a:gd name="T93" fmla="*/ 135 h 160"/>
                              <a:gd name="T94" fmla="*/ 6 w 573"/>
                              <a:gd name="T95" fmla="*/ 107 h 160"/>
                              <a:gd name="T96" fmla="*/ 23 w 573"/>
                              <a:gd name="T97" fmla="*/ 83 h 160"/>
                              <a:gd name="T98" fmla="*/ 47 w 573"/>
                              <a:gd name="T99" fmla="*/ 67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60">
                                <a:moveTo>
                                  <a:pt x="69" y="63"/>
                                </a:moveTo>
                                <a:lnTo>
                                  <a:pt x="79" y="63"/>
                                </a:lnTo>
                                <a:lnTo>
                                  <a:pt x="87" y="64"/>
                                </a:lnTo>
                                <a:lnTo>
                                  <a:pt x="96" y="66"/>
                                </a:lnTo>
                                <a:lnTo>
                                  <a:pt x="103" y="69"/>
                                </a:lnTo>
                                <a:lnTo>
                                  <a:pt x="111" y="72"/>
                                </a:lnTo>
                                <a:lnTo>
                                  <a:pt x="117" y="78"/>
                                </a:lnTo>
                                <a:lnTo>
                                  <a:pt x="124" y="83"/>
                                </a:lnTo>
                                <a:lnTo>
                                  <a:pt x="129" y="88"/>
                                </a:lnTo>
                                <a:lnTo>
                                  <a:pt x="136" y="77"/>
                                </a:lnTo>
                                <a:lnTo>
                                  <a:pt x="142" y="66"/>
                                </a:lnTo>
                                <a:lnTo>
                                  <a:pt x="150" y="55"/>
                                </a:lnTo>
                                <a:lnTo>
                                  <a:pt x="158" y="45"/>
                                </a:lnTo>
                                <a:lnTo>
                                  <a:pt x="168" y="37"/>
                                </a:lnTo>
                                <a:lnTo>
                                  <a:pt x="178" y="28"/>
                                </a:lnTo>
                                <a:lnTo>
                                  <a:pt x="189" y="21"/>
                                </a:lnTo>
                                <a:lnTo>
                                  <a:pt x="201" y="15"/>
                                </a:lnTo>
                                <a:lnTo>
                                  <a:pt x="212" y="10"/>
                                </a:lnTo>
                                <a:lnTo>
                                  <a:pt x="224" y="6"/>
                                </a:lnTo>
                                <a:lnTo>
                                  <a:pt x="237" y="3"/>
                                </a:lnTo>
                                <a:lnTo>
                                  <a:pt x="250" y="1"/>
                                </a:lnTo>
                                <a:lnTo>
                                  <a:pt x="264" y="0"/>
                                </a:lnTo>
                                <a:lnTo>
                                  <a:pt x="278" y="1"/>
                                </a:lnTo>
                                <a:lnTo>
                                  <a:pt x="291" y="2"/>
                                </a:lnTo>
                                <a:lnTo>
                                  <a:pt x="306" y="5"/>
                                </a:lnTo>
                                <a:lnTo>
                                  <a:pt x="316" y="7"/>
                                </a:lnTo>
                                <a:lnTo>
                                  <a:pt x="325" y="12"/>
                                </a:lnTo>
                                <a:lnTo>
                                  <a:pt x="334" y="16"/>
                                </a:lnTo>
                                <a:lnTo>
                                  <a:pt x="343" y="20"/>
                                </a:lnTo>
                                <a:lnTo>
                                  <a:pt x="359" y="32"/>
                                </a:lnTo>
                                <a:lnTo>
                                  <a:pt x="376" y="44"/>
                                </a:lnTo>
                                <a:lnTo>
                                  <a:pt x="406" y="72"/>
                                </a:lnTo>
                                <a:lnTo>
                                  <a:pt x="437" y="97"/>
                                </a:lnTo>
                                <a:lnTo>
                                  <a:pt x="448" y="104"/>
                                </a:lnTo>
                                <a:lnTo>
                                  <a:pt x="458" y="108"/>
                                </a:lnTo>
                                <a:lnTo>
                                  <a:pt x="468" y="112"/>
                                </a:lnTo>
                                <a:lnTo>
                                  <a:pt x="480" y="114"/>
                                </a:lnTo>
                                <a:lnTo>
                                  <a:pt x="491" y="115"/>
                                </a:lnTo>
                                <a:lnTo>
                                  <a:pt x="502" y="114"/>
                                </a:lnTo>
                                <a:lnTo>
                                  <a:pt x="514" y="112"/>
                                </a:lnTo>
                                <a:lnTo>
                                  <a:pt x="525" y="107"/>
                                </a:lnTo>
                                <a:lnTo>
                                  <a:pt x="530" y="104"/>
                                </a:lnTo>
                                <a:lnTo>
                                  <a:pt x="534" y="99"/>
                                </a:lnTo>
                                <a:lnTo>
                                  <a:pt x="538" y="94"/>
                                </a:lnTo>
                                <a:lnTo>
                                  <a:pt x="540" y="88"/>
                                </a:lnTo>
                                <a:lnTo>
                                  <a:pt x="542" y="82"/>
                                </a:lnTo>
                                <a:lnTo>
                                  <a:pt x="542" y="75"/>
                                </a:lnTo>
                                <a:lnTo>
                                  <a:pt x="542" y="70"/>
                                </a:lnTo>
                                <a:lnTo>
                                  <a:pt x="541" y="64"/>
                                </a:lnTo>
                                <a:lnTo>
                                  <a:pt x="540" y="59"/>
                                </a:lnTo>
                                <a:lnTo>
                                  <a:pt x="538" y="56"/>
                                </a:lnTo>
                                <a:lnTo>
                                  <a:pt x="535" y="53"/>
                                </a:lnTo>
                                <a:lnTo>
                                  <a:pt x="532" y="51"/>
                                </a:lnTo>
                                <a:lnTo>
                                  <a:pt x="529" y="50"/>
                                </a:lnTo>
                                <a:lnTo>
                                  <a:pt x="526" y="48"/>
                                </a:lnTo>
                                <a:lnTo>
                                  <a:pt x="522" y="48"/>
                                </a:lnTo>
                                <a:lnTo>
                                  <a:pt x="518" y="48"/>
                                </a:lnTo>
                                <a:lnTo>
                                  <a:pt x="515" y="50"/>
                                </a:lnTo>
                                <a:lnTo>
                                  <a:pt x="512" y="51"/>
                                </a:lnTo>
                                <a:lnTo>
                                  <a:pt x="508" y="53"/>
                                </a:lnTo>
                                <a:lnTo>
                                  <a:pt x="505" y="55"/>
                                </a:lnTo>
                                <a:lnTo>
                                  <a:pt x="503" y="57"/>
                                </a:lnTo>
                                <a:lnTo>
                                  <a:pt x="501" y="60"/>
                                </a:lnTo>
                                <a:lnTo>
                                  <a:pt x="500" y="65"/>
                                </a:lnTo>
                                <a:lnTo>
                                  <a:pt x="500" y="68"/>
                                </a:lnTo>
                                <a:lnTo>
                                  <a:pt x="499" y="71"/>
                                </a:lnTo>
                                <a:lnTo>
                                  <a:pt x="499" y="74"/>
                                </a:lnTo>
                                <a:lnTo>
                                  <a:pt x="496" y="78"/>
                                </a:lnTo>
                                <a:lnTo>
                                  <a:pt x="494" y="80"/>
                                </a:lnTo>
                                <a:lnTo>
                                  <a:pt x="490" y="82"/>
                                </a:lnTo>
                                <a:lnTo>
                                  <a:pt x="484" y="83"/>
                                </a:lnTo>
                                <a:lnTo>
                                  <a:pt x="478" y="82"/>
                                </a:lnTo>
                                <a:lnTo>
                                  <a:pt x="474" y="80"/>
                                </a:lnTo>
                                <a:lnTo>
                                  <a:pt x="472" y="78"/>
                                </a:lnTo>
                                <a:lnTo>
                                  <a:pt x="469" y="74"/>
                                </a:lnTo>
                                <a:lnTo>
                                  <a:pt x="468" y="71"/>
                                </a:lnTo>
                                <a:lnTo>
                                  <a:pt x="468" y="68"/>
                                </a:lnTo>
                                <a:lnTo>
                                  <a:pt x="469" y="60"/>
                                </a:lnTo>
                                <a:lnTo>
                                  <a:pt x="471" y="54"/>
                                </a:lnTo>
                                <a:lnTo>
                                  <a:pt x="474" y="47"/>
                                </a:lnTo>
                                <a:lnTo>
                                  <a:pt x="478" y="41"/>
                                </a:lnTo>
                                <a:lnTo>
                                  <a:pt x="482" y="36"/>
                                </a:lnTo>
                                <a:lnTo>
                                  <a:pt x="488" y="30"/>
                                </a:lnTo>
                                <a:lnTo>
                                  <a:pt x="494" y="26"/>
                                </a:lnTo>
                                <a:lnTo>
                                  <a:pt x="501" y="21"/>
                                </a:lnTo>
                                <a:lnTo>
                                  <a:pt x="507" y="19"/>
                                </a:lnTo>
                                <a:lnTo>
                                  <a:pt x="515" y="17"/>
                                </a:lnTo>
                                <a:lnTo>
                                  <a:pt x="521" y="16"/>
                                </a:lnTo>
                                <a:lnTo>
                                  <a:pt x="529" y="16"/>
                                </a:lnTo>
                                <a:lnTo>
                                  <a:pt x="536" y="18"/>
                                </a:lnTo>
                                <a:lnTo>
                                  <a:pt x="543" y="20"/>
                                </a:lnTo>
                                <a:lnTo>
                                  <a:pt x="549" y="25"/>
                                </a:lnTo>
                                <a:lnTo>
                                  <a:pt x="555" y="30"/>
                                </a:lnTo>
                                <a:lnTo>
                                  <a:pt x="562" y="38"/>
                                </a:lnTo>
                                <a:lnTo>
                                  <a:pt x="567" y="46"/>
                                </a:lnTo>
                                <a:lnTo>
                                  <a:pt x="571" y="55"/>
                                </a:lnTo>
                                <a:lnTo>
                                  <a:pt x="573" y="64"/>
                                </a:lnTo>
                                <a:lnTo>
                                  <a:pt x="573" y="72"/>
                                </a:lnTo>
                                <a:lnTo>
                                  <a:pt x="573" y="82"/>
                                </a:lnTo>
                                <a:lnTo>
                                  <a:pt x="571" y="91"/>
                                </a:lnTo>
                                <a:lnTo>
                                  <a:pt x="568" y="98"/>
                                </a:lnTo>
                                <a:lnTo>
                                  <a:pt x="565" y="107"/>
                                </a:lnTo>
                                <a:lnTo>
                                  <a:pt x="559" y="114"/>
                                </a:lnTo>
                                <a:lnTo>
                                  <a:pt x="554" y="121"/>
                                </a:lnTo>
                                <a:lnTo>
                                  <a:pt x="546" y="127"/>
                                </a:lnTo>
                                <a:lnTo>
                                  <a:pt x="540" y="133"/>
                                </a:lnTo>
                                <a:lnTo>
                                  <a:pt x="531" y="138"/>
                                </a:lnTo>
                                <a:lnTo>
                                  <a:pt x="522" y="141"/>
                                </a:lnTo>
                                <a:lnTo>
                                  <a:pt x="513" y="145"/>
                                </a:lnTo>
                                <a:lnTo>
                                  <a:pt x="500" y="147"/>
                                </a:lnTo>
                                <a:lnTo>
                                  <a:pt x="487" y="148"/>
                                </a:lnTo>
                                <a:lnTo>
                                  <a:pt x="475" y="147"/>
                                </a:lnTo>
                                <a:lnTo>
                                  <a:pt x="463" y="144"/>
                                </a:lnTo>
                                <a:lnTo>
                                  <a:pt x="451" y="139"/>
                                </a:lnTo>
                                <a:lnTo>
                                  <a:pt x="439" y="134"/>
                                </a:lnTo>
                                <a:lnTo>
                                  <a:pt x="428" y="128"/>
                                </a:lnTo>
                                <a:lnTo>
                                  <a:pt x="418" y="121"/>
                                </a:lnTo>
                                <a:lnTo>
                                  <a:pt x="397" y="105"/>
                                </a:lnTo>
                                <a:lnTo>
                                  <a:pt x="377" y="87"/>
                                </a:lnTo>
                                <a:lnTo>
                                  <a:pt x="358" y="71"/>
                                </a:lnTo>
                                <a:lnTo>
                                  <a:pt x="339" y="56"/>
                                </a:lnTo>
                                <a:lnTo>
                                  <a:pt x="332" y="51"/>
                                </a:lnTo>
                                <a:lnTo>
                                  <a:pt x="325" y="46"/>
                                </a:lnTo>
                                <a:lnTo>
                                  <a:pt x="317" y="43"/>
                                </a:lnTo>
                                <a:lnTo>
                                  <a:pt x="310" y="40"/>
                                </a:lnTo>
                                <a:lnTo>
                                  <a:pt x="295" y="34"/>
                                </a:lnTo>
                                <a:lnTo>
                                  <a:pt x="279" y="32"/>
                                </a:lnTo>
                                <a:lnTo>
                                  <a:pt x="264" y="31"/>
                                </a:lnTo>
                                <a:lnTo>
                                  <a:pt x="249" y="32"/>
                                </a:lnTo>
                                <a:lnTo>
                                  <a:pt x="234" y="36"/>
                                </a:lnTo>
                                <a:lnTo>
                                  <a:pt x="220" y="41"/>
                                </a:lnTo>
                                <a:lnTo>
                                  <a:pt x="206" y="47"/>
                                </a:lnTo>
                                <a:lnTo>
                                  <a:pt x="194" y="56"/>
                                </a:lnTo>
                                <a:lnTo>
                                  <a:pt x="182" y="66"/>
                                </a:lnTo>
                                <a:lnTo>
                                  <a:pt x="172" y="77"/>
                                </a:lnTo>
                                <a:lnTo>
                                  <a:pt x="164" y="90"/>
                                </a:lnTo>
                                <a:lnTo>
                                  <a:pt x="156" y="104"/>
                                </a:lnTo>
                                <a:lnTo>
                                  <a:pt x="154" y="111"/>
                                </a:lnTo>
                                <a:lnTo>
                                  <a:pt x="151" y="119"/>
                                </a:lnTo>
                                <a:lnTo>
                                  <a:pt x="150" y="127"/>
                                </a:lnTo>
                                <a:lnTo>
                                  <a:pt x="148" y="135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39"/>
                                </a:lnTo>
                                <a:lnTo>
                                  <a:pt x="148" y="142"/>
                                </a:lnTo>
                                <a:lnTo>
                                  <a:pt x="147" y="146"/>
                                </a:lnTo>
                                <a:lnTo>
                                  <a:pt x="147" y="149"/>
                                </a:lnTo>
                                <a:lnTo>
                                  <a:pt x="144" y="152"/>
                                </a:lnTo>
                                <a:lnTo>
                                  <a:pt x="143" y="154"/>
                                </a:lnTo>
                                <a:lnTo>
                                  <a:pt x="141" y="156"/>
                                </a:lnTo>
                                <a:lnTo>
                                  <a:pt x="136" y="159"/>
                                </a:lnTo>
                                <a:lnTo>
                                  <a:pt x="130" y="160"/>
                                </a:lnTo>
                                <a:lnTo>
                                  <a:pt x="125" y="159"/>
                                </a:lnTo>
                                <a:lnTo>
                                  <a:pt x="121" y="155"/>
                                </a:lnTo>
                                <a:lnTo>
                                  <a:pt x="118" y="153"/>
                                </a:lnTo>
                                <a:lnTo>
                                  <a:pt x="117" y="151"/>
                                </a:lnTo>
                                <a:lnTo>
                                  <a:pt x="116" y="148"/>
                                </a:lnTo>
                                <a:lnTo>
                                  <a:pt x="116" y="145"/>
                                </a:lnTo>
                                <a:lnTo>
                                  <a:pt x="116" y="139"/>
                                </a:lnTo>
                                <a:lnTo>
                                  <a:pt x="117" y="135"/>
                                </a:lnTo>
                                <a:lnTo>
                                  <a:pt x="115" y="125"/>
                                </a:lnTo>
                                <a:lnTo>
                                  <a:pt x="112" y="117"/>
                                </a:lnTo>
                                <a:lnTo>
                                  <a:pt x="108" y="110"/>
                                </a:lnTo>
                                <a:lnTo>
                                  <a:pt x="101" y="104"/>
                                </a:lnTo>
                                <a:lnTo>
                                  <a:pt x="95" y="99"/>
                                </a:lnTo>
                                <a:lnTo>
                                  <a:pt x="87" y="97"/>
                                </a:lnTo>
                                <a:lnTo>
                                  <a:pt x="80" y="95"/>
                                </a:lnTo>
                                <a:lnTo>
                                  <a:pt x="71" y="95"/>
                                </a:lnTo>
                                <a:lnTo>
                                  <a:pt x="63" y="96"/>
                                </a:lnTo>
                                <a:lnTo>
                                  <a:pt x="56" y="99"/>
                                </a:lnTo>
                                <a:lnTo>
                                  <a:pt x="48" y="102"/>
                                </a:lnTo>
                                <a:lnTo>
                                  <a:pt x="43" y="108"/>
                                </a:lnTo>
                                <a:lnTo>
                                  <a:pt x="37" y="114"/>
                                </a:lnTo>
                                <a:lnTo>
                                  <a:pt x="33" y="122"/>
                                </a:lnTo>
                                <a:lnTo>
                                  <a:pt x="31" y="132"/>
                                </a:lnTo>
                                <a:lnTo>
                                  <a:pt x="31" y="142"/>
                                </a:lnTo>
                                <a:lnTo>
                                  <a:pt x="30" y="146"/>
                                </a:lnTo>
                                <a:lnTo>
                                  <a:pt x="30" y="149"/>
                                </a:lnTo>
                                <a:lnTo>
                                  <a:pt x="28" y="151"/>
                                </a:lnTo>
                                <a:lnTo>
                                  <a:pt x="27" y="153"/>
                                </a:lnTo>
                                <a:lnTo>
                                  <a:pt x="21" y="156"/>
                                </a:lnTo>
                                <a:lnTo>
                                  <a:pt x="16" y="156"/>
                                </a:lnTo>
                                <a:lnTo>
                                  <a:pt x="10" y="156"/>
                                </a:lnTo>
                                <a:lnTo>
                                  <a:pt x="5" y="153"/>
                                </a:lnTo>
                                <a:lnTo>
                                  <a:pt x="3" y="151"/>
                                </a:lnTo>
                                <a:lnTo>
                                  <a:pt x="1" y="149"/>
                                </a:lnTo>
                                <a:lnTo>
                                  <a:pt x="0" y="146"/>
                                </a:lnTo>
                                <a:lnTo>
                                  <a:pt x="0" y="142"/>
                                </a:lnTo>
                                <a:lnTo>
                                  <a:pt x="0" y="135"/>
                                </a:lnTo>
                                <a:lnTo>
                                  <a:pt x="1" y="127"/>
                                </a:lnTo>
                                <a:lnTo>
                                  <a:pt x="2" y="120"/>
                                </a:lnTo>
                                <a:lnTo>
                                  <a:pt x="4" y="113"/>
                                </a:lnTo>
                                <a:lnTo>
                                  <a:pt x="6" y="107"/>
                                </a:lnTo>
                                <a:lnTo>
                                  <a:pt x="9" y="100"/>
                                </a:lnTo>
                                <a:lnTo>
                                  <a:pt x="14" y="94"/>
                                </a:lnTo>
                                <a:lnTo>
                                  <a:pt x="18" y="87"/>
                                </a:lnTo>
                                <a:lnTo>
                                  <a:pt x="23" y="83"/>
                                </a:lnTo>
                                <a:lnTo>
                                  <a:pt x="28" y="78"/>
                                </a:lnTo>
                                <a:lnTo>
                                  <a:pt x="34" y="73"/>
                                </a:lnTo>
                                <a:lnTo>
                                  <a:pt x="41" y="70"/>
                                </a:lnTo>
                                <a:lnTo>
                                  <a:pt x="47" y="67"/>
                                </a:lnTo>
                                <a:lnTo>
                                  <a:pt x="54" y="65"/>
                                </a:lnTo>
                                <a:lnTo>
                                  <a:pt x="61" y="64"/>
                                </a:lnTo>
                                <a:lnTo>
                                  <a:pt x="69" y="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7" name="淘宝店chenying0907 13"/>
                        <wps:cNvSpPr>
                          <a:spLocks noEditPoints="1"/>
                        </wps:cNvSpPr>
                        <wps:spPr bwMode="auto">
                          <a:xfrm>
                            <a:off x="284162" y="50800"/>
                            <a:ext cx="73025" cy="73025"/>
                          </a:xfrm>
                          <a:custGeom>
                            <a:avLst/>
                            <a:gdLst>
                              <a:gd name="T0" fmla="*/ 76 w 138"/>
                              <a:gd name="T1" fmla="*/ 0 h 138"/>
                              <a:gd name="T2" fmla="*/ 90 w 138"/>
                              <a:gd name="T3" fmla="*/ 3 h 138"/>
                              <a:gd name="T4" fmla="*/ 102 w 138"/>
                              <a:gd name="T5" fmla="*/ 9 h 138"/>
                              <a:gd name="T6" fmla="*/ 113 w 138"/>
                              <a:gd name="T7" fmla="*/ 15 h 138"/>
                              <a:gd name="T8" fmla="*/ 122 w 138"/>
                              <a:gd name="T9" fmla="*/ 25 h 138"/>
                              <a:gd name="T10" fmla="*/ 130 w 138"/>
                              <a:gd name="T11" fmla="*/ 36 h 138"/>
                              <a:gd name="T12" fmla="*/ 135 w 138"/>
                              <a:gd name="T13" fmla="*/ 49 h 138"/>
                              <a:gd name="T14" fmla="*/ 137 w 138"/>
                              <a:gd name="T15" fmla="*/ 61 h 138"/>
                              <a:gd name="T16" fmla="*/ 137 w 138"/>
                              <a:gd name="T17" fmla="*/ 75 h 138"/>
                              <a:gd name="T18" fmla="*/ 135 w 138"/>
                              <a:gd name="T19" fmla="*/ 90 h 138"/>
                              <a:gd name="T20" fmla="*/ 130 w 138"/>
                              <a:gd name="T21" fmla="*/ 101 h 138"/>
                              <a:gd name="T22" fmla="*/ 122 w 138"/>
                              <a:gd name="T23" fmla="*/ 113 h 138"/>
                              <a:gd name="T24" fmla="*/ 113 w 138"/>
                              <a:gd name="T25" fmla="*/ 122 h 138"/>
                              <a:gd name="T26" fmla="*/ 102 w 138"/>
                              <a:gd name="T27" fmla="*/ 129 h 138"/>
                              <a:gd name="T28" fmla="*/ 90 w 138"/>
                              <a:gd name="T29" fmla="*/ 135 h 138"/>
                              <a:gd name="T30" fmla="*/ 76 w 138"/>
                              <a:gd name="T31" fmla="*/ 138 h 138"/>
                              <a:gd name="T32" fmla="*/ 62 w 138"/>
                              <a:gd name="T33" fmla="*/ 138 h 138"/>
                              <a:gd name="T34" fmla="*/ 49 w 138"/>
                              <a:gd name="T35" fmla="*/ 135 h 138"/>
                              <a:gd name="T36" fmla="*/ 36 w 138"/>
                              <a:gd name="T37" fmla="*/ 129 h 138"/>
                              <a:gd name="T38" fmla="*/ 25 w 138"/>
                              <a:gd name="T39" fmla="*/ 122 h 138"/>
                              <a:gd name="T40" fmla="*/ 15 w 138"/>
                              <a:gd name="T41" fmla="*/ 113 h 138"/>
                              <a:gd name="T42" fmla="*/ 8 w 138"/>
                              <a:gd name="T43" fmla="*/ 101 h 138"/>
                              <a:gd name="T44" fmla="*/ 2 w 138"/>
                              <a:gd name="T45" fmla="*/ 90 h 138"/>
                              <a:gd name="T46" fmla="*/ 0 w 138"/>
                              <a:gd name="T47" fmla="*/ 75 h 138"/>
                              <a:gd name="T48" fmla="*/ 0 w 138"/>
                              <a:gd name="T49" fmla="*/ 61 h 138"/>
                              <a:gd name="T50" fmla="*/ 2 w 138"/>
                              <a:gd name="T51" fmla="*/ 49 h 138"/>
                              <a:gd name="T52" fmla="*/ 8 w 138"/>
                              <a:gd name="T53" fmla="*/ 36 h 138"/>
                              <a:gd name="T54" fmla="*/ 15 w 138"/>
                              <a:gd name="T55" fmla="*/ 25 h 138"/>
                              <a:gd name="T56" fmla="*/ 25 w 138"/>
                              <a:gd name="T57" fmla="*/ 15 h 138"/>
                              <a:gd name="T58" fmla="*/ 36 w 138"/>
                              <a:gd name="T59" fmla="*/ 9 h 138"/>
                              <a:gd name="T60" fmla="*/ 49 w 138"/>
                              <a:gd name="T61" fmla="*/ 3 h 138"/>
                              <a:gd name="T62" fmla="*/ 62 w 138"/>
                              <a:gd name="T63" fmla="*/ 0 h 138"/>
                              <a:gd name="T64" fmla="*/ 69 w 138"/>
                              <a:gd name="T65" fmla="*/ 107 h 138"/>
                              <a:gd name="T66" fmla="*/ 77 w 138"/>
                              <a:gd name="T67" fmla="*/ 107 h 138"/>
                              <a:gd name="T68" fmla="*/ 90 w 138"/>
                              <a:gd name="T69" fmla="*/ 100 h 138"/>
                              <a:gd name="T70" fmla="*/ 101 w 138"/>
                              <a:gd name="T71" fmla="*/ 91 h 138"/>
                              <a:gd name="T72" fmla="*/ 106 w 138"/>
                              <a:gd name="T73" fmla="*/ 77 h 138"/>
                              <a:gd name="T74" fmla="*/ 106 w 138"/>
                              <a:gd name="T75" fmla="*/ 61 h 138"/>
                              <a:gd name="T76" fmla="*/ 101 w 138"/>
                              <a:gd name="T77" fmla="*/ 47 h 138"/>
                              <a:gd name="T78" fmla="*/ 90 w 138"/>
                              <a:gd name="T79" fmla="*/ 38 h 138"/>
                              <a:gd name="T80" fmla="*/ 77 w 138"/>
                              <a:gd name="T81" fmla="*/ 31 h 138"/>
                              <a:gd name="T82" fmla="*/ 62 w 138"/>
                              <a:gd name="T83" fmla="*/ 31 h 138"/>
                              <a:gd name="T84" fmla="*/ 48 w 138"/>
                              <a:gd name="T85" fmla="*/ 38 h 138"/>
                              <a:gd name="T86" fmla="*/ 37 w 138"/>
                              <a:gd name="T87" fmla="*/ 47 h 138"/>
                              <a:gd name="T88" fmla="*/ 32 w 138"/>
                              <a:gd name="T89" fmla="*/ 61 h 138"/>
                              <a:gd name="T90" fmla="*/ 32 w 138"/>
                              <a:gd name="T91" fmla="*/ 77 h 138"/>
                              <a:gd name="T92" fmla="*/ 37 w 138"/>
                              <a:gd name="T93" fmla="*/ 91 h 138"/>
                              <a:gd name="T94" fmla="*/ 48 w 138"/>
                              <a:gd name="T95" fmla="*/ 100 h 138"/>
                              <a:gd name="T96" fmla="*/ 62 w 138"/>
                              <a:gd name="T97" fmla="*/ 107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69" y="0"/>
                                </a:moveTo>
                                <a:lnTo>
                                  <a:pt x="76" y="0"/>
                                </a:lnTo>
                                <a:lnTo>
                                  <a:pt x="83" y="1"/>
                                </a:lnTo>
                                <a:lnTo>
                                  <a:pt x="90" y="3"/>
                                </a:lnTo>
                                <a:lnTo>
                                  <a:pt x="96" y="5"/>
                                </a:lnTo>
                                <a:lnTo>
                                  <a:pt x="102" y="9"/>
                                </a:lnTo>
                                <a:lnTo>
                                  <a:pt x="107" y="12"/>
                                </a:lnTo>
                                <a:lnTo>
                                  <a:pt x="113" y="15"/>
                                </a:lnTo>
                                <a:lnTo>
                                  <a:pt x="118" y="20"/>
                                </a:lnTo>
                                <a:lnTo>
                                  <a:pt x="122" y="25"/>
                                </a:lnTo>
                                <a:lnTo>
                                  <a:pt x="127" y="30"/>
                                </a:lnTo>
                                <a:lnTo>
                                  <a:pt x="130" y="36"/>
                                </a:lnTo>
                                <a:lnTo>
                                  <a:pt x="133" y="42"/>
                                </a:lnTo>
                                <a:lnTo>
                                  <a:pt x="135" y="49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90"/>
                                </a:lnTo>
                                <a:lnTo>
                                  <a:pt x="133" y="96"/>
                                </a:lnTo>
                                <a:lnTo>
                                  <a:pt x="130" y="101"/>
                                </a:lnTo>
                                <a:lnTo>
                                  <a:pt x="127" y="108"/>
                                </a:lnTo>
                                <a:lnTo>
                                  <a:pt x="122" y="113"/>
                                </a:lnTo>
                                <a:lnTo>
                                  <a:pt x="118" y="118"/>
                                </a:lnTo>
                                <a:lnTo>
                                  <a:pt x="113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2" y="129"/>
                                </a:lnTo>
                                <a:lnTo>
                                  <a:pt x="96" y="133"/>
                                </a:lnTo>
                                <a:lnTo>
                                  <a:pt x="90" y="135"/>
                                </a:lnTo>
                                <a:lnTo>
                                  <a:pt x="83" y="137"/>
                                </a:lnTo>
                                <a:lnTo>
                                  <a:pt x="76" y="138"/>
                                </a:lnTo>
                                <a:lnTo>
                                  <a:pt x="69" y="138"/>
                                </a:lnTo>
                                <a:lnTo>
                                  <a:pt x="62" y="138"/>
                                </a:lnTo>
                                <a:lnTo>
                                  <a:pt x="55" y="137"/>
                                </a:lnTo>
                                <a:lnTo>
                                  <a:pt x="49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20" y="118"/>
                                </a:lnTo>
                                <a:lnTo>
                                  <a:pt x="15" y="113"/>
                                </a:lnTo>
                                <a:lnTo>
                                  <a:pt x="12" y="108"/>
                                </a:lnTo>
                                <a:lnTo>
                                  <a:pt x="8" y="101"/>
                                </a:lnTo>
                                <a:lnTo>
                                  <a:pt x="6" y="96"/>
                                </a:lnTo>
                                <a:lnTo>
                                  <a:pt x="2" y="90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9"/>
                                </a:lnTo>
                                <a:lnTo>
                                  <a:pt x="6" y="42"/>
                                </a:lnTo>
                                <a:lnTo>
                                  <a:pt x="8" y="36"/>
                                </a:lnTo>
                                <a:lnTo>
                                  <a:pt x="12" y="30"/>
                                </a:lnTo>
                                <a:lnTo>
                                  <a:pt x="15" y="25"/>
                                </a:lnTo>
                                <a:lnTo>
                                  <a:pt x="20" y="20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9"/>
                                </a:lnTo>
                                <a:lnTo>
                                  <a:pt x="42" y="5"/>
                                </a:lnTo>
                                <a:lnTo>
                                  <a:pt x="49" y="3"/>
                                </a:lnTo>
                                <a:lnTo>
                                  <a:pt x="55" y="1"/>
                                </a:lnTo>
                                <a:lnTo>
                                  <a:pt x="62" y="0"/>
                                </a:lnTo>
                                <a:lnTo>
                                  <a:pt x="69" y="0"/>
                                </a:lnTo>
                                <a:close/>
                                <a:moveTo>
                                  <a:pt x="69" y="107"/>
                                </a:moveTo>
                                <a:lnTo>
                                  <a:pt x="69" y="107"/>
                                </a:lnTo>
                                <a:lnTo>
                                  <a:pt x="77" y="107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1" y="91"/>
                                </a:lnTo>
                                <a:lnTo>
                                  <a:pt x="104" y="84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1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8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1"/>
                                </a:lnTo>
                                <a:lnTo>
                                  <a:pt x="62" y="31"/>
                                </a:lnTo>
                                <a:lnTo>
                                  <a:pt x="54" y="33"/>
                                </a:lnTo>
                                <a:lnTo>
                                  <a:pt x="48" y="38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4" y="54"/>
                                </a:lnTo>
                                <a:lnTo>
                                  <a:pt x="32" y="61"/>
                                </a:lnTo>
                                <a:lnTo>
                                  <a:pt x="30" y="69"/>
                                </a:lnTo>
                                <a:lnTo>
                                  <a:pt x="32" y="77"/>
                                </a:lnTo>
                                <a:lnTo>
                                  <a:pt x="34" y="84"/>
                                </a:lnTo>
                                <a:lnTo>
                                  <a:pt x="37" y="91"/>
                                </a:lnTo>
                                <a:lnTo>
                                  <a:pt x="42" y="96"/>
                                </a:lnTo>
                                <a:lnTo>
                                  <a:pt x="48" y="100"/>
                                </a:lnTo>
                                <a:lnTo>
                                  <a:pt x="54" y="104"/>
                                </a:lnTo>
                                <a:lnTo>
                                  <a:pt x="62" y="107"/>
                                </a:lnTo>
                                <a:lnTo>
                                  <a:pt x="69" y="10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9" name="淘宝店chenying0907 14"/>
                        <wps:cNvSpPr/>
                        <wps:spPr bwMode="auto">
                          <a:xfrm>
                            <a:off x="61912" y="63500"/>
                            <a:ext cx="41275" cy="41275"/>
                          </a:xfrm>
                          <a:custGeom>
                            <a:avLst/>
                            <a:gdLst>
                              <a:gd name="T0" fmla="*/ 39 w 77"/>
                              <a:gd name="T1" fmla="*/ 0 h 76"/>
                              <a:gd name="T2" fmla="*/ 47 w 77"/>
                              <a:gd name="T3" fmla="*/ 0 h 76"/>
                              <a:gd name="T4" fmla="*/ 54 w 77"/>
                              <a:gd name="T5" fmla="*/ 3 h 76"/>
                              <a:gd name="T6" fmla="*/ 61 w 77"/>
                              <a:gd name="T7" fmla="*/ 6 h 76"/>
                              <a:gd name="T8" fmla="*/ 66 w 77"/>
                              <a:gd name="T9" fmla="*/ 11 h 76"/>
                              <a:gd name="T10" fmla="*/ 70 w 77"/>
                              <a:gd name="T11" fmla="*/ 17 h 76"/>
                              <a:gd name="T12" fmla="*/ 75 w 77"/>
                              <a:gd name="T13" fmla="*/ 24 h 76"/>
                              <a:gd name="T14" fmla="*/ 77 w 77"/>
                              <a:gd name="T15" fmla="*/ 30 h 76"/>
                              <a:gd name="T16" fmla="*/ 77 w 77"/>
                              <a:gd name="T17" fmla="*/ 39 h 76"/>
                              <a:gd name="T18" fmla="*/ 77 w 77"/>
                              <a:gd name="T19" fmla="*/ 46 h 76"/>
                              <a:gd name="T20" fmla="*/ 75 w 77"/>
                              <a:gd name="T21" fmla="*/ 54 h 76"/>
                              <a:gd name="T22" fmla="*/ 70 w 77"/>
                              <a:gd name="T23" fmla="*/ 60 h 76"/>
                              <a:gd name="T24" fmla="*/ 66 w 77"/>
                              <a:gd name="T25" fmla="*/ 66 h 76"/>
                              <a:gd name="T26" fmla="*/ 61 w 77"/>
                              <a:gd name="T27" fmla="*/ 70 h 76"/>
                              <a:gd name="T28" fmla="*/ 54 w 77"/>
                              <a:gd name="T29" fmla="*/ 74 h 76"/>
                              <a:gd name="T30" fmla="*/ 47 w 77"/>
                              <a:gd name="T31" fmla="*/ 76 h 76"/>
                              <a:gd name="T32" fmla="*/ 39 w 77"/>
                              <a:gd name="T33" fmla="*/ 76 h 76"/>
                              <a:gd name="T34" fmla="*/ 30 w 77"/>
                              <a:gd name="T35" fmla="*/ 76 h 76"/>
                              <a:gd name="T36" fmla="*/ 24 w 77"/>
                              <a:gd name="T37" fmla="*/ 74 h 76"/>
                              <a:gd name="T38" fmla="*/ 16 w 77"/>
                              <a:gd name="T39" fmla="*/ 70 h 76"/>
                              <a:gd name="T40" fmla="*/ 11 w 77"/>
                              <a:gd name="T41" fmla="*/ 66 h 76"/>
                              <a:gd name="T42" fmla="*/ 7 w 77"/>
                              <a:gd name="T43" fmla="*/ 60 h 76"/>
                              <a:gd name="T44" fmla="*/ 2 w 77"/>
                              <a:gd name="T45" fmla="*/ 54 h 76"/>
                              <a:gd name="T46" fmla="*/ 0 w 77"/>
                              <a:gd name="T47" fmla="*/ 46 h 76"/>
                              <a:gd name="T48" fmla="*/ 0 w 77"/>
                              <a:gd name="T49" fmla="*/ 39 h 76"/>
                              <a:gd name="T50" fmla="*/ 0 w 77"/>
                              <a:gd name="T51" fmla="*/ 30 h 76"/>
                              <a:gd name="T52" fmla="*/ 2 w 77"/>
                              <a:gd name="T53" fmla="*/ 24 h 76"/>
                              <a:gd name="T54" fmla="*/ 7 w 77"/>
                              <a:gd name="T55" fmla="*/ 17 h 76"/>
                              <a:gd name="T56" fmla="*/ 11 w 77"/>
                              <a:gd name="T57" fmla="*/ 11 h 76"/>
                              <a:gd name="T58" fmla="*/ 16 w 77"/>
                              <a:gd name="T59" fmla="*/ 6 h 76"/>
                              <a:gd name="T60" fmla="*/ 24 w 77"/>
                              <a:gd name="T61" fmla="*/ 3 h 76"/>
                              <a:gd name="T62" fmla="*/ 30 w 77"/>
                              <a:gd name="T63" fmla="*/ 0 h 76"/>
                              <a:gd name="T64" fmla="*/ 39 w 77"/>
                              <a:gd name="T65" fmla="*/ 0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7" h="76">
                                <a:moveTo>
                                  <a:pt x="39" y="0"/>
                                </a:moveTo>
                                <a:lnTo>
                                  <a:pt x="47" y="0"/>
                                </a:lnTo>
                                <a:lnTo>
                                  <a:pt x="54" y="3"/>
                                </a:lnTo>
                                <a:lnTo>
                                  <a:pt x="61" y="6"/>
                                </a:lnTo>
                                <a:lnTo>
                                  <a:pt x="66" y="11"/>
                                </a:lnTo>
                                <a:lnTo>
                                  <a:pt x="70" y="17"/>
                                </a:lnTo>
                                <a:lnTo>
                                  <a:pt x="75" y="24"/>
                                </a:lnTo>
                                <a:lnTo>
                                  <a:pt x="77" y="30"/>
                                </a:lnTo>
                                <a:lnTo>
                                  <a:pt x="77" y="39"/>
                                </a:lnTo>
                                <a:lnTo>
                                  <a:pt x="77" y="46"/>
                                </a:lnTo>
                                <a:lnTo>
                                  <a:pt x="75" y="54"/>
                                </a:lnTo>
                                <a:lnTo>
                                  <a:pt x="70" y="60"/>
                                </a:lnTo>
                                <a:lnTo>
                                  <a:pt x="66" y="66"/>
                                </a:lnTo>
                                <a:lnTo>
                                  <a:pt x="61" y="70"/>
                                </a:lnTo>
                                <a:lnTo>
                                  <a:pt x="54" y="74"/>
                                </a:lnTo>
                                <a:lnTo>
                                  <a:pt x="47" y="76"/>
                                </a:lnTo>
                                <a:lnTo>
                                  <a:pt x="39" y="76"/>
                                </a:lnTo>
                                <a:lnTo>
                                  <a:pt x="30" y="76"/>
                                </a:lnTo>
                                <a:lnTo>
                                  <a:pt x="24" y="74"/>
                                </a:lnTo>
                                <a:lnTo>
                                  <a:pt x="16" y="70"/>
                                </a:lnTo>
                                <a:lnTo>
                                  <a:pt x="11" y="66"/>
                                </a:lnTo>
                                <a:lnTo>
                                  <a:pt x="7" y="60"/>
                                </a:lnTo>
                                <a:lnTo>
                                  <a:pt x="2" y="54"/>
                                </a:lnTo>
                                <a:lnTo>
                                  <a:pt x="0" y="46"/>
                                </a:lnTo>
                                <a:lnTo>
                                  <a:pt x="0" y="39"/>
                                </a:lnTo>
                                <a:lnTo>
                                  <a:pt x="0" y="30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1" y="11"/>
                                </a:lnTo>
                                <a:lnTo>
                                  <a:pt x="16" y="6"/>
                                </a:lnTo>
                                <a:lnTo>
                                  <a:pt x="24" y="3"/>
                                </a:lnTo>
                                <a:lnTo>
                                  <a:pt x="30" y="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淘宝店chenying0907 17" o:spid="_x0000_s1026" o:spt="203" style="position:absolute;left:0pt;margin-left:-74.25pt;margin-top:-51.1pt;height:76.25pt;width:76.1pt;z-index:251683840;mso-width-relative:page;mso-height-relative:page;" coordsize="966787,968375" o:gfxdata="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">
                <o:lock v:ext="edit" aspectratio="f"/>
                <v:shape id="淘宝店chenying0907 6" o:spid="_x0000_s1026" o:spt="100" style="position:absolute;left:73025;top:171450;height:796925;width:19050;" filled="t" stroked="f" coordsize="37,1506" o:gfxdata="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/oALrgAAADaAAAA&#10;DwAAAAAAAAABACAAAAAiAAAAZHJzL2Rvd25yZXYueG1sUEsBAhQAFAAAAAgAh07iQDMvBZ47AAAA&#10;OQAAABAAAAAAAAAAAQAgAAAABwEAAGRycy9zaGFwZXhtbC54bWxQSwUGAAAAAAYABgBbAQAAsQMA&#10;AAAA&#10;" path="m37,18l37,1488,36,1491,35,1495,34,1497,32,1501,29,1503,25,1505,22,1506,19,1506,15,1506,11,1505,8,1503,5,1501,3,1497,2,1495,1,1491,0,1488,0,18,1,15,2,11,3,7,5,5,8,3,11,1,15,0,19,0,22,0,25,1,29,3,32,5,34,7,35,11,36,15,37,18xe">
                  <v:path o:connectlocs="19050,9525;19050,787400;18535,788987;18020,791104;17505,792162;16475,794279;14931,795337;12871,796395;11327,796925;9782,796925;7722,796925;5663,796395;4118,795337;2574,794279;1544,792162;1029,791104;514,788987;0,787400;0,9525;514,7937;1029,5820;1544,3704;2574,2645;4118,1587;5663,529;7722,0;9782,0;11327,0;12871,529;14931,1587;16475,2645;17505,3704;18020,5820;18535,7937;19050,9525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7" o:spid="_x0000_s1026" o:spt="100" style="position:absolute;left:0;top:182563;height:303213;width:84138;" filled="t" stroked="f" coordsize="160,574" o:gfxdata="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H41G8AAAA&#10;2gAAAA8AAAAAAAAAAQAgAAAAIgAAAGRycy9kb3ducmV2LnhtbFBLAQIUABQAAAAIAIdO4kAzLwWe&#10;OwAAADkAAAAQAAAAAAAAAAEAIAAAAAsBAABkcnMvc2hhcGV4bWwueG1sUEsFBgAAAAAGAAYAWwEA&#10;ALUDAAAAAA==&#10;" path="m63,69l63,79,65,88,67,96,70,104,74,112,78,118,84,125,89,130,77,136,66,143,56,152,46,159,37,169,30,178,22,189,17,201,11,213,7,225,4,238,2,251,0,265,2,279,3,293,6,307,9,317,12,325,17,335,22,344,33,360,46,376,73,406,98,438,104,448,110,458,113,469,115,481,116,492,116,504,113,514,108,525,104,530,100,535,94,538,89,540,84,542,77,542,71,542,64,542,61,540,57,539,54,536,52,534,50,529,50,526,49,523,49,519,50,515,51,512,53,509,56,506,59,504,62,501,65,500,69,500,73,500,76,499,78,497,80,495,83,491,84,485,83,479,80,474,78,472,76,470,73,469,69,469,62,470,54,471,48,474,42,479,36,483,31,488,26,495,23,501,20,508,18,515,18,522,18,529,19,537,21,543,25,550,31,555,39,563,47,567,56,572,65,574,74,574,83,574,91,572,100,569,107,565,115,560,121,554,128,548,133,540,139,532,143,523,145,513,147,500,148,487,147,475,144,464,140,452,135,441,129,429,121,418,106,398,89,378,72,359,57,339,51,333,47,325,44,318,40,310,35,295,33,280,32,265,33,250,36,235,42,221,48,207,57,195,66,183,78,173,90,164,104,157,112,155,119,152,128,150,137,148,138,149,140,149,144,148,146,147,150,147,153,145,155,144,157,142,159,136,160,131,159,126,156,121,154,119,152,118,148,117,145,117,141,117,135,118,126,116,117,113,111,108,105,102,101,95,98,88,97,80,96,72,98,64,100,56,104,49,108,44,115,38,124,34,132,32,143,32,146,31,150,31,152,28,154,27,157,22,158,17,157,11,154,6,152,4,150,1,146,0,143,0,135,0,128,1,121,2,114,5,107,8,101,11,94,14,89,19,84,24,78,28,74,35,71,41,67,48,65,54,64,62,63,69xe">
                  <v:path o:connectlocs="35232,50711;44172,66030;29448,80293;11568,99838;2103,125722;1577,154775;8939,176962;38387,214467;59422,247747;59422,271518;49431,284196;37336,286309;28396,283139;25767,276272;27870,268877;34181,264122;41017,262538;43646,253029;38387,247747;25241,250388;13672,261481;9465,275744;13146,290535;29448,302156;47853,302156;63629,292648;75198,276272;77301,250916;67836,226617;37862,189640;23137,167982;16827,139985;25241,109346;47327,86632;67310,79236;75724,78180;81508,76067;83612,66558;77827,61804;66258,61276;53112,50183;51534,33807;60474,20073;76775,16375;82560,11621;79931,2112;70991,0;56267,4225;44172,12677;35232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8" o:spid="_x0000_s1026" o:spt="100" style="position:absolute;left:84137;top:182563;height:303213;width:84138;" filled="t" stroked="f" coordsize="159,574" o:gfxdata="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uBeO8AAAA&#10;2wAAAA8AAAAAAAAAAQAgAAAAIgAAAGRycy9kb3ducmV2LnhtbFBLAQIUABQAAAAIAIdO4kAzLwWe&#10;OwAAADkAAAAQAAAAAAAAAAEAIAAAAAsBAABkcnMvc2hhcGV4bWwueG1sUEsFBgAAAAAGAAYAWwEA&#10;ALUDAAAAAA==&#10;" path="m98,69l96,79,95,88,93,96,90,104,87,112,82,118,77,125,71,130,82,136,94,143,104,152,114,159,123,169,131,178,139,189,144,201,149,213,154,225,157,238,158,251,159,265,159,279,157,293,155,307,152,317,148,325,144,335,139,344,128,360,115,376,88,406,63,438,56,448,51,458,48,469,45,481,44,492,45,504,48,514,52,525,55,530,60,535,65,538,72,540,77,542,83,542,90,542,95,542,100,540,103,539,106,536,108,534,109,529,110,526,110,523,110,519,110,515,108,512,107,509,105,506,102,504,99,501,95,500,91,500,88,500,85,499,82,497,80,495,77,491,76,485,77,479,80,474,82,472,85,470,88,469,91,469,99,470,106,471,113,474,118,479,125,483,129,488,134,495,137,501,141,508,142,515,143,522,143,529,142,537,139,543,135,550,130,555,121,563,113,567,104,572,95,574,87,574,78,574,69,572,61,569,53,565,46,560,38,554,32,548,26,540,22,532,18,523,14,513,12,500,12,487,13,475,15,464,20,452,25,441,32,429,38,418,54,398,72,378,89,359,104,339,108,333,113,325,117,318,120,310,125,295,128,280,128,265,127,250,123,235,119,221,113,207,104,195,94,183,82,173,69,164,55,157,48,155,40,152,33,150,24,148,22,149,20,149,17,148,13,147,10,147,8,145,6,144,4,142,1,136,0,131,1,126,4,121,6,119,9,118,11,117,15,117,20,117,24,118,35,116,42,113,50,108,55,102,60,95,63,88,64,80,64,72,63,64,61,56,56,49,51,44,45,38,37,34,28,32,18,32,14,31,11,31,8,28,6,27,4,22,2,17,4,11,6,6,8,4,11,1,14,0,18,0,25,0,32,1,39,2,47,5,53,8,60,11,66,14,72,19,77,24,81,28,86,35,90,41,92,48,95,54,96,62,98,69xe">
                  <v:path o:connectlocs="49212,50711;40746,66030;55033,80293;73554,99838;83079,125722;83079,154775;76200,176962;46566,214467;25400,247747;25400,271518;34396,284196;47625,286309;56092,283139;58208,276272;56621,268877;50271,264122;43391,262538;40746,253029;46566,247747;59796,250388;70908,261481;75671,275744;71437,290535;55033,302156;36512,302156;20108,292648;9525,276272;6879,250916;16933,226617;47096,189640;61912,167982;67733,139985;59796,109346;36512,86632;17462,79236;8995,78180;3175,76067;529,66558;5820,61804;18520,61276;31750,50183;33337,33807;23812,20073;7408,16375;2116,11621;4233,2112;13229,0;28046,4225;40746,12677;48683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9" o:spid="_x0000_s1026" o:spt="100" style="position:absolute;left:46037;top:285750;height:73025;width:73025;" filled="t" stroked="f" coordsize="138,138" o:gfxdata="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+m/RugAAANsA&#10;AAAPAAAAAAAAAAEAIAAAACIAAABkcnMvZG93bnJldi54bWxQSwECFAAUAAAACACHTuJAMy8FnjsA&#10;AAA5AAAAEAAAAAAAAAABACAAAAAJAQAAZHJzL3NoYXBleG1sLnhtbFBLBQYAAAAABgAGAFsBAACz&#10;AwAAAAA=&#10;" path="m138,69l137,75,136,83,135,89,133,96,129,101,126,107,122,112,118,118,112,122,107,126,101,129,95,133,90,135,82,136,75,137,69,138,61,137,55,136,48,135,42,133,36,129,30,126,25,122,19,118,15,112,11,107,7,101,5,96,2,89,1,83,0,75,0,69,0,61,1,55,2,48,5,42,7,35,11,30,15,25,19,19,25,15,30,12,36,7,42,5,48,3,55,1,61,0,69,0,75,0,82,1,90,3,95,5,101,7,107,12,112,15,118,19,122,25,126,30,129,35,133,42,135,48,136,55,137,61,138,69xm30,69l30,69,31,77,33,83,37,89,42,96,47,100,54,104,60,106,69,107,77,106,83,104,90,100,96,96,100,89,104,83,106,77,107,69,106,61,104,54,100,47,96,42,90,37,83,33,77,31,69,30,60,31,54,33,47,37,42,42,37,47,33,54,31,61,30,69xe">
                  <v:path o:connectlocs="72495,39687;71437,47095;68262,53445;64558,59266;59266,64558;53445,68262;47625,71437;39687,72495;32279,72495;25400,71437;19050,68262;13229,64558;7937,59266;3704,53445;1058,47095;0,39687;0,32279;1058,25400;3704,18520;7937,13229;13229,7937;19050,3704;25400,1587;32279,0;39687,0;47625,1587;53445,3704;59266,7937;64558,13229;68262,18520;71437,25400;72495,32279;15875,36512;16404,40745;19579,47095;24870,52916;31750,56091;40745,56091;47625,52916;52916,47095;56091,40745;56091,32279;52916,24870;47625,19579;40745,16404;31750,16404;24870,19579;19579,24870;16404,32279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0" o:spid="_x0000_s1026" o:spt="100" style="position:absolute;left:169862;top:77788;height:19050;width:796925;" filled="t" stroked="f" coordsize="1507,36" o:gfxdata="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VNH28AAAA&#10;2wAAAA8AAAAAAAAAAQAgAAAAIgAAAGRycy9kb3ducmV2LnhtbFBLAQIUABQAAAAIAIdO4kAzLwWe&#10;OwAAADkAAAAQAAAAAAAAAAEAIAAAAAsBAABkcnMvc2hhcGV4bWwueG1sUEsFBgAAAAAGAAYAWwEA&#10;ALUDAAAAAA==&#10;" path="m19,0l1488,0,1492,0,1495,1,1498,3,1501,5,1504,7,1506,10,1507,14,1507,18,1507,21,1506,26,1504,29,1501,31,1498,33,1495,35,1492,36,1488,36,19,36,15,36,11,35,8,33,6,31,3,29,1,26,0,21,0,18,0,14,1,10,3,7,6,5,8,3,11,1,15,0,19,0xe">
                  <v:path o:connectlocs="10047,0;786877,0;788992,0;790579,529;792165,1587;793752,2645;795338,3704;796396,5291;796925,7408;796925,9525;796925,11112;796396,13758;795338,15345;793752,16404;792165,17462;790579,18520;788992,19050;786877,19050;10047,19050;7932,19050;5816,18520;4230,17462;3172,16404;1586,15345;528,13758;0,11112;0,9525;0,7408;528,5291;1586,3704;3172,2645;4230,1587;5816,529;7932,0;10047,0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1" o:spid="_x0000_s1026" o:spt="100" style="position:absolute;left:180975;top:84138;height:84138;width:303213;" filled="t" stroked="f" coordsize="573,158" o:gfxdata="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POTS8AAAA&#10;2wAAAA8AAAAAAAAAAQAgAAAAIgAAAGRycy9kb3ducmV2LnhtbFBLAQIUABQAAAAIAIdO4kAzLwWe&#10;OwAAADkAAAAQAAAAAAAAAAEAIAAAAAsBAABkcnMvc2hhcGV4bWwueG1sUEsFBgAAAAAGAAYAWwEA&#10;ALUDAAAAAA==&#10;" path="m69,96l79,96,87,95,96,93,103,89,111,86,117,81,124,76,129,70,136,82,142,93,150,103,158,113,168,122,178,130,189,137,201,143,212,149,224,153,237,155,250,157,264,158,278,158,291,156,306,153,316,151,325,147,334,142,343,138,359,126,376,114,406,86,437,61,448,56,458,50,468,46,480,44,491,43,502,44,514,46,525,52,530,55,534,59,538,64,540,70,542,76,542,83,542,88,541,95,540,99,538,102,535,106,532,108,529,109,526,110,522,110,518,110,515,109,512,108,508,106,505,103,503,101,501,98,500,95,500,90,499,87,499,84,496,81,494,80,490,76,484,75,478,76,474,80,472,81,469,84,468,87,468,90,469,98,471,104,474,111,478,117,482,123,488,128,494,133,501,137,507,139,515,141,521,142,529,142,536,140,543,138,549,134,555,128,562,121,567,112,571,103,573,95,573,86,573,77,571,69,568,60,565,52,559,45,554,37,546,31,540,26,531,20,522,17,513,14,500,12,487,10,475,13,463,15,451,19,439,25,428,31,418,37,397,54,377,71,358,87,339,102,332,108,325,112,317,116,310,120,295,124,279,127,264,127,249,126,234,123,220,117,206,111,194,103,182,93,172,82,164,69,156,55,154,47,151,40,150,31,148,23,149,21,149,19,148,16,147,13,147,9,144,6,143,4,141,3,136,0,130,0,125,1,121,3,118,5,117,7,116,10,116,14,116,19,117,23,115,33,112,42,108,49,101,55,95,59,87,61,80,63,71,63,63,62,56,60,48,56,43,50,37,44,33,36,31,27,31,17,30,13,30,9,28,7,27,5,21,3,16,2,10,3,5,5,3,7,1,9,0,13,0,17,0,23,1,31,2,39,4,45,6,53,9,59,14,64,18,71,23,76,28,81,34,85,41,88,47,91,54,94,61,96,69,96xe">
                  <v:path o:connectlocs="50800,49524;65616,40471;79375,54849;100012,72955;125412,82540;153987,83072;176741,75617;214842,45796;247650,24495;271992,24495;284692,34081;286808,46861;283104,56447;276225,58577;268817,56447;264583,50589;262467,43134;252942,40471;247650,46329;250825,59109;261408,70825;275696,75617;290512,71357;302154,54849;302154,36743;293158,19703;276225,9052;251354,6922;226483,16508;189441,46329;167746,61772;139700,67629;109008,59109;86783,36743;79375,16508;78316,8520;75670,2130;66145,532;61383,5325;60854,17573;50270,31418;33337,33016;19579,23430;15875,6922;11112,1597;1587,3727;0,12247;3175,28223;12170,40471;24870,48459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2" o:spid="_x0000_s1026" o:spt="100" style="position:absolute;left:180975;top:0;height:84138;width:303213;" filled="t" stroked="f" coordsize="573,160" o:gfxdata="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q+Cp7sAAADb&#10;AAAADwAAAAAAAAABACAAAAAiAAAAZHJzL2Rvd25yZXYueG1sUEsBAhQAFAAAAAgAh07iQDMvBZ47&#10;AAAAOQAAABAAAAAAAAAAAQAgAAAACgEAAGRycy9zaGFwZXhtbC54bWxQSwUGAAAAAAYABgBbAQAA&#10;tAMAAAAA&#10;" path="m69,63l79,63,87,64,96,66,103,69,111,72,117,78,124,83,129,88,136,77,142,66,150,55,158,45,168,37,178,28,189,21,201,15,212,10,224,6,237,3,250,1,264,0,278,1,291,2,306,5,316,7,325,12,334,16,343,20,359,32,376,44,406,72,437,97,448,104,458,108,468,112,480,114,491,115,502,114,514,112,525,107,530,104,534,99,538,94,540,88,542,82,542,75,542,70,541,64,540,59,538,56,535,53,532,51,529,50,526,48,522,48,518,48,515,50,512,51,508,53,505,55,503,57,501,60,500,65,500,68,499,71,499,74,496,78,494,80,490,82,484,83,478,82,474,80,472,78,469,74,468,71,468,68,469,60,471,54,474,47,478,41,482,36,488,30,494,26,501,21,507,19,515,17,521,16,529,16,536,18,543,20,549,25,555,30,562,38,567,46,571,55,573,64,573,72,573,82,571,91,568,98,565,107,559,114,554,121,546,127,540,133,531,138,522,141,513,145,500,147,487,148,475,147,463,144,451,139,439,134,428,128,418,121,397,105,377,87,358,71,339,56,332,51,325,46,317,43,310,40,295,34,279,32,264,31,249,32,234,36,220,41,206,47,194,56,182,66,172,77,164,90,156,104,154,111,151,119,150,127,148,135,149,137,149,139,148,142,147,146,147,149,144,152,143,154,141,156,136,159,130,160,125,159,121,155,118,153,117,151,116,148,116,145,116,139,117,135,115,125,112,117,108,110,101,104,95,99,87,97,80,95,71,95,63,96,56,99,48,102,43,108,37,114,33,122,31,132,31,142,30,146,30,149,28,151,27,153,21,156,16,156,10,156,5,153,3,151,1,149,0,146,0,142,0,135,1,127,2,120,4,113,6,107,9,100,14,94,18,87,23,83,28,78,34,73,41,70,47,67,54,65,61,64,69,63xe">
                  <v:path o:connectlocs="50800,34706;65616,43646;79375,28922;100012,11043;125412,1577;153987,1051;176741,8413;214842,37862;247650,58896;271992,58896;284692,49431;286808,36810;283104,27870;276225,25241;268817,27870;264583,34181;262467,41017;252942,43120;247650,37336;250825,24715;261408,13672;275696,8413;290512,13146;302154,28922;302154,47853;293158,63629;276225,74146;251354,77301;226483,67310;189441,37336;167746,22612;139700,16301;109008,24715;86783,47327;79375,66784;78316,74672;75670,80982;66145,83612;61383,77827;60854,65732;50270,52060;33337,50482;19579,59948;15875,76775;11112,82034;1587,79405;0,70991;3175,56267;12170,43646;24870,35232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3" o:spid="_x0000_s1026" o:spt="100" style="position:absolute;left:284162;top:50800;height:73025;width:73025;" filled="t" stroked="f" coordsize="138,138" o:gfxdata="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X1I+vQAA&#10;ANsAAAAPAAAAAAAAAAEAIAAAACIAAABkcnMvZG93bnJldi54bWxQSwECFAAUAAAACACHTuJAMy8F&#10;njsAAAA5AAAAEAAAAAAAAAABACAAAAAMAQAAZHJzL3NoYXBleG1sLnhtbFBLBQYAAAAABgAGAFsB&#10;AAC2AwAAAAA=&#10;" path="m69,0l76,0,83,1,90,3,96,5,102,9,107,12,113,15,118,20,122,25,127,30,130,36,133,42,135,49,136,55,137,61,138,69,137,75,136,83,135,90,133,96,130,101,127,108,122,113,118,118,113,122,107,126,102,129,96,133,90,135,83,137,76,138,69,138,62,138,55,137,49,135,42,133,36,129,30,126,25,122,20,118,15,113,12,108,8,101,6,96,2,90,1,83,0,75,0,69,0,61,1,55,2,49,6,42,8,36,12,30,15,25,20,20,25,15,30,12,36,9,42,5,49,3,55,1,62,0,69,0xm69,107l69,107,77,107,83,104,90,100,96,96,101,91,104,84,106,77,107,69,106,61,104,54,101,47,96,42,90,38,83,33,77,31,69,31,62,31,54,33,48,38,42,42,37,47,34,54,32,61,30,69,32,77,34,84,37,91,42,96,48,100,54,104,62,107,69,107xe">
                  <v:path o:connectlocs="40216,0;47625,1587;53975,4762;59795,7937;64558,13229;68791,19050;71437,25929;72495,32279;72495,39687;71437,47625;68791,53445;64558,59795;59795,64558;53975,68262;47625,71437;40216,73025;32808,73025;25929,71437;19050,68262;13229,64558;7937,59795;4233,53445;1058,47625;0,39687;0,32279;1058,25929;4233,19050;7937,13229;13229,7937;19050,4762;25929,1587;32808,0;36512,56620;40745,56620;47625,52916;53445,48154;56091,40745;56091,32279;53445,24870;47625,20108;40745,16404;32808,16404;25400,20108;19579,24870;16933,32279;16933,40745;19579,48154;25400,52916;32808,56620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4" o:spid="_x0000_s1026" o:spt="100" style="position:absolute;left:61912;top:63500;height:41275;width:41275;" filled="t" stroked="f" coordsize="77,76" o:gfxdata="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DgkIy2AAAA2wAAAA8A&#10;AAAAAAAAAQAgAAAAIgAAAGRycy9kb3ducmV2LnhtbFBLAQIUABQAAAAIAIdO4kAzLwWeOwAAADkA&#10;AAAQAAAAAAAAAAEAIAAAAAUBAABkcnMvc2hhcGV4bWwueG1sUEsFBgAAAAAGAAYAWwEAAK8DAAAA&#10;AA==&#10;" path="m39,0l47,0,54,3,61,6,66,11,70,17,75,24,77,30,77,39,77,46,75,54,70,60,66,66,61,70,54,74,47,76,39,76,30,76,24,74,16,70,11,66,7,60,2,54,0,46,0,39,0,30,2,24,7,17,11,11,16,6,24,3,30,0,39,0xe">
                  <v:path o:connectlocs="20905,0;25193,0;28946,1629;32698,3258;35378,5974;37522,9232;40202,13034;41275,16292;41275,21180;41275,24982;40202,29326;37522,32585;35378,35844;32698,38016;28946,40188;25193,41275;20905,41275;16081,41275;12864,40188;8576,38016;5896,35844;3752,32585;1072,29326;0,24982;0,21180;0,16292;1072,13034;3752,9232;5896,5974;8576,3258;12864,1629;16081,0;20905,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8561070</wp:posOffset>
                </wp:positionV>
                <wp:extent cx="966470" cy="968375"/>
                <wp:effectExtent l="19050" t="0" r="0" b="3175"/>
                <wp:wrapNone/>
                <wp:docPr id="44" name="淘宝店chenying0907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966470" cy="968375"/>
                          <a:chOff x="0" y="0"/>
                          <a:chExt cx="966787" cy="968375"/>
                        </a:xfrm>
                        <a:solidFill>
                          <a:srgbClr val="678E00"/>
                        </a:solidFill>
                      </wpg:grpSpPr>
                      <wps:wsp>
                        <wps:cNvPr id="45" name="淘宝店chenying0907 6"/>
                        <wps:cNvSpPr/>
                        <wps:spPr bwMode="auto">
                          <a:xfrm>
                            <a:off x="73025" y="171450"/>
                            <a:ext cx="19050" cy="796925"/>
                          </a:xfrm>
                          <a:custGeom>
                            <a:avLst/>
                            <a:gdLst>
                              <a:gd name="T0" fmla="*/ 37 w 37"/>
                              <a:gd name="T1" fmla="*/ 18 h 1506"/>
                              <a:gd name="T2" fmla="*/ 37 w 37"/>
                              <a:gd name="T3" fmla="*/ 1488 h 1506"/>
                              <a:gd name="T4" fmla="*/ 36 w 37"/>
                              <a:gd name="T5" fmla="*/ 1491 h 1506"/>
                              <a:gd name="T6" fmla="*/ 35 w 37"/>
                              <a:gd name="T7" fmla="*/ 1495 h 1506"/>
                              <a:gd name="T8" fmla="*/ 34 w 37"/>
                              <a:gd name="T9" fmla="*/ 1497 h 1506"/>
                              <a:gd name="T10" fmla="*/ 32 w 37"/>
                              <a:gd name="T11" fmla="*/ 1501 h 1506"/>
                              <a:gd name="T12" fmla="*/ 29 w 37"/>
                              <a:gd name="T13" fmla="*/ 1503 h 1506"/>
                              <a:gd name="T14" fmla="*/ 25 w 37"/>
                              <a:gd name="T15" fmla="*/ 1505 h 1506"/>
                              <a:gd name="T16" fmla="*/ 22 w 37"/>
                              <a:gd name="T17" fmla="*/ 1506 h 1506"/>
                              <a:gd name="T18" fmla="*/ 19 w 37"/>
                              <a:gd name="T19" fmla="*/ 1506 h 1506"/>
                              <a:gd name="T20" fmla="*/ 15 w 37"/>
                              <a:gd name="T21" fmla="*/ 1506 h 1506"/>
                              <a:gd name="T22" fmla="*/ 11 w 37"/>
                              <a:gd name="T23" fmla="*/ 1505 h 1506"/>
                              <a:gd name="T24" fmla="*/ 8 w 37"/>
                              <a:gd name="T25" fmla="*/ 1503 h 1506"/>
                              <a:gd name="T26" fmla="*/ 5 w 37"/>
                              <a:gd name="T27" fmla="*/ 1501 h 1506"/>
                              <a:gd name="T28" fmla="*/ 3 w 37"/>
                              <a:gd name="T29" fmla="*/ 1497 h 1506"/>
                              <a:gd name="T30" fmla="*/ 2 w 37"/>
                              <a:gd name="T31" fmla="*/ 1495 h 1506"/>
                              <a:gd name="T32" fmla="*/ 1 w 37"/>
                              <a:gd name="T33" fmla="*/ 1491 h 1506"/>
                              <a:gd name="T34" fmla="*/ 0 w 37"/>
                              <a:gd name="T35" fmla="*/ 1488 h 1506"/>
                              <a:gd name="T36" fmla="*/ 0 w 37"/>
                              <a:gd name="T37" fmla="*/ 18 h 1506"/>
                              <a:gd name="T38" fmla="*/ 1 w 37"/>
                              <a:gd name="T39" fmla="*/ 15 h 1506"/>
                              <a:gd name="T40" fmla="*/ 2 w 37"/>
                              <a:gd name="T41" fmla="*/ 11 h 1506"/>
                              <a:gd name="T42" fmla="*/ 3 w 37"/>
                              <a:gd name="T43" fmla="*/ 7 h 1506"/>
                              <a:gd name="T44" fmla="*/ 5 w 37"/>
                              <a:gd name="T45" fmla="*/ 5 h 1506"/>
                              <a:gd name="T46" fmla="*/ 8 w 37"/>
                              <a:gd name="T47" fmla="*/ 3 h 1506"/>
                              <a:gd name="T48" fmla="*/ 11 w 37"/>
                              <a:gd name="T49" fmla="*/ 1 h 1506"/>
                              <a:gd name="T50" fmla="*/ 15 w 37"/>
                              <a:gd name="T51" fmla="*/ 0 h 1506"/>
                              <a:gd name="T52" fmla="*/ 19 w 37"/>
                              <a:gd name="T53" fmla="*/ 0 h 1506"/>
                              <a:gd name="T54" fmla="*/ 22 w 37"/>
                              <a:gd name="T55" fmla="*/ 0 h 1506"/>
                              <a:gd name="T56" fmla="*/ 25 w 37"/>
                              <a:gd name="T57" fmla="*/ 1 h 1506"/>
                              <a:gd name="T58" fmla="*/ 29 w 37"/>
                              <a:gd name="T59" fmla="*/ 3 h 1506"/>
                              <a:gd name="T60" fmla="*/ 32 w 37"/>
                              <a:gd name="T61" fmla="*/ 5 h 1506"/>
                              <a:gd name="T62" fmla="*/ 34 w 37"/>
                              <a:gd name="T63" fmla="*/ 7 h 1506"/>
                              <a:gd name="T64" fmla="*/ 35 w 37"/>
                              <a:gd name="T65" fmla="*/ 11 h 1506"/>
                              <a:gd name="T66" fmla="*/ 36 w 37"/>
                              <a:gd name="T67" fmla="*/ 15 h 1506"/>
                              <a:gd name="T68" fmla="*/ 37 w 37"/>
                              <a:gd name="T69" fmla="*/ 18 h 1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7" h="1506">
                                <a:moveTo>
                                  <a:pt x="37" y="18"/>
                                </a:moveTo>
                                <a:lnTo>
                                  <a:pt x="37" y="1488"/>
                                </a:lnTo>
                                <a:lnTo>
                                  <a:pt x="36" y="1491"/>
                                </a:lnTo>
                                <a:lnTo>
                                  <a:pt x="35" y="1495"/>
                                </a:lnTo>
                                <a:lnTo>
                                  <a:pt x="34" y="1497"/>
                                </a:lnTo>
                                <a:lnTo>
                                  <a:pt x="32" y="1501"/>
                                </a:lnTo>
                                <a:lnTo>
                                  <a:pt x="29" y="1503"/>
                                </a:lnTo>
                                <a:lnTo>
                                  <a:pt x="25" y="1505"/>
                                </a:lnTo>
                                <a:lnTo>
                                  <a:pt x="22" y="1506"/>
                                </a:lnTo>
                                <a:lnTo>
                                  <a:pt x="19" y="1506"/>
                                </a:lnTo>
                                <a:lnTo>
                                  <a:pt x="15" y="1506"/>
                                </a:lnTo>
                                <a:lnTo>
                                  <a:pt x="11" y="1505"/>
                                </a:lnTo>
                                <a:lnTo>
                                  <a:pt x="8" y="1503"/>
                                </a:lnTo>
                                <a:lnTo>
                                  <a:pt x="5" y="1501"/>
                                </a:lnTo>
                                <a:lnTo>
                                  <a:pt x="3" y="1497"/>
                                </a:lnTo>
                                <a:lnTo>
                                  <a:pt x="2" y="1495"/>
                                </a:lnTo>
                                <a:lnTo>
                                  <a:pt x="1" y="1491"/>
                                </a:lnTo>
                                <a:lnTo>
                                  <a:pt x="0" y="1488"/>
                                </a:lnTo>
                                <a:lnTo>
                                  <a:pt x="0" y="18"/>
                                </a:lnTo>
                                <a:lnTo>
                                  <a:pt x="1" y="15"/>
                                </a:lnTo>
                                <a:lnTo>
                                  <a:pt x="2" y="11"/>
                                </a:lnTo>
                                <a:lnTo>
                                  <a:pt x="3" y="7"/>
                                </a:lnTo>
                                <a:lnTo>
                                  <a:pt x="5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lnTo>
                                  <a:pt x="22" y="0"/>
                                </a:lnTo>
                                <a:lnTo>
                                  <a:pt x="25" y="1"/>
                                </a:lnTo>
                                <a:lnTo>
                                  <a:pt x="29" y="3"/>
                                </a:lnTo>
                                <a:lnTo>
                                  <a:pt x="32" y="5"/>
                                </a:lnTo>
                                <a:lnTo>
                                  <a:pt x="34" y="7"/>
                                </a:lnTo>
                                <a:lnTo>
                                  <a:pt x="35" y="11"/>
                                </a:lnTo>
                                <a:lnTo>
                                  <a:pt x="36" y="15"/>
                                </a:lnTo>
                                <a:lnTo>
                                  <a:pt x="37" y="1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6" name="淘宝店chenying0907 7"/>
                        <wps:cNvSpPr/>
                        <wps:spPr bwMode="auto">
                          <a:xfrm>
                            <a:off x="0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67 w 160"/>
                              <a:gd name="T1" fmla="*/ 96 h 574"/>
                              <a:gd name="T2" fmla="*/ 84 w 160"/>
                              <a:gd name="T3" fmla="*/ 125 h 574"/>
                              <a:gd name="T4" fmla="*/ 56 w 160"/>
                              <a:gd name="T5" fmla="*/ 152 h 574"/>
                              <a:gd name="T6" fmla="*/ 22 w 160"/>
                              <a:gd name="T7" fmla="*/ 189 h 574"/>
                              <a:gd name="T8" fmla="*/ 4 w 160"/>
                              <a:gd name="T9" fmla="*/ 238 h 574"/>
                              <a:gd name="T10" fmla="*/ 3 w 160"/>
                              <a:gd name="T11" fmla="*/ 293 h 574"/>
                              <a:gd name="T12" fmla="*/ 17 w 160"/>
                              <a:gd name="T13" fmla="*/ 335 h 574"/>
                              <a:gd name="T14" fmla="*/ 73 w 160"/>
                              <a:gd name="T15" fmla="*/ 406 h 574"/>
                              <a:gd name="T16" fmla="*/ 113 w 160"/>
                              <a:gd name="T17" fmla="*/ 469 h 574"/>
                              <a:gd name="T18" fmla="*/ 113 w 160"/>
                              <a:gd name="T19" fmla="*/ 514 h 574"/>
                              <a:gd name="T20" fmla="*/ 94 w 160"/>
                              <a:gd name="T21" fmla="*/ 538 h 574"/>
                              <a:gd name="T22" fmla="*/ 71 w 160"/>
                              <a:gd name="T23" fmla="*/ 542 h 574"/>
                              <a:gd name="T24" fmla="*/ 54 w 160"/>
                              <a:gd name="T25" fmla="*/ 536 h 574"/>
                              <a:gd name="T26" fmla="*/ 49 w 160"/>
                              <a:gd name="T27" fmla="*/ 523 h 574"/>
                              <a:gd name="T28" fmla="*/ 53 w 160"/>
                              <a:gd name="T29" fmla="*/ 509 h 574"/>
                              <a:gd name="T30" fmla="*/ 65 w 160"/>
                              <a:gd name="T31" fmla="*/ 500 h 574"/>
                              <a:gd name="T32" fmla="*/ 78 w 160"/>
                              <a:gd name="T33" fmla="*/ 497 h 574"/>
                              <a:gd name="T34" fmla="*/ 83 w 160"/>
                              <a:gd name="T35" fmla="*/ 479 h 574"/>
                              <a:gd name="T36" fmla="*/ 73 w 160"/>
                              <a:gd name="T37" fmla="*/ 469 h 574"/>
                              <a:gd name="T38" fmla="*/ 48 w 160"/>
                              <a:gd name="T39" fmla="*/ 474 h 574"/>
                              <a:gd name="T40" fmla="*/ 26 w 160"/>
                              <a:gd name="T41" fmla="*/ 495 h 574"/>
                              <a:gd name="T42" fmla="*/ 18 w 160"/>
                              <a:gd name="T43" fmla="*/ 522 h 574"/>
                              <a:gd name="T44" fmla="*/ 25 w 160"/>
                              <a:gd name="T45" fmla="*/ 550 h 574"/>
                              <a:gd name="T46" fmla="*/ 56 w 160"/>
                              <a:gd name="T47" fmla="*/ 572 h 574"/>
                              <a:gd name="T48" fmla="*/ 91 w 160"/>
                              <a:gd name="T49" fmla="*/ 572 h 574"/>
                              <a:gd name="T50" fmla="*/ 121 w 160"/>
                              <a:gd name="T51" fmla="*/ 554 h 574"/>
                              <a:gd name="T52" fmla="*/ 143 w 160"/>
                              <a:gd name="T53" fmla="*/ 523 h 574"/>
                              <a:gd name="T54" fmla="*/ 147 w 160"/>
                              <a:gd name="T55" fmla="*/ 475 h 574"/>
                              <a:gd name="T56" fmla="*/ 129 w 160"/>
                              <a:gd name="T57" fmla="*/ 429 h 574"/>
                              <a:gd name="T58" fmla="*/ 72 w 160"/>
                              <a:gd name="T59" fmla="*/ 359 h 574"/>
                              <a:gd name="T60" fmla="*/ 44 w 160"/>
                              <a:gd name="T61" fmla="*/ 318 h 574"/>
                              <a:gd name="T62" fmla="*/ 32 w 160"/>
                              <a:gd name="T63" fmla="*/ 265 h 574"/>
                              <a:gd name="T64" fmla="*/ 48 w 160"/>
                              <a:gd name="T65" fmla="*/ 207 h 574"/>
                              <a:gd name="T66" fmla="*/ 90 w 160"/>
                              <a:gd name="T67" fmla="*/ 164 h 574"/>
                              <a:gd name="T68" fmla="*/ 128 w 160"/>
                              <a:gd name="T69" fmla="*/ 150 h 574"/>
                              <a:gd name="T70" fmla="*/ 144 w 160"/>
                              <a:gd name="T71" fmla="*/ 148 h 574"/>
                              <a:gd name="T72" fmla="*/ 155 w 160"/>
                              <a:gd name="T73" fmla="*/ 144 h 574"/>
                              <a:gd name="T74" fmla="*/ 159 w 160"/>
                              <a:gd name="T75" fmla="*/ 126 h 574"/>
                              <a:gd name="T76" fmla="*/ 148 w 160"/>
                              <a:gd name="T77" fmla="*/ 117 h 574"/>
                              <a:gd name="T78" fmla="*/ 126 w 160"/>
                              <a:gd name="T79" fmla="*/ 116 h 574"/>
                              <a:gd name="T80" fmla="*/ 101 w 160"/>
                              <a:gd name="T81" fmla="*/ 95 h 574"/>
                              <a:gd name="T82" fmla="*/ 98 w 160"/>
                              <a:gd name="T83" fmla="*/ 64 h 574"/>
                              <a:gd name="T84" fmla="*/ 115 w 160"/>
                              <a:gd name="T85" fmla="*/ 38 h 574"/>
                              <a:gd name="T86" fmla="*/ 146 w 160"/>
                              <a:gd name="T87" fmla="*/ 31 h 574"/>
                              <a:gd name="T88" fmla="*/ 157 w 160"/>
                              <a:gd name="T89" fmla="*/ 22 h 574"/>
                              <a:gd name="T90" fmla="*/ 152 w 160"/>
                              <a:gd name="T91" fmla="*/ 4 h 574"/>
                              <a:gd name="T92" fmla="*/ 135 w 160"/>
                              <a:gd name="T93" fmla="*/ 0 h 574"/>
                              <a:gd name="T94" fmla="*/ 107 w 160"/>
                              <a:gd name="T95" fmla="*/ 8 h 574"/>
                              <a:gd name="T96" fmla="*/ 84 w 160"/>
                              <a:gd name="T97" fmla="*/ 24 h 574"/>
                              <a:gd name="T98" fmla="*/ 67 w 160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60" h="574">
                                <a:moveTo>
                                  <a:pt x="63" y="69"/>
                                </a:moveTo>
                                <a:lnTo>
                                  <a:pt x="63" y="79"/>
                                </a:lnTo>
                                <a:lnTo>
                                  <a:pt x="65" y="88"/>
                                </a:lnTo>
                                <a:lnTo>
                                  <a:pt x="67" y="96"/>
                                </a:lnTo>
                                <a:lnTo>
                                  <a:pt x="70" y="104"/>
                                </a:lnTo>
                                <a:lnTo>
                                  <a:pt x="74" y="112"/>
                                </a:lnTo>
                                <a:lnTo>
                                  <a:pt x="78" y="118"/>
                                </a:lnTo>
                                <a:lnTo>
                                  <a:pt x="84" y="125"/>
                                </a:lnTo>
                                <a:lnTo>
                                  <a:pt x="89" y="130"/>
                                </a:lnTo>
                                <a:lnTo>
                                  <a:pt x="77" y="136"/>
                                </a:lnTo>
                                <a:lnTo>
                                  <a:pt x="66" y="143"/>
                                </a:lnTo>
                                <a:lnTo>
                                  <a:pt x="56" y="152"/>
                                </a:lnTo>
                                <a:lnTo>
                                  <a:pt x="46" y="159"/>
                                </a:lnTo>
                                <a:lnTo>
                                  <a:pt x="37" y="169"/>
                                </a:lnTo>
                                <a:lnTo>
                                  <a:pt x="30" y="178"/>
                                </a:lnTo>
                                <a:lnTo>
                                  <a:pt x="22" y="189"/>
                                </a:lnTo>
                                <a:lnTo>
                                  <a:pt x="17" y="201"/>
                                </a:lnTo>
                                <a:lnTo>
                                  <a:pt x="11" y="213"/>
                                </a:lnTo>
                                <a:lnTo>
                                  <a:pt x="7" y="225"/>
                                </a:lnTo>
                                <a:lnTo>
                                  <a:pt x="4" y="238"/>
                                </a:lnTo>
                                <a:lnTo>
                                  <a:pt x="2" y="251"/>
                                </a:lnTo>
                                <a:lnTo>
                                  <a:pt x="0" y="265"/>
                                </a:lnTo>
                                <a:lnTo>
                                  <a:pt x="2" y="279"/>
                                </a:lnTo>
                                <a:lnTo>
                                  <a:pt x="3" y="293"/>
                                </a:lnTo>
                                <a:lnTo>
                                  <a:pt x="6" y="307"/>
                                </a:lnTo>
                                <a:lnTo>
                                  <a:pt x="9" y="317"/>
                                </a:lnTo>
                                <a:lnTo>
                                  <a:pt x="12" y="325"/>
                                </a:lnTo>
                                <a:lnTo>
                                  <a:pt x="17" y="335"/>
                                </a:lnTo>
                                <a:lnTo>
                                  <a:pt x="22" y="344"/>
                                </a:lnTo>
                                <a:lnTo>
                                  <a:pt x="33" y="360"/>
                                </a:lnTo>
                                <a:lnTo>
                                  <a:pt x="46" y="376"/>
                                </a:lnTo>
                                <a:lnTo>
                                  <a:pt x="73" y="406"/>
                                </a:lnTo>
                                <a:lnTo>
                                  <a:pt x="98" y="438"/>
                                </a:lnTo>
                                <a:lnTo>
                                  <a:pt x="104" y="448"/>
                                </a:lnTo>
                                <a:lnTo>
                                  <a:pt x="110" y="458"/>
                                </a:lnTo>
                                <a:lnTo>
                                  <a:pt x="113" y="469"/>
                                </a:lnTo>
                                <a:lnTo>
                                  <a:pt x="115" y="481"/>
                                </a:lnTo>
                                <a:lnTo>
                                  <a:pt x="116" y="492"/>
                                </a:lnTo>
                                <a:lnTo>
                                  <a:pt x="116" y="504"/>
                                </a:lnTo>
                                <a:lnTo>
                                  <a:pt x="113" y="514"/>
                                </a:lnTo>
                                <a:lnTo>
                                  <a:pt x="108" y="525"/>
                                </a:lnTo>
                                <a:lnTo>
                                  <a:pt x="104" y="530"/>
                                </a:lnTo>
                                <a:lnTo>
                                  <a:pt x="100" y="535"/>
                                </a:lnTo>
                                <a:lnTo>
                                  <a:pt x="94" y="538"/>
                                </a:lnTo>
                                <a:lnTo>
                                  <a:pt x="89" y="540"/>
                                </a:lnTo>
                                <a:lnTo>
                                  <a:pt x="84" y="542"/>
                                </a:lnTo>
                                <a:lnTo>
                                  <a:pt x="77" y="542"/>
                                </a:lnTo>
                                <a:lnTo>
                                  <a:pt x="71" y="542"/>
                                </a:lnTo>
                                <a:lnTo>
                                  <a:pt x="64" y="542"/>
                                </a:lnTo>
                                <a:lnTo>
                                  <a:pt x="61" y="540"/>
                                </a:lnTo>
                                <a:lnTo>
                                  <a:pt x="57" y="539"/>
                                </a:lnTo>
                                <a:lnTo>
                                  <a:pt x="54" y="536"/>
                                </a:lnTo>
                                <a:lnTo>
                                  <a:pt x="52" y="534"/>
                                </a:lnTo>
                                <a:lnTo>
                                  <a:pt x="50" y="529"/>
                                </a:lnTo>
                                <a:lnTo>
                                  <a:pt x="50" y="526"/>
                                </a:lnTo>
                                <a:lnTo>
                                  <a:pt x="49" y="523"/>
                                </a:lnTo>
                                <a:lnTo>
                                  <a:pt x="49" y="519"/>
                                </a:lnTo>
                                <a:lnTo>
                                  <a:pt x="50" y="515"/>
                                </a:lnTo>
                                <a:lnTo>
                                  <a:pt x="51" y="512"/>
                                </a:lnTo>
                                <a:lnTo>
                                  <a:pt x="53" y="509"/>
                                </a:lnTo>
                                <a:lnTo>
                                  <a:pt x="56" y="506"/>
                                </a:lnTo>
                                <a:lnTo>
                                  <a:pt x="59" y="504"/>
                                </a:lnTo>
                                <a:lnTo>
                                  <a:pt x="62" y="501"/>
                                </a:lnTo>
                                <a:lnTo>
                                  <a:pt x="65" y="500"/>
                                </a:lnTo>
                                <a:lnTo>
                                  <a:pt x="69" y="500"/>
                                </a:lnTo>
                                <a:lnTo>
                                  <a:pt x="73" y="500"/>
                                </a:lnTo>
                                <a:lnTo>
                                  <a:pt x="76" y="499"/>
                                </a:lnTo>
                                <a:lnTo>
                                  <a:pt x="78" y="497"/>
                                </a:lnTo>
                                <a:lnTo>
                                  <a:pt x="80" y="495"/>
                                </a:lnTo>
                                <a:lnTo>
                                  <a:pt x="83" y="491"/>
                                </a:lnTo>
                                <a:lnTo>
                                  <a:pt x="84" y="485"/>
                                </a:lnTo>
                                <a:lnTo>
                                  <a:pt x="83" y="479"/>
                                </a:lnTo>
                                <a:lnTo>
                                  <a:pt x="80" y="474"/>
                                </a:lnTo>
                                <a:lnTo>
                                  <a:pt x="78" y="472"/>
                                </a:lnTo>
                                <a:lnTo>
                                  <a:pt x="76" y="470"/>
                                </a:lnTo>
                                <a:lnTo>
                                  <a:pt x="73" y="469"/>
                                </a:lnTo>
                                <a:lnTo>
                                  <a:pt x="69" y="469"/>
                                </a:lnTo>
                                <a:lnTo>
                                  <a:pt x="62" y="470"/>
                                </a:lnTo>
                                <a:lnTo>
                                  <a:pt x="54" y="471"/>
                                </a:lnTo>
                                <a:lnTo>
                                  <a:pt x="48" y="474"/>
                                </a:lnTo>
                                <a:lnTo>
                                  <a:pt x="42" y="479"/>
                                </a:lnTo>
                                <a:lnTo>
                                  <a:pt x="36" y="483"/>
                                </a:lnTo>
                                <a:lnTo>
                                  <a:pt x="31" y="488"/>
                                </a:lnTo>
                                <a:lnTo>
                                  <a:pt x="26" y="495"/>
                                </a:lnTo>
                                <a:lnTo>
                                  <a:pt x="23" y="501"/>
                                </a:lnTo>
                                <a:lnTo>
                                  <a:pt x="20" y="508"/>
                                </a:lnTo>
                                <a:lnTo>
                                  <a:pt x="18" y="515"/>
                                </a:lnTo>
                                <a:lnTo>
                                  <a:pt x="18" y="522"/>
                                </a:lnTo>
                                <a:lnTo>
                                  <a:pt x="18" y="529"/>
                                </a:lnTo>
                                <a:lnTo>
                                  <a:pt x="19" y="537"/>
                                </a:lnTo>
                                <a:lnTo>
                                  <a:pt x="21" y="543"/>
                                </a:lnTo>
                                <a:lnTo>
                                  <a:pt x="25" y="550"/>
                                </a:lnTo>
                                <a:lnTo>
                                  <a:pt x="31" y="555"/>
                                </a:lnTo>
                                <a:lnTo>
                                  <a:pt x="39" y="563"/>
                                </a:lnTo>
                                <a:lnTo>
                                  <a:pt x="47" y="567"/>
                                </a:lnTo>
                                <a:lnTo>
                                  <a:pt x="56" y="572"/>
                                </a:lnTo>
                                <a:lnTo>
                                  <a:pt x="65" y="574"/>
                                </a:lnTo>
                                <a:lnTo>
                                  <a:pt x="74" y="574"/>
                                </a:lnTo>
                                <a:lnTo>
                                  <a:pt x="83" y="574"/>
                                </a:lnTo>
                                <a:lnTo>
                                  <a:pt x="91" y="572"/>
                                </a:lnTo>
                                <a:lnTo>
                                  <a:pt x="100" y="569"/>
                                </a:lnTo>
                                <a:lnTo>
                                  <a:pt x="107" y="565"/>
                                </a:lnTo>
                                <a:lnTo>
                                  <a:pt x="115" y="560"/>
                                </a:lnTo>
                                <a:lnTo>
                                  <a:pt x="121" y="554"/>
                                </a:lnTo>
                                <a:lnTo>
                                  <a:pt x="128" y="548"/>
                                </a:lnTo>
                                <a:lnTo>
                                  <a:pt x="133" y="540"/>
                                </a:lnTo>
                                <a:lnTo>
                                  <a:pt x="139" y="532"/>
                                </a:lnTo>
                                <a:lnTo>
                                  <a:pt x="143" y="523"/>
                                </a:lnTo>
                                <a:lnTo>
                                  <a:pt x="145" y="513"/>
                                </a:lnTo>
                                <a:lnTo>
                                  <a:pt x="147" y="500"/>
                                </a:lnTo>
                                <a:lnTo>
                                  <a:pt x="148" y="487"/>
                                </a:lnTo>
                                <a:lnTo>
                                  <a:pt x="147" y="475"/>
                                </a:lnTo>
                                <a:lnTo>
                                  <a:pt x="144" y="464"/>
                                </a:lnTo>
                                <a:lnTo>
                                  <a:pt x="140" y="452"/>
                                </a:lnTo>
                                <a:lnTo>
                                  <a:pt x="135" y="441"/>
                                </a:lnTo>
                                <a:lnTo>
                                  <a:pt x="129" y="429"/>
                                </a:lnTo>
                                <a:lnTo>
                                  <a:pt x="121" y="418"/>
                                </a:lnTo>
                                <a:lnTo>
                                  <a:pt x="106" y="398"/>
                                </a:lnTo>
                                <a:lnTo>
                                  <a:pt x="89" y="378"/>
                                </a:lnTo>
                                <a:lnTo>
                                  <a:pt x="72" y="359"/>
                                </a:lnTo>
                                <a:lnTo>
                                  <a:pt x="57" y="339"/>
                                </a:lnTo>
                                <a:lnTo>
                                  <a:pt x="51" y="333"/>
                                </a:lnTo>
                                <a:lnTo>
                                  <a:pt x="47" y="325"/>
                                </a:lnTo>
                                <a:lnTo>
                                  <a:pt x="44" y="318"/>
                                </a:lnTo>
                                <a:lnTo>
                                  <a:pt x="40" y="310"/>
                                </a:lnTo>
                                <a:lnTo>
                                  <a:pt x="35" y="295"/>
                                </a:lnTo>
                                <a:lnTo>
                                  <a:pt x="33" y="280"/>
                                </a:lnTo>
                                <a:lnTo>
                                  <a:pt x="32" y="265"/>
                                </a:lnTo>
                                <a:lnTo>
                                  <a:pt x="33" y="250"/>
                                </a:lnTo>
                                <a:lnTo>
                                  <a:pt x="36" y="235"/>
                                </a:lnTo>
                                <a:lnTo>
                                  <a:pt x="42" y="221"/>
                                </a:lnTo>
                                <a:lnTo>
                                  <a:pt x="48" y="207"/>
                                </a:lnTo>
                                <a:lnTo>
                                  <a:pt x="57" y="195"/>
                                </a:lnTo>
                                <a:lnTo>
                                  <a:pt x="66" y="183"/>
                                </a:lnTo>
                                <a:lnTo>
                                  <a:pt x="78" y="173"/>
                                </a:lnTo>
                                <a:lnTo>
                                  <a:pt x="90" y="164"/>
                                </a:lnTo>
                                <a:lnTo>
                                  <a:pt x="104" y="157"/>
                                </a:lnTo>
                                <a:lnTo>
                                  <a:pt x="112" y="155"/>
                                </a:lnTo>
                                <a:lnTo>
                                  <a:pt x="119" y="152"/>
                                </a:lnTo>
                                <a:lnTo>
                                  <a:pt x="128" y="150"/>
                                </a:lnTo>
                                <a:lnTo>
                                  <a:pt x="137" y="148"/>
                                </a:lnTo>
                                <a:lnTo>
                                  <a:pt x="138" y="149"/>
                                </a:lnTo>
                                <a:lnTo>
                                  <a:pt x="140" y="149"/>
                                </a:lnTo>
                                <a:lnTo>
                                  <a:pt x="144" y="148"/>
                                </a:lnTo>
                                <a:lnTo>
                                  <a:pt x="146" y="147"/>
                                </a:lnTo>
                                <a:lnTo>
                                  <a:pt x="150" y="147"/>
                                </a:lnTo>
                                <a:lnTo>
                                  <a:pt x="153" y="145"/>
                                </a:lnTo>
                                <a:lnTo>
                                  <a:pt x="155" y="144"/>
                                </a:lnTo>
                                <a:lnTo>
                                  <a:pt x="157" y="142"/>
                                </a:lnTo>
                                <a:lnTo>
                                  <a:pt x="159" y="136"/>
                                </a:lnTo>
                                <a:lnTo>
                                  <a:pt x="160" y="131"/>
                                </a:lnTo>
                                <a:lnTo>
                                  <a:pt x="159" y="126"/>
                                </a:lnTo>
                                <a:lnTo>
                                  <a:pt x="156" y="121"/>
                                </a:lnTo>
                                <a:lnTo>
                                  <a:pt x="154" y="119"/>
                                </a:lnTo>
                                <a:lnTo>
                                  <a:pt x="152" y="118"/>
                                </a:lnTo>
                                <a:lnTo>
                                  <a:pt x="148" y="117"/>
                                </a:lnTo>
                                <a:lnTo>
                                  <a:pt x="145" y="117"/>
                                </a:lnTo>
                                <a:lnTo>
                                  <a:pt x="141" y="117"/>
                                </a:lnTo>
                                <a:lnTo>
                                  <a:pt x="135" y="118"/>
                                </a:lnTo>
                                <a:lnTo>
                                  <a:pt x="126" y="116"/>
                                </a:lnTo>
                                <a:lnTo>
                                  <a:pt x="117" y="113"/>
                                </a:lnTo>
                                <a:lnTo>
                                  <a:pt x="111" y="108"/>
                                </a:lnTo>
                                <a:lnTo>
                                  <a:pt x="105" y="102"/>
                                </a:lnTo>
                                <a:lnTo>
                                  <a:pt x="101" y="95"/>
                                </a:lnTo>
                                <a:lnTo>
                                  <a:pt x="98" y="88"/>
                                </a:lnTo>
                                <a:lnTo>
                                  <a:pt x="97" y="80"/>
                                </a:lnTo>
                                <a:lnTo>
                                  <a:pt x="96" y="72"/>
                                </a:lnTo>
                                <a:lnTo>
                                  <a:pt x="98" y="64"/>
                                </a:lnTo>
                                <a:lnTo>
                                  <a:pt x="100" y="56"/>
                                </a:lnTo>
                                <a:lnTo>
                                  <a:pt x="104" y="49"/>
                                </a:lnTo>
                                <a:lnTo>
                                  <a:pt x="108" y="44"/>
                                </a:lnTo>
                                <a:lnTo>
                                  <a:pt x="115" y="38"/>
                                </a:lnTo>
                                <a:lnTo>
                                  <a:pt x="124" y="34"/>
                                </a:lnTo>
                                <a:lnTo>
                                  <a:pt x="132" y="32"/>
                                </a:lnTo>
                                <a:lnTo>
                                  <a:pt x="143" y="32"/>
                                </a:lnTo>
                                <a:lnTo>
                                  <a:pt x="146" y="31"/>
                                </a:lnTo>
                                <a:lnTo>
                                  <a:pt x="150" y="31"/>
                                </a:lnTo>
                                <a:lnTo>
                                  <a:pt x="152" y="28"/>
                                </a:lnTo>
                                <a:lnTo>
                                  <a:pt x="154" y="27"/>
                                </a:lnTo>
                                <a:lnTo>
                                  <a:pt x="157" y="22"/>
                                </a:lnTo>
                                <a:lnTo>
                                  <a:pt x="158" y="17"/>
                                </a:lnTo>
                                <a:lnTo>
                                  <a:pt x="157" y="11"/>
                                </a:lnTo>
                                <a:lnTo>
                                  <a:pt x="154" y="6"/>
                                </a:lnTo>
                                <a:lnTo>
                                  <a:pt x="152" y="4"/>
                                </a:lnTo>
                                <a:lnTo>
                                  <a:pt x="150" y="1"/>
                                </a:lnTo>
                                <a:lnTo>
                                  <a:pt x="146" y="0"/>
                                </a:lnTo>
                                <a:lnTo>
                                  <a:pt x="143" y="0"/>
                                </a:lnTo>
                                <a:lnTo>
                                  <a:pt x="135" y="0"/>
                                </a:lnTo>
                                <a:lnTo>
                                  <a:pt x="128" y="1"/>
                                </a:lnTo>
                                <a:lnTo>
                                  <a:pt x="121" y="2"/>
                                </a:lnTo>
                                <a:lnTo>
                                  <a:pt x="114" y="5"/>
                                </a:lnTo>
                                <a:lnTo>
                                  <a:pt x="107" y="8"/>
                                </a:lnTo>
                                <a:lnTo>
                                  <a:pt x="101" y="11"/>
                                </a:lnTo>
                                <a:lnTo>
                                  <a:pt x="94" y="14"/>
                                </a:lnTo>
                                <a:lnTo>
                                  <a:pt x="89" y="19"/>
                                </a:lnTo>
                                <a:lnTo>
                                  <a:pt x="84" y="24"/>
                                </a:lnTo>
                                <a:lnTo>
                                  <a:pt x="78" y="28"/>
                                </a:lnTo>
                                <a:lnTo>
                                  <a:pt x="74" y="35"/>
                                </a:lnTo>
                                <a:lnTo>
                                  <a:pt x="71" y="41"/>
                                </a:lnTo>
                                <a:lnTo>
                                  <a:pt x="67" y="48"/>
                                </a:lnTo>
                                <a:lnTo>
                                  <a:pt x="65" y="54"/>
                                </a:lnTo>
                                <a:lnTo>
                                  <a:pt x="64" y="62"/>
                                </a:lnTo>
                                <a:lnTo>
                                  <a:pt x="63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7" name="淘宝店chenying0907 8"/>
                        <wps:cNvSpPr/>
                        <wps:spPr bwMode="auto">
                          <a:xfrm>
                            <a:off x="84137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93 w 159"/>
                              <a:gd name="T1" fmla="*/ 96 h 574"/>
                              <a:gd name="T2" fmla="*/ 77 w 159"/>
                              <a:gd name="T3" fmla="*/ 125 h 574"/>
                              <a:gd name="T4" fmla="*/ 104 w 159"/>
                              <a:gd name="T5" fmla="*/ 152 h 574"/>
                              <a:gd name="T6" fmla="*/ 139 w 159"/>
                              <a:gd name="T7" fmla="*/ 189 h 574"/>
                              <a:gd name="T8" fmla="*/ 157 w 159"/>
                              <a:gd name="T9" fmla="*/ 238 h 574"/>
                              <a:gd name="T10" fmla="*/ 157 w 159"/>
                              <a:gd name="T11" fmla="*/ 293 h 574"/>
                              <a:gd name="T12" fmla="*/ 144 w 159"/>
                              <a:gd name="T13" fmla="*/ 335 h 574"/>
                              <a:gd name="T14" fmla="*/ 88 w 159"/>
                              <a:gd name="T15" fmla="*/ 406 h 574"/>
                              <a:gd name="T16" fmla="*/ 48 w 159"/>
                              <a:gd name="T17" fmla="*/ 469 h 574"/>
                              <a:gd name="T18" fmla="*/ 48 w 159"/>
                              <a:gd name="T19" fmla="*/ 514 h 574"/>
                              <a:gd name="T20" fmla="*/ 65 w 159"/>
                              <a:gd name="T21" fmla="*/ 538 h 574"/>
                              <a:gd name="T22" fmla="*/ 90 w 159"/>
                              <a:gd name="T23" fmla="*/ 542 h 574"/>
                              <a:gd name="T24" fmla="*/ 106 w 159"/>
                              <a:gd name="T25" fmla="*/ 536 h 574"/>
                              <a:gd name="T26" fmla="*/ 110 w 159"/>
                              <a:gd name="T27" fmla="*/ 523 h 574"/>
                              <a:gd name="T28" fmla="*/ 107 w 159"/>
                              <a:gd name="T29" fmla="*/ 509 h 574"/>
                              <a:gd name="T30" fmla="*/ 95 w 159"/>
                              <a:gd name="T31" fmla="*/ 500 h 574"/>
                              <a:gd name="T32" fmla="*/ 82 w 159"/>
                              <a:gd name="T33" fmla="*/ 497 h 574"/>
                              <a:gd name="T34" fmla="*/ 77 w 159"/>
                              <a:gd name="T35" fmla="*/ 479 h 574"/>
                              <a:gd name="T36" fmla="*/ 88 w 159"/>
                              <a:gd name="T37" fmla="*/ 469 h 574"/>
                              <a:gd name="T38" fmla="*/ 113 w 159"/>
                              <a:gd name="T39" fmla="*/ 474 h 574"/>
                              <a:gd name="T40" fmla="*/ 134 w 159"/>
                              <a:gd name="T41" fmla="*/ 495 h 574"/>
                              <a:gd name="T42" fmla="*/ 143 w 159"/>
                              <a:gd name="T43" fmla="*/ 522 h 574"/>
                              <a:gd name="T44" fmla="*/ 135 w 159"/>
                              <a:gd name="T45" fmla="*/ 550 h 574"/>
                              <a:gd name="T46" fmla="*/ 104 w 159"/>
                              <a:gd name="T47" fmla="*/ 572 h 574"/>
                              <a:gd name="T48" fmla="*/ 69 w 159"/>
                              <a:gd name="T49" fmla="*/ 572 h 574"/>
                              <a:gd name="T50" fmla="*/ 38 w 159"/>
                              <a:gd name="T51" fmla="*/ 554 h 574"/>
                              <a:gd name="T52" fmla="*/ 18 w 159"/>
                              <a:gd name="T53" fmla="*/ 523 h 574"/>
                              <a:gd name="T54" fmla="*/ 13 w 159"/>
                              <a:gd name="T55" fmla="*/ 475 h 574"/>
                              <a:gd name="T56" fmla="*/ 32 w 159"/>
                              <a:gd name="T57" fmla="*/ 429 h 574"/>
                              <a:gd name="T58" fmla="*/ 89 w 159"/>
                              <a:gd name="T59" fmla="*/ 359 h 574"/>
                              <a:gd name="T60" fmla="*/ 117 w 159"/>
                              <a:gd name="T61" fmla="*/ 318 h 574"/>
                              <a:gd name="T62" fmla="*/ 128 w 159"/>
                              <a:gd name="T63" fmla="*/ 265 h 574"/>
                              <a:gd name="T64" fmla="*/ 113 w 159"/>
                              <a:gd name="T65" fmla="*/ 207 h 574"/>
                              <a:gd name="T66" fmla="*/ 69 w 159"/>
                              <a:gd name="T67" fmla="*/ 164 h 574"/>
                              <a:gd name="T68" fmla="*/ 33 w 159"/>
                              <a:gd name="T69" fmla="*/ 150 h 574"/>
                              <a:gd name="T70" fmla="*/ 17 w 159"/>
                              <a:gd name="T71" fmla="*/ 148 h 574"/>
                              <a:gd name="T72" fmla="*/ 6 w 159"/>
                              <a:gd name="T73" fmla="*/ 144 h 574"/>
                              <a:gd name="T74" fmla="*/ 1 w 159"/>
                              <a:gd name="T75" fmla="*/ 126 h 574"/>
                              <a:gd name="T76" fmla="*/ 11 w 159"/>
                              <a:gd name="T77" fmla="*/ 117 h 574"/>
                              <a:gd name="T78" fmla="*/ 35 w 159"/>
                              <a:gd name="T79" fmla="*/ 116 h 574"/>
                              <a:gd name="T80" fmla="*/ 60 w 159"/>
                              <a:gd name="T81" fmla="*/ 95 h 574"/>
                              <a:gd name="T82" fmla="*/ 63 w 159"/>
                              <a:gd name="T83" fmla="*/ 64 h 574"/>
                              <a:gd name="T84" fmla="*/ 45 w 159"/>
                              <a:gd name="T85" fmla="*/ 38 h 574"/>
                              <a:gd name="T86" fmla="*/ 14 w 159"/>
                              <a:gd name="T87" fmla="*/ 31 h 574"/>
                              <a:gd name="T88" fmla="*/ 4 w 159"/>
                              <a:gd name="T89" fmla="*/ 22 h 574"/>
                              <a:gd name="T90" fmla="*/ 8 w 159"/>
                              <a:gd name="T91" fmla="*/ 4 h 574"/>
                              <a:gd name="T92" fmla="*/ 25 w 159"/>
                              <a:gd name="T93" fmla="*/ 0 h 574"/>
                              <a:gd name="T94" fmla="*/ 53 w 159"/>
                              <a:gd name="T95" fmla="*/ 8 h 574"/>
                              <a:gd name="T96" fmla="*/ 77 w 159"/>
                              <a:gd name="T97" fmla="*/ 24 h 574"/>
                              <a:gd name="T98" fmla="*/ 92 w 159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59" h="574">
                                <a:moveTo>
                                  <a:pt x="98" y="69"/>
                                </a:moveTo>
                                <a:lnTo>
                                  <a:pt x="96" y="79"/>
                                </a:lnTo>
                                <a:lnTo>
                                  <a:pt x="95" y="88"/>
                                </a:lnTo>
                                <a:lnTo>
                                  <a:pt x="93" y="96"/>
                                </a:lnTo>
                                <a:lnTo>
                                  <a:pt x="90" y="104"/>
                                </a:lnTo>
                                <a:lnTo>
                                  <a:pt x="87" y="112"/>
                                </a:lnTo>
                                <a:lnTo>
                                  <a:pt x="82" y="118"/>
                                </a:lnTo>
                                <a:lnTo>
                                  <a:pt x="77" y="125"/>
                                </a:lnTo>
                                <a:lnTo>
                                  <a:pt x="71" y="130"/>
                                </a:lnTo>
                                <a:lnTo>
                                  <a:pt x="82" y="136"/>
                                </a:lnTo>
                                <a:lnTo>
                                  <a:pt x="94" y="143"/>
                                </a:lnTo>
                                <a:lnTo>
                                  <a:pt x="104" y="152"/>
                                </a:lnTo>
                                <a:lnTo>
                                  <a:pt x="114" y="159"/>
                                </a:lnTo>
                                <a:lnTo>
                                  <a:pt x="123" y="169"/>
                                </a:lnTo>
                                <a:lnTo>
                                  <a:pt x="131" y="178"/>
                                </a:lnTo>
                                <a:lnTo>
                                  <a:pt x="139" y="189"/>
                                </a:lnTo>
                                <a:lnTo>
                                  <a:pt x="144" y="201"/>
                                </a:lnTo>
                                <a:lnTo>
                                  <a:pt x="149" y="213"/>
                                </a:lnTo>
                                <a:lnTo>
                                  <a:pt x="154" y="225"/>
                                </a:lnTo>
                                <a:lnTo>
                                  <a:pt x="157" y="238"/>
                                </a:lnTo>
                                <a:lnTo>
                                  <a:pt x="158" y="251"/>
                                </a:lnTo>
                                <a:lnTo>
                                  <a:pt x="159" y="265"/>
                                </a:lnTo>
                                <a:lnTo>
                                  <a:pt x="159" y="279"/>
                                </a:lnTo>
                                <a:lnTo>
                                  <a:pt x="157" y="293"/>
                                </a:lnTo>
                                <a:lnTo>
                                  <a:pt x="155" y="307"/>
                                </a:lnTo>
                                <a:lnTo>
                                  <a:pt x="152" y="317"/>
                                </a:lnTo>
                                <a:lnTo>
                                  <a:pt x="148" y="325"/>
                                </a:lnTo>
                                <a:lnTo>
                                  <a:pt x="144" y="335"/>
                                </a:lnTo>
                                <a:lnTo>
                                  <a:pt x="139" y="344"/>
                                </a:lnTo>
                                <a:lnTo>
                                  <a:pt x="128" y="360"/>
                                </a:lnTo>
                                <a:lnTo>
                                  <a:pt x="115" y="376"/>
                                </a:lnTo>
                                <a:lnTo>
                                  <a:pt x="88" y="406"/>
                                </a:lnTo>
                                <a:lnTo>
                                  <a:pt x="63" y="438"/>
                                </a:lnTo>
                                <a:lnTo>
                                  <a:pt x="56" y="448"/>
                                </a:lnTo>
                                <a:lnTo>
                                  <a:pt x="51" y="458"/>
                                </a:lnTo>
                                <a:lnTo>
                                  <a:pt x="48" y="469"/>
                                </a:lnTo>
                                <a:lnTo>
                                  <a:pt x="45" y="481"/>
                                </a:lnTo>
                                <a:lnTo>
                                  <a:pt x="44" y="492"/>
                                </a:lnTo>
                                <a:lnTo>
                                  <a:pt x="45" y="504"/>
                                </a:lnTo>
                                <a:lnTo>
                                  <a:pt x="48" y="514"/>
                                </a:lnTo>
                                <a:lnTo>
                                  <a:pt x="52" y="525"/>
                                </a:lnTo>
                                <a:lnTo>
                                  <a:pt x="55" y="530"/>
                                </a:lnTo>
                                <a:lnTo>
                                  <a:pt x="60" y="535"/>
                                </a:lnTo>
                                <a:lnTo>
                                  <a:pt x="65" y="538"/>
                                </a:lnTo>
                                <a:lnTo>
                                  <a:pt x="72" y="540"/>
                                </a:lnTo>
                                <a:lnTo>
                                  <a:pt x="77" y="542"/>
                                </a:lnTo>
                                <a:lnTo>
                                  <a:pt x="83" y="542"/>
                                </a:lnTo>
                                <a:lnTo>
                                  <a:pt x="90" y="542"/>
                                </a:lnTo>
                                <a:lnTo>
                                  <a:pt x="95" y="542"/>
                                </a:lnTo>
                                <a:lnTo>
                                  <a:pt x="100" y="540"/>
                                </a:lnTo>
                                <a:lnTo>
                                  <a:pt x="103" y="539"/>
                                </a:lnTo>
                                <a:lnTo>
                                  <a:pt x="106" y="536"/>
                                </a:lnTo>
                                <a:lnTo>
                                  <a:pt x="108" y="534"/>
                                </a:lnTo>
                                <a:lnTo>
                                  <a:pt x="109" y="529"/>
                                </a:lnTo>
                                <a:lnTo>
                                  <a:pt x="110" y="526"/>
                                </a:lnTo>
                                <a:lnTo>
                                  <a:pt x="110" y="523"/>
                                </a:lnTo>
                                <a:lnTo>
                                  <a:pt x="110" y="519"/>
                                </a:lnTo>
                                <a:lnTo>
                                  <a:pt x="110" y="515"/>
                                </a:lnTo>
                                <a:lnTo>
                                  <a:pt x="108" y="512"/>
                                </a:lnTo>
                                <a:lnTo>
                                  <a:pt x="107" y="509"/>
                                </a:lnTo>
                                <a:lnTo>
                                  <a:pt x="105" y="506"/>
                                </a:lnTo>
                                <a:lnTo>
                                  <a:pt x="102" y="504"/>
                                </a:lnTo>
                                <a:lnTo>
                                  <a:pt x="99" y="501"/>
                                </a:lnTo>
                                <a:lnTo>
                                  <a:pt x="95" y="500"/>
                                </a:lnTo>
                                <a:lnTo>
                                  <a:pt x="91" y="500"/>
                                </a:lnTo>
                                <a:lnTo>
                                  <a:pt x="88" y="500"/>
                                </a:lnTo>
                                <a:lnTo>
                                  <a:pt x="85" y="499"/>
                                </a:lnTo>
                                <a:lnTo>
                                  <a:pt x="82" y="497"/>
                                </a:lnTo>
                                <a:lnTo>
                                  <a:pt x="80" y="495"/>
                                </a:lnTo>
                                <a:lnTo>
                                  <a:pt x="77" y="491"/>
                                </a:lnTo>
                                <a:lnTo>
                                  <a:pt x="76" y="485"/>
                                </a:lnTo>
                                <a:lnTo>
                                  <a:pt x="77" y="479"/>
                                </a:lnTo>
                                <a:lnTo>
                                  <a:pt x="80" y="474"/>
                                </a:lnTo>
                                <a:lnTo>
                                  <a:pt x="82" y="472"/>
                                </a:lnTo>
                                <a:lnTo>
                                  <a:pt x="85" y="470"/>
                                </a:lnTo>
                                <a:lnTo>
                                  <a:pt x="88" y="469"/>
                                </a:lnTo>
                                <a:lnTo>
                                  <a:pt x="91" y="469"/>
                                </a:lnTo>
                                <a:lnTo>
                                  <a:pt x="99" y="470"/>
                                </a:lnTo>
                                <a:lnTo>
                                  <a:pt x="106" y="471"/>
                                </a:lnTo>
                                <a:lnTo>
                                  <a:pt x="113" y="474"/>
                                </a:lnTo>
                                <a:lnTo>
                                  <a:pt x="118" y="479"/>
                                </a:lnTo>
                                <a:lnTo>
                                  <a:pt x="125" y="483"/>
                                </a:lnTo>
                                <a:lnTo>
                                  <a:pt x="129" y="488"/>
                                </a:lnTo>
                                <a:lnTo>
                                  <a:pt x="134" y="495"/>
                                </a:lnTo>
                                <a:lnTo>
                                  <a:pt x="137" y="501"/>
                                </a:lnTo>
                                <a:lnTo>
                                  <a:pt x="141" y="508"/>
                                </a:lnTo>
                                <a:lnTo>
                                  <a:pt x="142" y="515"/>
                                </a:lnTo>
                                <a:lnTo>
                                  <a:pt x="143" y="522"/>
                                </a:lnTo>
                                <a:lnTo>
                                  <a:pt x="143" y="529"/>
                                </a:lnTo>
                                <a:lnTo>
                                  <a:pt x="142" y="537"/>
                                </a:lnTo>
                                <a:lnTo>
                                  <a:pt x="139" y="543"/>
                                </a:lnTo>
                                <a:lnTo>
                                  <a:pt x="135" y="550"/>
                                </a:lnTo>
                                <a:lnTo>
                                  <a:pt x="130" y="555"/>
                                </a:lnTo>
                                <a:lnTo>
                                  <a:pt x="121" y="563"/>
                                </a:lnTo>
                                <a:lnTo>
                                  <a:pt x="113" y="567"/>
                                </a:lnTo>
                                <a:lnTo>
                                  <a:pt x="104" y="572"/>
                                </a:lnTo>
                                <a:lnTo>
                                  <a:pt x="95" y="574"/>
                                </a:lnTo>
                                <a:lnTo>
                                  <a:pt x="87" y="574"/>
                                </a:lnTo>
                                <a:lnTo>
                                  <a:pt x="78" y="574"/>
                                </a:lnTo>
                                <a:lnTo>
                                  <a:pt x="69" y="572"/>
                                </a:lnTo>
                                <a:lnTo>
                                  <a:pt x="61" y="569"/>
                                </a:lnTo>
                                <a:lnTo>
                                  <a:pt x="53" y="565"/>
                                </a:lnTo>
                                <a:lnTo>
                                  <a:pt x="46" y="560"/>
                                </a:lnTo>
                                <a:lnTo>
                                  <a:pt x="38" y="554"/>
                                </a:lnTo>
                                <a:lnTo>
                                  <a:pt x="32" y="548"/>
                                </a:lnTo>
                                <a:lnTo>
                                  <a:pt x="26" y="540"/>
                                </a:lnTo>
                                <a:lnTo>
                                  <a:pt x="22" y="532"/>
                                </a:lnTo>
                                <a:lnTo>
                                  <a:pt x="18" y="523"/>
                                </a:lnTo>
                                <a:lnTo>
                                  <a:pt x="14" y="513"/>
                                </a:lnTo>
                                <a:lnTo>
                                  <a:pt x="12" y="500"/>
                                </a:lnTo>
                                <a:lnTo>
                                  <a:pt x="12" y="487"/>
                                </a:lnTo>
                                <a:lnTo>
                                  <a:pt x="13" y="475"/>
                                </a:lnTo>
                                <a:lnTo>
                                  <a:pt x="15" y="464"/>
                                </a:lnTo>
                                <a:lnTo>
                                  <a:pt x="20" y="452"/>
                                </a:lnTo>
                                <a:lnTo>
                                  <a:pt x="25" y="441"/>
                                </a:lnTo>
                                <a:lnTo>
                                  <a:pt x="32" y="429"/>
                                </a:lnTo>
                                <a:lnTo>
                                  <a:pt x="38" y="418"/>
                                </a:lnTo>
                                <a:lnTo>
                                  <a:pt x="54" y="398"/>
                                </a:lnTo>
                                <a:lnTo>
                                  <a:pt x="72" y="378"/>
                                </a:lnTo>
                                <a:lnTo>
                                  <a:pt x="89" y="359"/>
                                </a:lnTo>
                                <a:lnTo>
                                  <a:pt x="104" y="339"/>
                                </a:lnTo>
                                <a:lnTo>
                                  <a:pt x="108" y="333"/>
                                </a:lnTo>
                                <a:lnTo>
                                  <a:pt x="113" y="325"/>
                                </a:lnTo>
                                <a:lnTo>
                                  <a:pt x="117" y="318"/>
                                </a:lnTo>
                                <a:lnTo>
                                  <a:pt x="120" y="310"/>
                                </a:lnTo>
                                <a:lnTo>
                                  <a:pt x="125" y="295"/>
                                </a:lnTo>
                                <a:lnTo>
                                  <a:pt x="128" y="280"/>
                                </a:lnTo>
                                <a:lnTo>
                                  <a:pt x="128" y="265"/>
                                </a:lnTo>
                                <a:lnTo>
                                  <a:pt x="127" y="250"/>
                                </a:lnTo>
                                <a:lnTo>
                                  <a:pt x="123" y="235"/>
                                </a:lnTo>
                                <a:lnTo>
                                  <a:pt x="119" y="221"/>
                                </a:lnTo>
                                <a:lnTo>
                                  <a:pt x="113" y="207"/>
                                </a:lnTo>
                                <a:lnTo>
                                  <a:pt x="104" y="195"/>
                                </a:lnTo>
                                <a:lnTo>
                                  <a:pt x="94" y="183"/>
                                </a:lnTo>
                                <a:lnTo>
                                  <a:pt x="82" y="173"/>
                                </a:lnTo>
                                <a:lnTo>
                                  <a:pt x="69" y="164"/>
                                </a:lnTo>
                                <a:lnTo>
                                  <a:pt x="55" y="157"/>
                                </a:lnTo>
                                <a:lnTo>
                                  <a:pt x="48" y="155"/>
                                </a:lnTo>
                                <a:lnTo>
                                  <a:pt x="40" y="152"/>
                                </a:lnTo>
                                <a:lnTo>
                                  <a:pt x="33" y="150"/>
                                </a:lnTo>
                                <a:lnTo>
                                  <a:pt x="24" y="148"/>
                                </a:lnTo>
                                <a:lnTo>
                                  <a:pt x="22" y="149"/>
                                </a:lnTo>
                                <a:lnTo>
                                  <a:pt x="20" y="149"/>
                                </a:lnTo>
                                <a:lnTo>
                                  <a:pt x="17" y="148"/>
                                </a:lnTo>
                                <a:lnTo>
                                  <a:pt x="13" y="147"/>
                                </a:lnTo>
                                <a:lnTo>
                                  <a:pt x="10" y="147"/>
                                </a:lnTo>
                                <a:lnTo>
                                  <a:pt x="8" y="145"/>
                                </a:lnTo>
                                <a:lnTo>
                                  <a:pt x="6" y="144"/>
                                </a:lnTo>
                                <a:lnTo>
                                  <a:pt x="4" y="142"/>
                                </a:lnTo>
                                <a:lnTo>
                                  <a:pt x="1" y="136"/>
                                </a:lnTo>
                                <a:lnTo>
                                  <a:pt x="0" y="131"/>
                                </a:lnTo>
                                <a:lnTo>
                                  <a:pt x="1" y="126"/>
                                </a:lnTo>
                                <a:lnTo>
                                  <a:pt x="4" y="121"/>
                                </a:lnTo>
                                <a:lnTo>
                                  <a:pt x="6" y="119"/>
                                </a:lnTo>
                                <a:lnTo>
                                  <a:pt x="9" y="118"/>
                                </a:lnTo>
                                <a:lnTo>
                                  <a:pt x="11" y="117"/>
                                </a:lnTo>
                                <a:lnTo>
                                  <a:pt x="15" y="117"/>
                                </a:lnTo>
                                <a:lnTo>
                                  <a:pt x="20" y="117"/>
                                </a:lnTo>
                                <a:lnTo>
                                  <a:pt x="24" y="118"/>
                                </a:lnTo>
                                <a:lnTo>
                                  <a:pt x="35" y="116"/>
                                </a:lnTo>
                                <a:lnTo>
                                  <a:pt x="42" y="113"/>
                                </a:lnTo>
                                <a:lnTo>
                                  <a:pt x="50" y="108"/>
                                </a:lnTo>
                                <a:lnTo>
                                  <a:pt x="55" y="102"/>
                                </a:lnTo>
                                <a:lnTo>
                                  <a:pt x="60" y="95"/>
                                </a:lnTo>
                                <a:lnTo>
                                  <a:pt x="63" y="88"/>
                                </a:lnTo>
                                <a:lnTo>
                                  <a:pt x="64" y="80"/>
                                </a:lnTo>
                                <a:lnTo>
                                  <a:pt x="64" y="72"/>
                                </a:lnTo>
                                <a:lnTo>
                                  <a:pt x="63" y="64"/>
                                </a:lnTo>
                                <a:lnTo>
                                  <a:pt x="61" y="56"/>
                                </a:lnTo>
                                <a:lnTo>
                                  <a:pt x="56" y="49"/>
                                </a:lnTo>
                                <a:lnTo>
                                  <a:pt x="51" y="44"/>
                                </a:lnTo>
                                <a:lnTo>
                                  <a:pt x="45" y="38"/>
                                </a:lnTo>
                                <a:lnTo>
                                  <a:pt x="37" y="34"/>
                                </a:lnTo>
                                <a:lnTo>
                                  <a:pt x="28" y="32"/>
                                </a:lnTo>
                                <a:lnTo>
                                  <a:pt x="18" y="32"/>
                                </a:lnTo>
                                <a:lnTo>
                                  <a:pt x="14" y="31"/>
                                </a:lnTo>
                                <a:lnTo>
                                  <a:pt x="11" y="31"/>
                                </a:lnTo>
                                <a:lnTo>
                                  <a:pt x="8" y="28"/>
                                </a:lnTo>
                                <a:lnTo>
                                  <a:pt x="6" y="27"/>
                                </a:lnTo>
                                <a:lnTo>
                                  <a:pt x="4" y="22"/>
                                </a:lnTo>
                                <a:lnTo>
                                  <a:pt x="2" y="17"/>
                                </a:lnTo>
                                <a:lnTo>
                                  <a:pt x="4" y="11"/>
                                </a:lnTo>
                                <a:lnTo>
                                  <a:pt x="6" y="6"/>
                                </a:lnTo>
                                <a:lnTo>
                                  <a:pt x="8" y="4"/>
                                </a:lnTo>
                                <a:lnTo>
                                  <a:pt x="11" y="1"/>
                                </a:lnTo>
                                <a:lnTo>
                                  <a:pt x="14" y="0"/>
                                </a:lnTo>
                                <a:lnTo>
                                  <a:pt x="18" y="0"/>
                                </a:lnTo>
                                <a:lnTo>
                                  <a:pt x="25" y="0"/>
                                </a:lnTo>
                                <a:lnTo>
                                  <a:pt x="32" y="1"/>
                                </a:lnTo>
                                <a:lnTo>
                                  <a:pt x="39" y="2"/>
                                </a:lnTo>
                                <a:lnTo>
                                  <a:pt x="47" y="5"/>
                                </a:lnTo>
                                <a:lnTo>
                                  <a:pt x="53" y="8"/>
                                </a:lnTo>
                                <a:lnTo>
                                  <a:pt x="60" y="11"/>
                                </a:lnTo>
                                <a:lnTo>
                                  <a:pt x="66" y="14"/>
                                </a:lnTo>
                                <a:lnTo>
                                  <a:pt x="72" y="19"/>
                                </a:lnTo>
                                <a:lnTo>
                                  <a:pt x="77" y="24"/>
                                </a:lnTo>
                                <a:lnTo>
                                  <a:pt x="81" y="28"/>
                                </a:lnTo>
                                <a:lnTo>
                                  <a:pt x="86" y="35"/>
                                </a:lnTo>
                                <a:lnTo>
                                  <a:pt x="90" y="41"/>
                                </a:lnTo>
                                <a:lnTo>
                                  <a:pt x="92" y="48"/>
                                </a:lnTo>
                                <a:lnTo>
                                  <a:pt x="95" y="54"/>
                                </a:lnTo>
                                <a:lnTo>
                                  <a:pt x="96" y="62"/>
                                </a:lnTo>
                                <a:lnTo>
                                  <a:pt x="98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8" name="淘宝店chenying0907 9"/>
                        <wps:cNvSpPr>
                          <a:spLocks noEditPoints="1"/>
                        </wps:cNvSpPr>
                        <wps:spPr bwMode="auto">
                          <a:xfrm>
                            <a:off x="46037" y="285750"/>
                            <a:ext cx="73025" cy="73025"/>
                          </a:xfrm>
                          <a:custGeom>
                            <a:avLst/>
                            <a:gdLst>
                              <a:gd name="T0" fmla="*/ 137 w 138"/>
                              <a:gd name="T1" fmla="*/ 75 h 138"/>
                              <a:gd name="T2" fmla="*/ 135 w 138"/>
                              <a:gd name="T3" fmla="*/ 89 h 138"/>
                              <a:gd name="T4" fmla="*/ 129 w 138"/>
                              <a:gd name="T5" fmla="*/ 101 h 138"/>
                              <a:gd name="T6" fmla="*/ 122 w 138"/>
                              <a:gd name="T7" fmla="*/ 112 h 138"/>
                              <a:gd name="T8" fmla="*/ 112 w 138"/>
                              <a:gd name="T9" fmla="*/ 122 h 138"/>
                              <a:gd name="T10" fmla="*/ 101 w 138"/>
                              <a:gd name="T11" fmla="*/ 129 h 138"/>
                              <a:gd name="T12" fmla="*/ 90 w 138"/>
                              <a:gd name="T13" fmla="*/ 135 h 138"/>
                              <a:gd name="T14" fmla="*/ 75 w 138"/>
                              <a:gd name="T15" fmla="*/ 137 h 138"/>
                              <a:gd name="T16" fmla="*/ 61 w 138"/>
                              <a:gd name="T17" fmla="*/ 137 h 138"/>
                              <a:gd name="T18" fmla="*/ 48 w 138"/>
                              <a:gd name="T19" fmla="*/ 135 h 138"/>
                              <a:gd name="T20" fmla="*/ 36 w 138"/>
                              <a:gd name="T21" fmla="*/ 129 h 138"/>
                              <a:gd name="T22" fmla="*/ 25 w 138"/>
                              <a:gd name="T23" fmla="*/ 122 h 138"/>
                              <a:gd name="T24" fmla="*/ 15 w 138"/>
                              <a:gd name="T25" fmla="*/ 112 h 138"/>
                              <a:gd name="T26" fmla="*/ 7 w 138"/>
                              <a:gd name="T27" fmla="*/ 101 h 138"/>
                              <a:gd name="T28" fmla="*/ 2 w 138"/>
                              <a:gd name="T29" fmla="*/ 89 h 138"/>
                              <a:gd name="T30" fmla="*/ 0 w 138"/>
                              <a:gd name="T31" fmla="*/ 75 h 138"/>
                              <a:gd name="T32" fmla="*/ 0 w 138"/>
                              <a:gd name="T33" fmla="*/ 61 h 138"/>
                              <a:gd name="T34" fmla="*/ 2 w 138"/>
                              <a:gd name="T35" fmla="*/ 48 h 138"/>
                              <a:gd name="T36" fmla="*/ 7 w 138"/>
                              <a:gd name="T37" fmla="*/ 35 h 138"/>
                              <a:gd name="T38" fmla="*/ 15 w 138"/>
                              <a:gd name="T39" fmla="*/ 25 h 138"/>
                              <a:gd name="T40" fmla="*/ 25 w 138"/>
                              <a:gd name="T41" fmla="*/ 15 h 138"/>
                              <a:gd name="T42" fmla="*/ 36 w 138"/>
                              <a:gd name="T43" fmla="*/ 7 h 138"/>
                              <a:gd name="T44" fmla="*/ 48 w 138"/>
                              <a:gd name="T45" fmla="*/ 3 h 138"/>
                              <a:gd name="T46" fmla="*/ 61 w 138"/>
                              <a:gd name="T47" fmla="*/ 0 h 138"/>
                              <a:gd name="T48" fmla="*/ 75 w 138"/>
                              <a:gd name="T49" fmla="*/ 0 h 138"/>
                              <a:gd name="T50" fmla="*/ 90 w 138"/>
                              <a:gd name="T51" fmla="*/ 3 h 138"/>
                              <a:gd name="T52" fmla="*/ 101 w 138"/>
                              <a:gd name="T53" fmla="*/ 7 h 138"/>
                              <a:gd name="T54" fmla="*/ 112 w 138"/>
                              <a:gd name="T55" fmla="*/ 15 h 138"/>
                              <a:gd name="T56" fmla="*/ 122 w 138"/>
                              <a:gd name="T57" fmla="*/ 25 h 138"/>
                              <a:gd name="T58" fmla="*/ 129 w 138"/>
                              <a:gd name="T59" fmla="*/ 35 h 138"/>
                              <a:gd name="T60" fmla="*/ 135 w 138"/>
                              <a:gd name="T61" fmla="*/ 48 h 138"/>
                              <a:gd name="T62" fmla="*/ 137 w 138"/>
                              <a:gd name="T63" fmla="*/ 61 h 138"/>
                              <a:gd name="T64" fmla="*/ 30 w 138"/>
                              <a:gd name="T65" fmla="*/ 69 h 138"/>
                              <a:gd name="T66" fmla="*/ 31 w 138"/>
                              <a:gd name="T67" fmla="*/ 77 h 138"/>
                              <a:gd name="T68" fmla="*/ 37 w 138"/>
                              <a:gd name="T69" fmla="*/ 89 h 138"/>
                              <a:gd name="T70" fmla="*/ 47 w 138"/>
                              <a:gd name="T71" fmla="*/ 100 h 138"/>
                              <a:gd name="T72" fmla="*/ 60 w 138"/>
                              <a:gd name="T73" fmla="*/ 106 h 138"/>
                              <a:gd name="T74" fmla="*/ 77 w 138"/>
                              <a:gd name="T75" fmla="*/ 106 h 138"/>
                              <a:gd name="T76" fmla="*/ 90 w 138"/>
                              <a:gd name="T77" fmla="*/ 100 h 138"/>
                              <a:gd name="T78" fmla="*/ 100 w 138"/>
                              <a:gd name="T79" fmla="*/ 89 h 138"/>
                              <a:gd name="T80" fmla="*/ 106 w 138"/>
                              <a:gd name="T81" fmla="*/ 77 h 138"/>
                              <a:gd name="T82" fmla="*/ 106 w 138"/>
                              <a:gd name="T83" fmla="*/ 61 h 138"/>
                              <a:gd name="T84" fmla="*/ 100 w 138"/>
                              <a:gd name="T85" fmla="*/ 47 h 138"/>
                              <a:gd name="T86" fmla="*/ 90 w 138"/>
                              <a:gd name="T87" fmla="*/ 37 h 138"/>
                              <a:gd name="T88" fmla="*/ 77 w 138"/>
                              <a:gd name="T89" fmla="*/ 31 h 138"/>
                              <a:gd name="T90" fmla="*/ 60 w 138"/>
                              <a:gd name="T91" fmla="*/ 31 h 138"/>
                              <a:gd name="T92" fmla="*/ 47 w 138"/>
                              <a:gd name="T93" fmla="*/ 37 h 138"/>
                              <a:gd name="T94" fmla="*/ 37 w 138"/>
                              <a:gd name="T95" fmla="*/ 47 h 138"/>
                              <a:gd name="T96" fmla="*/ 31 w 138"/>
                              <a:gd name="T97" fmla="*/ 61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38" y="69"/>
                                </a:move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89"/>
                                </a:lnTo>
                                <a:lnTo>
                                  <a:pt x="133" y="96"/>
                                </a:lnTo>
                                <a:lnTo>
                                  <a:pt x="129" y="101"/>
                                </a:lnTo>
                                <a:lnTo>
                                  <a:pt x="126" y="107"/>
                                </a:lnTo>
                                <a:lnTo>
                                  <a:pt x="122" y="112"/>
                                </a:lnTo>
                                <a:lnTo>
                                  <a:pt x="118" y="118"/>
                                </a:lnTo>
                                <a:lnTo>
                                  <a:pt x="112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1" y="129"/>
                                </a:lnTo>
                                <a:lnTo>
                                  <a:pt x="95" y="133"/>
                                </a:lnTo>
                                <a:lnTo>
                                  <a:pt x="90" y="135"/>
                                </a:lnTo>
                                <a:lnTo>
                                  <a:pt x="82" y="136"/>
                                </a:lnTo>
                                <a:lnTo>
                                  <a:pt x="75" y="137"/>
                                </a:lnTo>
                                <a:lnTo>
                                  <a:pt x="69" y="138"/>
                                </a:lnTo>
                                <a:lnTo>
                                  <a:pt x="61" y="137"/>
                                </a:lnTo>
                                <a:lnTo>
                                  <a:pt x="55" y="136"/>
                                </a:lnTo>
                                <a:lnTo>
                                  <a:pt x="48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19" y="118"/>
                                </a:lnTo>
                                <a:lnTo>
                                  <a:pt x="15" y="112"/>
                                </a:lnTo>
                                <a:lnTo>
                                  <a:pt x="11" y="107"/>
                                </a:lnTo>
                                <a:lnTo>
                                  <a:pt x="7" y="101"/>
                                </a:lnTo>
                                <a:lnTo>
                                  <a:pt x="5" y="96"/>
                                </a:lnTo>
                                <a:lnTo>
                                  <a:pt x="2" y="89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8"/>
                                </a:lnTo>
                                <a:lnTo>
                                  <a:pt x="5" y="42"/>
                                </a:lnTo>
                                <a:lnTo>
                                  <a:pt x="7" y="35"/>
                                </a:lnTo>
                                <a:lnTo>
                                  <a:pt x="11" y="30"/>
                                </a:lnTo>
                                <a:lnTo>
                                  <a:pt x="15" y="25"/>
                                </a:lnTo>
                                <a:lnTo>
                                  <a:pt x="19" y="19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7"/>
                                </a:lnTo>
                                <a:lnTo>
                                  <a:pt x="42" y="5"/>
                                </a:lnTo>
                                <a:lnTo>
                                  <a:pt x="48" y="3"/>
                                </a:lnTo>
                                <a:lnTo>
                                  <a:pt x="55" y="1"/>
                                </a:lnTo>
                                <a:lnTo>
                                  <a:pt x="61" y="0"/>
                                </a:lnTo>
                                <a:lnTo>
                                  <a:pt x="69" y="0"/>
                                </a:lnTo>
                                <a:lnTo>
                                  <a:pt x="75" y="0"/>
                                </a:lnTo>
                                <a:lnTo>
                                  <a:pt x="82" y="1"/>
                                </a:lnTo>
                                <a:lnTo>
                                  <a:pt x="90" y="3"/>
                                </a:lnTo>
                                <a:lnTo>
                                  <a:pt x="95" y="5"/>
                                </a:lnTo>
                                <a:lnTo>
                                  <a:pt x="101" y="7"/>
                                </a:lnTo>
                                <a:lnTo>
                                  <a:pt x="107" y="12"/>
                                </a:lnTo>
                                <a:lnTo>
                                  <a:pt x="112" y="15"/>
                                </a:lnTo>
                                <a:lnTo>
                                  <a:pt x="118" y="19"/>
                                </a:lnTo>
                                <a:lnTo>
                                  <a:pt x="122" y="25"/>
                                </a:lnTo>
                                <a:lnTo>
                                  <a:pt x="126" y="30"/>
                                </a:lnTo>
                                <a:lnTo>
                                  <a:pt x="129" y="35"/>
                                </a:lnTo>
                                <a:lnTo>
                                  <a:pt x="133" y="42"/>
                                </a:lnTo>
                                <a:lnTo>
                                  <a:pt x="135" y="48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close/>
                                <a:moveTo>
                                  <a:pt x="30" y="69"/>
                                </a:moveTo>
                                <a:lnTo>
                                  <a:pt x="30" y="69"/>
                                </a:lnTo>
                                <a:lnTo>
                                  <a:pt x="31" y="77"/>
                                </a:lnTo>
                                <a:lnTo>
                                  <a:pt x="33" y="83"/>
                                </a:lnTo>
                                <a:lnTo>
                                  <a:pt x="37" y="89"/>
                                </a:lnTo>
                                <a:lnTo>
                                  <a:pt x="42" y="96"/>
                                </a:lnTo>
                                <a:lnTo>
                                  <a:pt x="47" y="100"/>
                                </a:lnTo>
                                <a:lnTo>
                                  <a:pt x="54" y="104"/>
                                </a:lnTo>
                                <a:lnTo>
                                  <a:pt x="60" y="106"/>
                                </a:lnTo>
                                <a:lnTo>
                                  <a:pt x="69" y="107"/>
                                </a:lnTo>
                                <a:lnTo>
                                  <a:pt x="77" y="106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0" y="89"/>
                                </a:lnTo>
                                <a:lnTo>
                                  <a:pt x="104" y="83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0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7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0"/>
                                </a:lnTo>
                                <a:lnTo>
                                  <a:pt x="60" y="31"/>
                                </a:lnTo>
                                <a:lnTo>
                                  <a:pt x="54" y="33"/>
                                </a:lnTo>
                                <a:lnTo>
                                  <a:pt x="47" y="37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3" y="54"/>
                                </a:lnTo>
                                <a:lnTo>
                                  <a:pt x="31" y="61"/>
                                </a:lnTo>
                                <a:lnTo>
                                  <a:pt x="30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49" name="淘宝店chenying0907 10"/>
                        <wps:cNvSpPr/>
                        <wps:spPr bwMode="auto">
                          <a:xfrm>
                            <a:off x="169862" y="77788"/>
                            <a:ext cx="796925" cy="19050"/>
                          </a:xfrm>
                          <a:custGeom>
                            <a:avLst/>
                            <a:gdLst>
                              <a:gd name="T0" fmla="*/ 19 w 1507"/>
                              <a:gd name="T1" fmla="*/ 0 h 36"/>
                              <a:gd name="T2" fmla="*/ 1488 w 1507"/>
                              <a:gd name="T3" fmla="*/ 0 h 36"/>
                              <a:gd name="T4" fmla="*/ 1492 w 1507"/>
                              <a:gd name="T5" fmla="*/ 0 h 36"/>
                              <a:gd name="T6" fmla="*/ 1495 w 1507"/>
                              <a:gd name="T7" fmla="*/ 1 h 36"/>
                              <a:gd name="T8" fmla="*/ 1498 w 1507"/>
                              <a:gd name="T9" fmla="*/ 3 h 36"/>
                              <a:gd name="T10" fmla="*/ 1501 w 1507"/>
                              <a:gd name="T11" fmla="*/ 5 h 36"/>
                              <a:gd name="T12" fmla="*/ 1504 w 1507"/>
                              <a:gd name="T13" fmla="*/ 7 h 36"/>
                              <a:gd name="T14" fmla="*/ 1506 w 1507"/>
                              <a:gd name="T15" fmla="*/ 10 h 36"/>
                              <a:gd name="T16" fmla="*/ 1507 w 1507"/>
                              <a:gd name="T17" fmla="*/ 14 h 36"/>
                              <a:gd name="T18" fmla="*/ 1507 w 1507"/>
                              <a:gd name="T19" fmla="*/ 18 h 36"/>
                              <a:gd name="T20" fmla="*/ 1507 w 1507"/>
                              <a:gd name="T21" fmla="*/ 21 h 36"/>
                              <a:gd name="T22" fmla="*/ 1506 w 1507"/>
                              <a:gd name="T23" fmla="*/ 26 h 36"/>
                              <a:gd name="T24" fmla="*/ 1504 w 1507"/>
                              <a:gd name="T25" fmla="*/ 29 h 36"/>
                              <a:gd name="T26" fmla="*/ 1501 w 1507"/>
                              <a:gd name="T27" fmla="*/ 31 h 36"/>
                              <a:gd name="T28" fmla="*/ 1498 w 1507"/>
                              <a:gd name="T29" fmla="*/ 33 h 36"/>
                              <a:gd name="T30" fmla="*/ 1495 w 1507"/>
                              <a:gd name="T31" fmla="*/ 35 h 36"/>
                              <a:gd name="T32" fmla="*/ 1492 w 1507"/>
                              <a:gd name="T33" fmla="*/ 36 h 36"/>
                              <a:gd name="T34" fmla="*/ 1488 w 1507"/>
                              <a:gd name="T35" fmla="*/ 36 h 36"/>
                              <a:gd name="T36" fmla="*/ 19 w 1507"/>
                              <a:gd name="T37" fmla="*/ 36 h 36"/>
                              <a:gd name="T38" fmla="*/ 15 w 1507"/>
                              <a:gd name="T39" fmla="*/ 36 h 36"/>
                              <a:gd name="T40" fmla="*/ 11 w 1507"/>
                              <a:gd name="T41" fmla="*/ 35 h 36"/>
                              <a:gd name="T42" fmla="*/ 8 w 1507"/>
                              <a:gd name="T43" fmla="*/ 33 h 36"/>
                              <a:gd name="T44" fmla="*/ 6 w 1507"/>
                              <a:gd name="T45" fmla="*/ 31 h 36"/>
                              <a:gd name="T46" fmla="*/ 3 w 1507"/>
                              <a:gd name="T47" fmla="*/ 29 h 36"/>
                              <a:gd name="T48" fmla="*/ 1 w 1507"/>
                              <a:gd name="T49" fmla="*/ 26 h 36"/>
                              <a:gd name="T50" fmla="*/ 0 w 1507"/>
                              <a:gd name="T51" fmla="*/ 21 h 36"/>
                              <a:gd name="T52" fmla="*/ 0 w 1507"/>
                              <a:gd name="T53" fmla="*/ 18 h 36"/>
                              <a:gd name="T54" fmla="*/ 0 w 1507"/>
                              <a:gd name="T55" fmla="*/ 14 h 36"/>
                              <a:gd name="T56" fmla="*/ 1 w 1507"/>
                              <a:gd name="T57" fmla="*/ 10 h 36"/>
                              <a:gd name="T58" fmla="*/ 3 w 1507"/>
                              <a:gd name="T59" fmla="*/ 7 h 36"/>
                              <a:gd name="T60" fmla="*/ 6 w 1507"/>
                              <a:gd name="T61" fmla="*/ 5 h 36"/>
                              <a:gd name="T62" fmla="*/ 8 w 1507"/>
                              <a:gd name="T63" fmla="*/ 3 h 36"/>
                              <a:gd name="T64" fmla="*/ 11 w 1507"/>
                              <a:gd name="T65" fmla="*/ 1 h 36"/>
                              <a:gd name="T66" fmla="*/ 15 w 1507"/>
                              <a:gd name="T67" fmla="*/ 0 h 36"/>
                              <a:gd name="T68" fmla="*/ 19 w 1507"/>
                              <a:gd name="T69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07" h="36">
                                <a:moveTo>
                                  <a:pt x="19" y="0"/>
                                </a:moveTo>
                                <a:lnTo>
                                  <a:pt x="1488" y="0"/>
                                </a:lnTo>
                                <a:lnTo>
                                  <a:pt x="1492" y="0"/>
                                </a:lnTo>
                                <a:lnTo>
                                  <a:pt x="1495" y="1"/>
                                </a:lnTo>
                                <a:lnTo>
                                  <a:pt x="1498" y="3"/>
                                </a:lnTo>
                                <a:lnTo>
                                  <a:pt x="1501" y="5"/>
                                </a:lnTo>
                                <a:lnTo>
                                  <a:pt x="1504" y="7"/>
                                </a:lnTo>
                                <a:lnTo>
                                  <a:pt x="1506" y="10"/>
                                </a:lnTo>
                                <a:lnTo>
                                  <a:pt x="1507" y="14"/>
                                </a:lnTo>
                                <a:lnTo>
                                  <a:pt x="1507" y="18"/>
                                </a:lnTo>
                                <a:lnTo>
                                  <a:pt x="1507" y="21"/>
                                </a:lnTo>
                                <a:lnTo>
                                  <a:pt x="1506" y="26"/>
                                </a:lnTo>
                                <a:lnTo>
                                  <a:pt x="1504" y="29"/>
                                </a:lnTo>
                                <a:lnTo>
                                  <a:pt x="1501" y="31"/>
                                </a:lnTo>
                                <a:lnTo>
                                  <a:pt x="1498" y="33"/>
                                </a:lnTo>
                                <a:lnTo>
                                  <a:pt x="1495" y="35"/>
                                </a:lnTo>
                                <a:lnTo>
                                  <a:pt x="1492" y="36"/>
                                </a:lnTo>
                                <a:lnTo>
                                  <a:pt x="1488" y="36"/>
                                </a:lnTo>
                                <a:lnTo>
                                  <a:pt x="19" y="36"/>
                                </a:lnTo>
                                <a:lnTo>
                                  <a:pt x="15" y="36"/>
                                </a:lnTo>
                                <a:lnTo>
                                  <a:pt x="11" y="35"/>
                                </a:lnTo>
                                <a:lnTo>
                                  <a:pt x="8" y="33"/>
                                </a:lnTo>
                                <a:lnTo>
                                  <a:pt x="6" y="31"/>
                                </a:lnTo>
                                <a:lnTo>
                                  <a:pt x="3" y="29"/>
                                </a:lnTo>
                                <a:lnTo>
                                  <a:pt x="1" y="26"/>
                                </a:lnTo>
                                <a:lnTo>
                                  <a:pt x="0" y="21"/>
                                </a:lnTo>
                                <a:lnTo>
                                  <a:pt x="0" y="18"/>
                                </a:lnTo>
                                <a:lnTo>
                                  <a:pt x="0" y="14"/>
                                </a:lnTo>
                                <a:lnTo>
                                  <a:pt x="1" y="10"/>
                                </a:lnTo>
                                <a:lnTo>
                                  <a:pt x="3" y="7"/>
                                </a:lnTo>
                                <a:lnTo>
                                  <a:pt x="6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0" name="淘宝店chenying0907 11"/>
                        <wps:cNvSpPr/>
                        <wps:spPr bwMode="auto">
                          <a:xfrm>
                            <a:off x="180975" y="84138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93 h 158"/>
                              <a:gd name="T2" fmla="*/ 124 w 573"/>
                              <a:gd name="T3" fmla="*/ 76 h 158"/>
                              <a:gd name="T4" fmla="*/ 150 w 573"/>
                              <a:gd name="T5" fmla="*/ 103 h 158"/>
                              <a:gd name="T6" fmla="*/ 189 w 573"/>
                              <a:gd name="T7" fmla="*/ 137 h 158"/>
                              <a:gd name="T8" fmla="*/ 237 w 573"/>
                              <a:gd name="T9" fmla="*/ 155 h 158"/>
                              <a:gd name="T10" fmla="*/ 291 w 573"/>
                              <a:gd name="T11" fmla="*/ 156 h 158"/>
                              <a:gd name="T12" fmla="*/ 334 w 573"/>
                              <a:gd name="T13" fmla="*/ 142 h 158"/>
                              <a:gd name="T14" fmla="*/ 406 w 573"/>
                              <a:gd name="T15" fmla="*/ 86 h 158"/>
                              <a:gd name="T16" fmla="*/ 468 w 573"/>
                              <a:gd name="T17" fmla="*/ 46 h 158"/>
                              <a:gd name="T18" fmla="*/ 514 w 573"/>
                              <a:gd name="T19" fmla="*/ 46 h 158"/>
                              <a:gd name="T20" fmla="*/ 538 w 573"/>
                              <a:gd name="T21" fmla="*/ 64 h 158"/>
                              <a:gd name="T22" fmla="*/ 542 w 573"/>
                              <a:gd name="T23" fmla="*/ 88 h 158"/>
                              <a:gd name="T24" fmla="*/ 535 w 573"/>
                              <a:gd name="T25" fmla="*/ 106 h 158"/>
                              <a:gd name="T26" fmla="*/ 522 w 573"/>
                              <a:gd name="T27" fmla="*/ 110 h 158"/>
                              <a:gd name="T28" fmla="*/ 508 w 573"/>
                              <a:gd name="T29" fmla="*/ 106 h 158"/>
                              <a:gd name="T30" fmla="*/ 500 w 573"/>
                              <a:gd name="T31" fmla="*/ 95 h 158"/>
                              <a:gd name="T32" fmla="*/ 496 w 573"/>
                              <a:gd name="T33" fmla="*/ 81 h 158"/>
                              <a:gd name="T34" fmla="*/ 478 w 573"/>
                              <a:gd name="T35" fmla="*/ 76 h 158"/>
                              <a:gd name="T36" fmla="*/ 468 w 573"/>
                              <a:gd name="T37" fmla="*/ 87 h 158"/>
                              <a:gd name="T38" fmla="*/ 474 w 573"/>
                              <a:gd name="T39" fmla="*/ 111 h 158"/>
                              <a:gd name="T40" fmla="*/ 494 w 573"/>
                              <a:gd name="T41" fmla="*/ 133 h 158"/>
                              <a:gd name="T42" fmla="*/ 521 w 573"/>
                              <a:gd name="T43" fmla="*/ 142 h 158"/>
                              <a:gd name="T44" fmla="*/ 549 w 573"/>
                              <a:gd name="T45" fmla="*/ 134 h 158"/>
                              <a:gd name="T46" fmla="*/ 571 w 573"/>
                              <a:gd name="T47" fmla="*/ 103 h 158"/>
                              <a:gd name="T48" fmla="*/ 571 w 573"/>
                              <a:gd name="T49" fmla="*/ 69 h 158"/>
                              <a:gd name="T50" fmla="*/ 554 w 573"/>
                              <a:gd name="T51" fmla="*/ 37 h 158"/>
                              <a:gd name="T52" fmla="*/ 522 w 573"/>
                              <a:gd name="T53" fmla="*/ 17 h 158"/>
                              <a:gd name="T54" fmla="*/ 475 w 573"/>
                              <a:gd name="T55" fmla="*/ 13 h 158"/>
                              <a:gd name="T56" fmla="*/ 428 w 573"/>
                              <a:gd name="T57" fmla="*/ 31 h 158"/>
                              <a:gd name="T58" fmla="*/ 358 w 573"/>
                              <a:gd name="T59" fmla="*/ 87 h 158"/>
                              <a:gd name="T60" fmla="*/ 317 w 573"/>
                              <a:gd name="T61" fmla="*/ 116 h 158"/>
                              <a:gd name="T62" fmla="*/ 264 w 573"/>
                              <a:gd name="T63" fmla="*/ 127 h 158"/>
                              <a:gd name="T64" fmla="*/ 206 w 573"/>
                              <a:gd name="T65" fmla="*/ 111 h 158"/>
                              <a:gd name="T66" fmla="*/ 164 w 573"/>
                              <a:gd name="T67" fmla="*/ 69 h 158"/>
                              <a:gd name="T68" fmla="*/ 150 w 573"/>
                              <a:gd name="T69" fmla="*/ 31 h 158"/>
                              <a:gd name="T70" fmla="*/ 148 w 573"/>
                              <a:gd name="T71" fmla="*/ 16 h 158"/>
                              <a:gd name="T72" fmla="*/ 143 w 573"/>
                              <a:gd name="T73" fmla="*/ 4 h 158"/>
                              <a:gd name="T74" fmla="*/ 125 w 573"/>
                              <a:gd name="T75" fmla="*/ 1 h 158"/>
                              <a:gd name="T76" fmla="*/ 116 w 573"/>
                              <a:gd name="T77" fmla="*/ 10 h 158"/>
                              <a:gd name="T78" fmla="*/ 115 w 573"/>
                              <a:gd name="T79" fmla="*/ 33 h 158"/>
                              <a:gd name="T80" fmla="*/ 95 w 573"/>
                              <a:gd name="T81" fmla="*/ 59 h 158"/>
                              <a:gd name="T82" fmla="*/ 63 w 573"/>
                              <a:gd name="T83" fmla="*/ 62 h 158"/>
                              <a:gd name="T84" fmla="*/ 37 w 573"/>
                              <a:gd name="T85" fmla="*/ 44 h 158"/>
                              <a:gd name="T86" fmla="*/ 30 w 573"/>
                              <a:gd name="T87" fmla="*/ 13 h 158"/>
                              <a:gd name="T88" fmla="*/ 21 w 573"/>
                              <a:gd name="T89" fmla="*/ 3 h 158"/>
                              <a:gd name="T90" fmla="*/ 3 w 573"/>
                              <a:gd name="T91" fmla="*/ 7 h 158"/>
                              <a:gd name="T92" fmla="*/ 0 w 573"/>
                              <a:gd name="T93" fmla="*/ 23 h 158"/>
                              <a:gd name="T94" fmla="*/ 6 w 573"/>
                              <a:gd name="T95" fmla="*/ 53 h 158"/>
                              <a:gd name="T96" fmla="*/ 23 w 573"/>
                              <a:gd name="T97" fmla="*/ 76 h 158"/>
                              <a:gd name="T98" fmla="*/ 47 w 573"/>
                              <a:gd name="T99" fmla="*/ 91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58">
                                <a:moveTo>
                                  <a:pt x="69" y="96"/>
                                </a:moveTo>
                                <a:lnTo>
                                  <a:pt x="79" y="96"/>
                                </a:lnTo>
                                <a:lnTo>
                                  <a:pt x="87" y="95"/>
                                </a:lnTo>
                                <a:lnTo>
                                  <a:pt x="96" y="93"/>
                                </a:lnTo>
                                <a:lnTo>
                                  <a:pt x="103" y="89"/>
                                </a:lnTo>
                                <a:lnTo>
                                  <a:pt x="111" y="86"/>
                                </a:lnTo>
                                <a:lnTo>
                                  <a:pt x="117" y="81"/>
                                </a:lnTo>
                                <a:lnTo>
                                  <a:pt x="124" y="76"/>
                                </a:lnTo>
                                <a:lnTo>
                                  <a:pt x="129" y="70"/>
                                </a:lnTo>
                                <a:lnTo>
                                  <a:pt x="136" y="82"/>
                                </a:lnTo>
                                <a:lnTo>
                                  <a:pt x="142" y="93"/>
                                </a:lnTo>
                                <a:lnTo>
                                  <a:pt x="150" y="103"/>
                                </a:lnTo>
                                <a:lnTo>
                                  <a:pt x="158" y="113"/>
                                </a:lnTo>
                                <a:lnTo>
                                  <a:pt x="168" y="122"/>
                                </a:lnTo>
                                <a:lnTo>
                                  <a:pt x="178" y="130"/>
                                </a:lnTo>
                                <a:lnTo>
                                  <a:pt x="189" y="137"/>
                                </a:lnTo>
                                <a:lnTo>
                                  <a:pt x="201" y="143"/>
                                </a:lnTo>
                                <a:lnTo>
                                  <a:pt x="212" y="149"/>
                                </a:lnTo>
                                <a:lnTo>
                                  <a:pt x="224" y="153"/>
                                </a:lnTo>
                                <a:lnTo>
                                  <a:pt x="237" y="155"/>
                                </a:lnTo>
                                <a:lnTo>
                                  <a:pt x="250" y="157"/>
                                </a:lnTo>
                                <a:lnTo>
                                  <a:pt x="264" y="158"/>
                                </a:lnTo>
                                <a:lnTo>
                                  <a:pt x="278" y="158"/>
                                </a:lnTo>
                                <a:lnTo>
                                  <a:pt x="291" y="156"/>
                                </a:lnTo>
                                <a:lnTo>
                                  <a:pt x="306" y="153"/>
                                </a:lnTo>
                                <a:lnTo>
                                  <a:pt x="316" y="151"/>
                                </a:lnTo>
                                <a:lnTo>
                                  <a:pt x="325" y="147"/>
                                </a:lnTo>
                                <a:lnTo>
                                  <a:pt x="334" y="142"/>
                                </a:lnTo>
                                <a:lnTo>
                                  <a:pt x="343" y="138"/>
                                </a:lnTo>
                                <a:lnTo>
                                  <a:pt x="359" y="126"/>
                                </a:lnTo>
                                <a:lnTo>
                                  <a:pt x="376" y="114"/>
                                </a:lnTo>
                                <a:lnTo>
                                  <a:pt x="406" y="86"/>
                                </a:lnTo>
                                <a:lnTo>
                                  <a:pt x="437" y="61"/>
                                </a:lnTo>
                                <a:lnTo>
                                  <a:pt x="448" y="56"/>
                                </a:lnTo>
                                <a:lnTo>
                                  <a:pt x="458" y="50"/>
                                </a:lnTo>
                                <a:lnTo>
                                  <a:pt x="468" y="46"/>
                                </a:lnTo>
                                <a:lnTo>
                                  <a:pt x="480" y="44"/>
                                </a:lnTo>
                                <a:lnTo>
                                  <a:pt x="491" y="43"/>
                                </a:lnTo>
                                <a:lnTo>
                                  <a:pt x="502" y="44"/>
                                </a:lnTo>
                                <a:lnTo>
                                  <a:pt x="514" y="46"/>
                                </a:lnTo>
                                <a:lnTo>
                                  <a:pt x="525" y="52"/>
                                </a:lnTo>
                                <a:lnTo>
                                  <a:pt x="530" y="55"/>
                                </a:lnTo>
                                <a:lnTo>
                                  <a:pt x="534" y="59"/>
                                </a:lnTo>
                                <a:lnTo>
                                  <a:pt x="538" y="64"/>
                                </a:lnTo>
                                <a:lnTo>
                                  <a:pt x="540" y="70"/>
                                </a:lnTo>
                                <a:lnTo>
                                  <a:pt x="542" y="76"/>
                                </a:lnTo>
                                <a:lnTo>
                                  <a:pt x="542" y="83"/>
                                </a:lnTo>
                                <a:lnTo>
                                  <a:pt x="542" y="88"/>
                                </a:lnTo>
                                <a:lnTo>
                                  <a:pt x="541" y="95"/>
                                </a:lnTo>
                                <a:lnTo>
                                  <a:pt x="540" y="99"/>
                                </a:lnTo>
                                <a:lnTo>
                                  <a:pt x="538" y="102"/>
                                </a:lnTo>
                                <a:lnTo>
                                  <a:pt x="535" y="106"/>
                                </a:lnTo>
                                <a:lnTo>
                                  <a:pt x="532" y="108"/>
                                </a:lnTo>
                                <a:lnTo>
                                  <a:pt x="529" y="109"/>
                                </a:lnTo>
                                <a:lnTo>
                                  <a:pt x="526" y="110"/>
                                </a:lnTo>
                                <a:lnTo>
                                  <a:pt x="522" y="110"/>
                                </a:lnTo>
                                <a:lnTo>
                                  <a:pt x="518" y="110"/>
                                </a:lnTo>
                                <a:lnTo>
                                  <a:pt x="515" y="109"/>
                                </a:lnTo>
                                <a:lnTo>
                                  <a:pt x="512" y="108"/>
                                </a:lnTo>
                                <a:lnTo>
                                  <a:pt x="508" y="106"/>
                                </a:lnTo>
                                <a:lnTo>
                                  <a:pt x="505" y="103"/>
                                </a:lnTo>
                                <a:lnTo>
                                  <a:pt x="503" y="101"/>
                                </a:lnTo>
                                <a:lnTo>
                                  <a:pt x="501" y="98"/>
                                </a:lnTo>
                                <a:lnTo>
                                  <a:pt x="500" y="95"/>
                                </a:lnTo>
                                <a:lnTo>
                                  <a:pt x="500" y="90"/>
                                </a:lnTo>
                                <a:lnTo>
                                  <a:pt x="499" y="87"/>
                                </a:lnTo>
                                <a:lnTo>
                                  <a:pt x="499" y="84"/>
                                </a:lnTo>
                                <a:lnTo>
                                  <a:pt x="496" y="81"/>
                                </a:lnTo>
                                <a:lnTo>
                                  <a:pt x="494" y="80"/>
                                </a:lnTo>
                                <a:lnTo>
                                  <a:pt x="490" y="76"/>
                                </a:lnTo>
                                <a:lnTo>
                                  <a:pt x="484" y="75"/>
                                </a:lnTo>
                                <a:lnTo>
                                  <a:pt x="478" y="76"/>
                                </a:lnTo>
                                <a:lnTo>
                                  <a:pt x="474" y="80"/>
                                </a:lnTo>
                                <a:lnTo>
                                  <a:pt x="472" y="81"/>
                                </a:lnTo>
                                <a:lnTo>
                                  <a:pt x="469" y="84"/>
                                </a:lnTo>
                                <a:lnTo>
                                  <a:pt x="468" y="87"/>
                                </a:lnTo>
                                <a:lnTo>
                                  <a:pt x="468" y="90"/>
                                </a:lnTo>
                                <a:lnTo>
                                  <a:pt x="469" y="98"/>
                                </a:lnTo>
                                <a:lnTo>
                                  <a:pt x="471" y="104"/>
                                </a:lnTo>
                                <a:lnTo>
                                  <a:pt x="474" y="111"/>
                                </a:lnTo>
                                <a:lnTo>
                                  <a:pt x="478" y="117"/>
                                </a:lnTo>
                                <a:lnTo>
                                  <a:pt x="482" y="123"/>
                                </a:lnTo>
                                <a:lnTo>
                                  <a:pt x="488" y="128"/>
                                </a:lnTo>
                                <a:lnTo>
                                  <a:pt x="494" y="133"/>
                                </a:lnTo>
                                <a:lnTo>
                                  <a:pt x="501" y="137"/>
                                </a:lnTo>
                                <a:lnTo>
                                  <a:pt x="507" y="139"/>
                                </a:lnTo>
                                <a:lnTo>
                                  <a:pt x="515" y="141"/>
                                </a:lnTo>
                                <a:lnTo>
                                  <a:pt x="521" y="142"/>
                                </a:lnTo>
                                <a:lnTo>
                                  <a:pt x="529" y="142"/>
                                </a:lnTo>
                                <a:lnTo>
                                  <a:pt x="536" y="140"/>
                                </a:lnTo>
                                <a:lnTo>
                                  <a:pt x="543" y="138"/>
                                </a:lnTo>
                                <a:lnTo>
                                  <a:pt x="549" y="134"/>
                                </a:lnTo>
                                <a:lnTo>
                                  <a:pt x="555" y="128"/>
                                </a:lnTo>
                                <a:lnTo>
                                  <a:pt x="562" y="121"/>
                                </a:lnTo>
                                <a:lnTo>
                                  <a:pt x="567" y="112"/>
                                </a:lnTo>
                                <a:lnTo>
                                  <a:pt x="571" y="103"/>
                                </a:lnTo>
                                <a:lnTo>
                                  <a:pt x="573" y="95"/>
                                </a:lnTo>
                                <a:lnTo>
                                  <a:pt x="573" y="86"/>
                                </a:lnTo>
                                <a:lnTo>
                                  <a:pt x="573" y="77"/>
                                </a:lnTo>
                                <a:lnTo>
                                  <a:pt x="571" y="69"/>
                                </a:lnTo>
                                <a:lnTo>
                                  <a:pt x="568" y="60"/>
                                </a:lnTo>
                                <a:lnTo>
                                  <a:pt x="565" y="52"/>
                                </a:lnTo>
                                <a:lnTo>
                                  <a:pt x="559" y="45"/>
                                </a:lnTo>
                                <a:lnTo>
                                  <a:pt x="554" y="37"/>
                                </a:lnTo>
                                <a:lnTo>
                                  <a:pt x="546" y="31"/>
                                </a:lnTo>
                                <a:lnTo>
                                  <a:pt x="540" y="26"/>
                                </a:lnTo>
                                <a:lnTo>
                                  <a:pt x="531" y="20"/>
                                </a:lnTo>
                                <a:lnTo>
                                  <a:pt x="522" y="17"/>
                                </a:lnTo>
                                <a:lnTo>
                                  <a:pt x="513" y="14"/>
                                </a:lnTo>
                                <a:lnTo>
                                  <a:pt x="500" y="12"/>
                                </a:lnTo>
                                <a:lnTo>
                                  <a:pt x="487" y="10"/>
                                </a:lnTo>
                                <a:lnTo>
                                  <a:pt x="475" y="13"/>
                                </a:lnTo>
                                <a:lnTo>
                                  <a:pt x="463" y="15"/>
                                </a:lnTo>
                                <a:lnTo>
                                  <a:pt x="451" y="19"/>
                                </a:lnTo>
                                <a:lnTo>
                                  <a:pt x="439" y="25"/>
                                </a:lnTo>
                                <a:lnTo>
                                  <a:pt x="428" y="31"/>
                                </a:lnTo>
                                <a:lnTo>
                                  <a:pt x="418" y="37"/>
                                </a:lnTo>
                                <a:lnTo>
                                  <a:pt x="397" y="54"/>
                                </a:lnTo>
                                <a:lnTo>
                                  <a:pt x="377" y="71"/>
                                </a:lnTo>
                                <a:lnTo>
                                  <a:pt x="358" y="87"/>
                                </a:lnTo>
                                <a:lnTo>
                                  <a:pt x="339" y="102"/>
                                </a:lnTo>
                                <a:lnTo>
                                  <a:pt x="332" y="108"/>
                                </a:lnTo>
                                <a:lnTo>
                                  <a:pt x="325" y="112"/>
                                </a:lnTo>
                                <a:lnTo>
                                  <a:pt x="317" y="116"/>
                                </a:lnTo>
                                <a:lnTo>
                                  <a:pt x="310" y="120"/>
                                </a:lnTo>
                                <a:lnTo>
                                  <a:pt x="295" y="124"/>
                                </a:lnTo>
                                <a:lnTo>
                                  <a:pt x="279" y="127"/>
                                </a:lnTo>
                                <a:lnTo>
                                  <a:pt x="264" y="127"/>
                                </a:lnTo>
                                <a:lnTo>
                                  <a:pt x="249" y="126"/>
                                </a:lnTo>
                                <a:lnTo>
                                  <a:pt x="234" y="123"/>
                                </a:lnTo>
                                <a:lnTo>
                                  <a:pt x="220" y="117"/>
                                </a:lnTo>
                                <a:lnTo>
                                  <a:pt x="206" y="111"/>
                                </a:lnTo>
                                <a:lnTo>
                                  <a:pt x="194" y="103"/>
                                </a:lnTo>
                                <a:lnTo>
                                  <a:pt x="182" y="93"/>
                                </a:lnTo>
                                <a:lnTo>
                                  <a:pt x="172" y="82"/>
                                </a:lnTo>
                                <a:lnTo>
                                  <a:pt x="164" y="69"/>
                                </a:lnTo>
                                <a:lnTo>
                                  <a:pt x="156" y="55"/>
                                </a:lnTo>
                                <a:lnTo>
                                  <a:pt x="154" y="47"/>
                                </a:lnTo>
                                <a:lnTo>
                                  <a:pt x="151" y="40"/>
                                </a:lnTo>
                                <a:lnTo>
                                  <a:pt x="150" y="31"/>
                                </a:lnTo>
                                <a:lnTo>
                                  <a:pt x="148" y="23"/>
                                </a:lnTo>
                                <a:lnTo>
                                  <a:pt x="149" y="21"/>
                                </a:lnTo>
                                <a:lnTo>
                                  <a:pt x="149" y="19"/>
                                </a:lnTo>
                                <a:lnTo>
                                  <a:pt x="148" y="16"/>
                                </a:lnTo>
                                <a:lnTo>
                                  <a:pt x="147" y="13"/>
                                </a:lnTo>
                                <a:lnTo>
                                  <a:pt x="147" y="9"/>
                                </a:lnTo>
                                <a:lnTo>
                                  <a:pt x="144" y="6"/>
                                </a:lnTo>
                                <a:lnTo>
                                  <a:pt x="143" y="4"/>
                                </a:lnTo>
                                <a:lnTo>
                                  <a:pt x="141" y="3"/>
                                </a:lnTo>
                                <a:lnTo>
                                  <a:pt x="136" y="0"/>
                                </a:lnTo>
                                <a:lnTo>
                                  <a:pt x="130" y="0"/>
                                </a:lnTo>
                                <a:lnTo>
                                  <a:pt x="125" y="1"/>
                                </a:lnTo>
                                <a:lnTo>
                                  <a:pt x="121" y="3"/>
                                </a:lnTo>
                                <a:lnTo>
                                  <a:pt x="118" y="5"/>
                                </a:lnTo>
                                <a:lnTo>
                                  <a:pt x="117" y="7"/>
                                </a:lnTo>
                                <a:lnTo>
                                  <a:pt x="116" y="10"/>
                                </a:lnTo>
                                <a:lnTo>
                                  <a:pt x="116" y="14"/>
                                </a:lnTo>
                                <a:lnTo>
                                  <a:pt x="116" y="19"/>
                                </a:lnTo>
                                <a:lnTo>
                                  <a:pt x="117" y="23"/>
                                </a:lnTo>
                                <a:lnTo>
                                  <a:pt x="115" y="33"/>
                                </a:lnTo>
                                <a:lnTo>
                                  <a:pt x="112" y="42"/>
                                </a:lnTo>
                                <a:lnTo>
                                  <a:pt x="108" y="49"/>
                                </a:lnTo>
                                <a:lnTo>
                                  <a:pt x="101" y="55"/>
                                </a:lnTo>
                                <a:lnTo>
                                  <a:pt x="95" y="59"/>
                                </a:lnTo>
                                <a:lnTo>
                                  <a:pt x="87" y="61"/>
                                </a:lnTo>
                                <a:lnTo>
                                  <a:pt x="80" y="63"/>
                                </a:lnTo>
                                <a:lnTo>
                                  <a:pt x="71" y="63"/>
                                </a:lnTo>
                                <a:lnTo>
                                  <a:pt x="63" y="62"/>
                                </a:lnTo>
                                <a:lnTo>
                                  <a:pt x="56" y="60"/>
                                </a:lnTo>
                                <a:lnTo>
                                  <a:pt x="48" y="56"/>
                                </a:lnTo>
                                <a:lnTo>
                                  <a:pt x="43" y="50"/>
                                </a:lnTo>
                                <a:lnTo>
                                  <a:pt x="37" y="44"/>
                                </a:lnTo>
                                <a:lnTo>
                                  <a:pt x="33" y="36"/>
                                </a:lnTo>
                                <a:lnTo>
                                  <a:pt x="31" y="27"/>
                                </a:lnTo>
                                <a:lnTo>
                                  <a:pt x="31" y="17"/>
                                </a:lnTo>
                                <a:lnTo>
                                  <a:pt x="30" y="13"/>
                                </a:lnTo>
                                <a:lnTo>
                                  <a:pt x="30" y="9"/>
                                </a:lnTo>
                                <a:lnTo>
                                  <a:pt x="28" y="7"/>
                                </a:lnTo>
                                <a:lnTo>
                                  <a:pt x="27" y="5"/>
                                </a:lnTo>
                                <a:lnTo>
                                  <a:pt x="21" y="3"/>
                                </a:lnTo>
                                <a:lnTo>
                                  <a:pt x="16" y="2"/>
                                </a:lnTo>
                                <a:lnTo>
                                  <a:pt x="10" y="3"/>
                                </a:lnTo>
                                <a:lnTo>
                                  <a:pt x="5" y="5"/>
                                </a:lnTo>
                                <a:lnTo>
                                  <a:pt x="3" y="7"/>
                                </a:lnTo>
                                <a:lnTo>
                                  <a:pt x="1" y="9"/>
                                </a:lnTo>
                                <a:lnTo>
                                  <a:pt x="0" y="13"/>
                                </a:lnTo>
                                <a:lnTo>
                                  <a:pt x="0" y="17"/>
                                </a:lnTo>
                                <a:lnTo>
                                  <a:pt x="0" y="23"/>
                                </a:lnTo>
                                <a:lnTo>
                                  <a:pt x="1" y="31"/>
                                </a:lnTo>
                                <a:lnTo>
                                  <a:pt x="2" y="39"/>
                                </a:lnTo>
                                <a:lnTo>
                                  <a:pt x="4" y="45"/>
                                </a:lnTo>
                                <a:lnTo>
                                  <a:pt x="6" y="53"/>
                                </a:lnTo>
                                <a:lnTo>
                                  <a:pt x="9" y="59"/>
                                </a:lnTo>
                                <a:lnTo>
                                  <a:pt x="14" y="64"/>
                                </a:lnTo>
                                <a:lnTo>
                                  <a:pt x="18" y="71"/>
                                </a:lnTo>
                                <a:lnTo>
                                  <a:pt x="23" y="76"/>
                                </a:lnTo>
                                <a:lnTo>
                                  <a:pt x="28" y="81"/>
                                </a:lnTo>
                                <a:lnTo>
                                  <a:pt x="34" y="85"/>
                                </a:lnTo>
                                <a:lnTo>
                                  <a:pt x="41" y="88"/>
                                </a:lnTo>
                                <a:lnTo>
                                  <a:pt x="47" y="91"/>
                                </a:lnTo>
                                <a:lnTo>
                                  <a:pt x="54" y="94"/>
                                </a:lnTo>
                                <a:lnTo>
                                  <a:pt x="61" y="96"/>
                                </a:lnTo>
                                <a:lnTo>
                                  <a:pt x="69" y="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1" name="淘宝店chenying0907 12"/>
                        <wps:cNvSpPr/>
                        <wps:spPr bwMode="auto">
                          <a:xfrm>
                            <a:off x="180975" y="0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66 h 160"/>
                              <a:gd name="T2" fmla="*/ 124 w 573"/>
                              <a:gd name="T3" fmla="*/ 83 h 160"/>
                              <a:gd name="T4" fmla="*/ 150 w 573"/>
                              <a:gd name="T5" fmla="*/ 55 h 160"/>
                              <a:gd name="T6" fmla="*/ 189 w 573"/>
                              <a:gd name="T7" fmla="*/ 21 h 160"/>
                              <a:gd name="T8" fmla="*/ 237 w 573"/>
                              <a:gd name="T9" fmla="*/ 3 h 160"/>
                              <a:gd name="T10" fmla="*/ 291 w 573"/>
                              <a:gd name="T11" fmla="*/ 2 h 160"/>
                              <a:gd name="T12" fmla="*/ 334 w 573"/>
                              <a:gd name="T13" fmla="*/ 16 h 160"/>
                              <a:gd name="T14" fmla="*/ 406 w 573"/>
                              <a:gd name="T15" fmla="*/ 72 h 160"/>
                              <a:gd name="T16" fmla="*/ 468 w 573"/>
                              <a:gd name="T17" fmla="*/ 112 h 160"/>
                              <a:gd name="T18" fmla="*/ 514 w 573"/>
                              <a:gd name="T19" fmla="*/ 112 h 160"/>
                              <a:gd name="T20" fmla="*/ 538 w 573"/>
                              <a:gd name="T21" fmla="*/ 94 h 160"/>
                              <a:gd name="T22" fmla="*/ 542 w 573"/>
                              <a:gd name="T23" fmla="*/ 70 h 160"/>
                              <a:gd name="T24" fmla="*/ 535 w 573"/>
                              <a:gd name="T25" fmla="*/ 53 h 160"/>
                              <a:gd name="T26" fmla="*/ 522 w 573"/>
                              <a:gd name="T27" fmla="*/ 48 h 160"/>
                              <a:gd name="T28" fmla="*/ 508 w 573"/>
                              <a:gd name="T29" fmla="*/ 53 h 160"/>
                              <a:gd name="T30" fmla="*/ 500 w 573"/>
                              <a:gd name="T31" fmla="*/ 65 h 160"/>
                              <a:gd name="T32" fmla="*/ 496 w 573"/>
                              <a:gd name="T33" fmla="*/ 78 h 160"/>
                              <a:gd name="T34" fmla="*/ 478 w 573"/>
                              <a:gd name="T35" fmla="*/ 82 h 160"/>
                              <a:gd name="T36" fmla="*/ 468 w 573"/>
                              <a:gd name="T37" fmla="*/ 71 h 160"/>
                              <a:gd name="T38" fmla="*/ 474 w 573"/>
                              <a:gd name="T39" fmla="*/ 47 h 160"/>
                              <a:gd name="T40" fmla="*/ 494 w 573"/>
                              <a:gd name="T41" fmla="*/ 26 h 160"/>
                              <a:gd name="T42" fmla="*/ 521 w 573"/>
                              <a:gd name="T43" fmla="*/ 16 h 160"/>
                              <a:gd name="T44" fmla="*/ 549 w 573"/>
                              <a:gd name="T45" fmla="*/ 25 h 160"/>
                              <a:gd name="T46" fmla="*/ 571 w 573"/>
                              <a:gd name="T47" fmla="*/ 55 h 160"/>
                              <a:gd name="T48" fmla="*/ 571 w 573"/>
                              <a:gd name="T49" fmla="*/ 91 h 160"/>
                              <a:gd name="T50" fmla="*/ 554 w 573"/>
                              <a:gd name="T51" fmla="*/ 121 h 160"/>
                              <a:gd name="T52" fmla="*/ 522 w 573"/>
                              <a:gd name="T53" fmla="*/ 141 h 160"/>
                              <a:gd name="T54" fmla="*/ 475 w 573"/>
                              <a:gd name="T55" fmla="*/ 147 h 160"/>
                              <a:gd name="T56" fmla="*/ 428 w 573"/>
                              <a:gd name="T57" fmla="*/ 128 h 160"/>
                              <a:gd name="T58" fmla="*/ 358 w 573"/>
                              <a:gd name="T59" fmla="*/ 71 h 160"/>
                              <a:gd name="T60" fmla="*/ 317 w 573"/>
                              <a:gd name="T61" fmla="*/ 43 h 160"/>
                              <a:gd name="T62" fmla="*/ 264 w 573"/>
                              <a:gd name="T63" fmla="*/ 31 h 160"/>
                              <a:gd name="T64" fmla="*/ 206 w 573"/>
                              <a:gd name="T65" fmla="*/ 47 h 160"/>
                              <a:gd name="T66" fmla="*/ 164 w 573"/>
                              <a:gd name="T67" fmla="*/ 90 h 160"/>
                              <a:gd name="T68" fmla="*/ 150 w 573"/>
                              <a:gd name="T69" fmla="*/ 127 h 160"/>
                              <a:gd name="T70" fmla="*/ 148 w 573"/>
                              <a:gd name="T71" fmla="*/ 142 h 160"/>
                              <a:gd name="T72" fmla="*/ 143 w 573"/>
                              <a:gd name="T73" fmla="*/ 154 h 160"/>
                              <a:gd name="T74" fmla="*/ 125 w 573"/>
                              <a:gd name="T75" fmla="*/ 159 h 160"/>
                              <a:gd name="T76" fmla="*/ 116 w 573"/>
                              <a:gd name="T77" fmla="*/ 148 h 160"/>
                              <a:gd name="T78" fmla="*/ 115 w 573"/>
                              <a:gd name="T79" fmla="*/ 125 h 160"/>
                              <a:gd name="T80" fmla="*/ 95 w 573"/>
                              <a:gd name="T81" fmla="*/ 99 h 160"/>
                              <a:gd name="T82" fmla="*/ 63 w 573"/>
                              <a:gd name="T83" fmla="*/ 96 h 160"/>
                              <a:gd name="T84" fmla="*/ 37 w 573"/>
                              <a:gd name="T85" fmla="*/ 114 h 160"/>
                              <a:gd name="T86" fmla="*/ 30 w 573"/>
                              <a:gd name="T87" fmla="*/ 146 h 160"/>
                              <a:gd name="T88" fmla="*/ 21 w 573"/>
                              <a:gd name="T89" fmla="*/ 156 h 160"/>
                              <a:gd name="T90" fmla="*/ 3 w 573"/>
                              <a:gd name="T91" fmla="*/ 151 h 160"/>
                              <a:gd name="T92" fmla="*/ 0 w 573"/>
                              <a:gd name="T93" fmla="*/ 135 h 160"/>
                              <a:gd name="T94" fmla="*/ 6 w 573"/>
                              <a:gd name="T95" fmla="*/ 107 h 160"/>
                              <a:gd name="T96" fmla="*/ 23 w 573"/>
                              <a:gd name="T97" fmla="*/ 83 h 160"/>
                              <a:gd name="T98" fmla="*/ 47 w 573"/>
                              <a:gd name="T99" fmla="*/ 67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60">
                                <a:moveTo>
                                  <a:pt x="69" y="63"/>
                                </a:moveTo>
                                <a:lnTo>
                                  <a:pt x="79" y="63"/>
                                </a:lnTo>
                                <a:lnTo>
                                  <a:pt x="87" y="64"/>
                                </a:lnTo>
                                <a:lnTo>
                                  <a:pt x="96" y="66"/>
                                </a:lnTo>
                                <a:lnTo>
                                  <a:pt x="103" y="69"/>
                                </a:lnTo>
                                <a:lnTo>
                                  <a:pt x="111" y="72"/>
                                </a:lnTo>
                                <a:lnTo>
                                  <a:pt x="117" y="78"/>
                                </a:lnTo>
                                <a:lnTo>
                                  <a:pt x="124" y="83"/>
                                </a:lnTo>
                                <a:lnTo>
                                  <a:pt x="129" y="88"/>
                                </a:lnTo>
                                <a:lnTo>
                                  <a:pt x="136" y="77"/>
                                </a:lnTo>
                                <a:lnTo>
                                  <a:pt x="142" y="66"/>
                                </a:lnTo>
                                <a:lnTo>
                                  <a:pt x="150" y="55"/>
                                </a:lnTo>
                                <a:lnTo>
                                  <a:pt x="158" y="45"/>
                                </a:lnTo>
                                <a:lnTo>
                                  <a:pt x="168" y="37"/>
                                </a:lnTo>
                                <a:lnTo>
                                  <a:pt x="178" y="28"/>
                                </a:lnTo>
                                <a:lnTo>
                                  <a:pt x="189" y="21"/>
                                </a:lnTo>
                                <a:lnTo>
                                  <a:pt x="201" y="15"/>
                                </a:lnTo>
                                <a:lnTo>
                                  <a:pt x="212" y="10"/>
                                </a:lnTo>
                                <a:lnTo>
                                  <a:pt x="224" y="6"/>
                                </a:lnTo>
                                <a:lnTo>
                                  <a:pt x="237" y="3"/>
                                </a:lnTo>
                                <a:lnTo>
                                  <a:pt x="250" y="1"/>
                                </a:lnTo>
                                <a:lnTo>
                                  <a:pt x="264" y="0"/>
                                </a:lnTo>
                                <a:lnTo>
                                  <a:pt x="278" y="1"/>
                                </a:lnTo>
                                <a:lnTo>
                                  <a:pt x="291" y="2"/>
                                </a:lnTo>
                                <a:lnTo>
                                  <a:pt x="306" y="5"/>
                                </a:lnTo>
                                <a:lnTo>
                                  <a:pt x="316" y="7"/>
                                </a:lnTo>
                                <a:lnTo>
                                  <a:pt x="325" y="12"/>
                                </a:lnTo>
                                <a:lnTo>
                                  <a:pt x="334" y="16"/>
                                </a:lnTo>
                                <a:lnTo>
                                  <a:pt x="343" y="20"/>
                                </a:lnTo>
                                <a:lnTo>
                                  <a:pt x="359" y="32"/>
                                </a:lnTo>
                                <a:lnTo>
                                  <a:pt x="376" y="44"/>
                                </a:lnTo>
                                <a:lnTo>
                                  <a:pt x="406" y="72"/>
                                </a:lnTo>
                                <a:lnTo>
                                  <a:pt x="437" y="97"/>
                                </a:lnTo>
                                <a:lnTo>
                                  <a:pt x="448" y="104"/>
                                </a:lnTo>
                                <a:lnTo>
                                  <a:pt x="458" y="108"/>
                                </a:lnTo>
                                <a:lnTo>
                                  <a:pt x="468" y="112"/>
                                </a:lnTo>
                                <a:lnTo>
                                  <a:pt x="480" y="114"/>
                                </a:lnTo>
                                <a:lnTo>
                                  <a:pt x="491" y="115"/>
                                </a:lnTo>
                                <a:lnTo>
                                  <a:pt x="502" y="114"/>
                                </a:lnTo>
                                <a:lnTo>
                                  <a:pt x="514" y="112"/>
                                </a:lnTo>
                                <a:lnTo>
                                  <a:pt x="525" y="107"/>
                                </a:lnTo>
                                <a:lnTo>
                                  <a:pt x="530" y="104"/>
                                </a:lnTo>
                                <a:lnTo>
                                  <a:pt x="534" y="99"/>
                                </a:lnTo>
                                <a:lnTo>
                                  <a:pt x="538" y="94"/>
                                </a:lnTo>
                                <a:lnTo>
                                  <a:pt x="540" y="88"/>
                                </a:lnTo>
                                <a:lnTo>
                                  <a:pt x="542" y="82"/>
                                </a:lnTo>
                                <a:lnTo>
                                  <a:pt x="542" y="75"/>
                                </a:lnTo>
                                <a:lnTo>
                                  <a:pt x="542" y="70"/>
                                </a:lnTo>
                                <a:lnTo>
                                  <a:pt x="541" y="64"/>
                                </a:lnTo>
                                <a:lnTo>
                                  <a:pt x="540" y="59"/>
                                </a:lnTo>
                                <a:lnTo>
                                  <a:pt x="538" y="56"/>
                                </a:lnTo>
                                <a:lnTo>
                                  <a:pt x="535" y="53"/>
                                </a:lnTo>
                                <a:lnTo>
                                  <a:pt x="532" y="51"/>
                                </a:lnTo>
                                <a:lnTo>
                                  <a:pt x="529" y="50"/>
                                </a:lnTo>
                                <a:lnTo>
                                  <a:pt x="526" y="48"/>
                                </a:lnTo>
                                <a:lnTo>
                                  <a:pt x="522" y="48"/>
                                </a:lnTo>
                                <a:lnTo>
                                  <a:pt x="518" y="48"/>
                                </a:lnTo>
                                <a:lnTo>
                                  <a:pt x="515" y="50"/>
                                </a:lnTo>
                                <a:lnTo>
                                  <a:pt x="512" y="51"/>
                                </a:lnTo>
                                <a:lnTo>
                                  <a:pt x="508" y="53"/>
                                </a:lnTo>
                                <a:lnTo>
                                  <a:pt x="505" y="55"/>
                                </a:lnTo>
                                <a:lnTo>
                                  <a:pt x="503" y="57"/>
                                </a:lnTo>
                                <a:lnTo>
                                  <a:pt x="501" y="60"/>
                                </a:lnTo>
                                <a:lnTo>
                                  <a:pt x="500" y="65"/>
                                </a:lnTo>
                                <a:lnTo>
                                  <a:pt x="500" y="68"/>
                                </a:lnTo>
                                <a:lnTo>
                                  <a:pt x="499" y="71"/>
                                </a:lnTo>
                                <a:lnTo>
                                  <a:pt x="499" y="74"/>
                                </a:lnTo>
                                <a:lnTo>
                                  <a:pt x="496" y="78"/>
                                </a:lnTo>
                                <a:lnTo>
                                  <a:pt x="494" y="80"/>
                                </a:lnTo>
                                <a:lnTo>
                                  <a:pt x="490" y="82"/>
                                </a:lnTo>
                                <a:lnTo>
                                  <a:pt x="484" y="83"/>
                                </a:lnTo>
                                <a:lnTo>
                                  <a:pt x="478" y="82"/>
                                </a:lnTo>
                                <a:lnTo>
                                  <a:pt x="474" y="80"/>
                                </a:lnTo>
                                <a:lnTo>
                                  <a:pt x="472" y="78"/>
                                </a:lnTo>
                                <a:lnTo>
                                  <a:pt x="469" y="74"/>
                                </a:lnTo>
                                <a:lnTo>
                                  <a:pt x="468" y="71"/>
                                </a:lnTo>
                                <a:lnTo>
                                  <a:pt x="468" y="68"/>
                                </a:lnTo>
                                <a:lnTo>
                                  <a:pt x="469" y="60"/>
                                </a:lnTo>
                                <a:lnTo>
                                  <a:pt x="471" y="54"/>
                                </a:lnTo>
                                <a:lnTo>
                                  <a:pt x="474" y="47"/>
                                </a:lnTo>
                                <a:lnTo>
                                  <a:pt x="478" y="41"/>
                                </a:lnTo>
                                <a:lnTo>
                                  <a:pt x="482" y="36"/>
                                </a:lnTo>
                                <a:lnTo>
                                  <a:pt x="488" y="30"/>
                                </a:lnTo>
                                <a:lnTo>
                                  <a:pt x="494" y="26"/>
                                </a:lnTo>
                                <a:lnTo>
                                  <a:pt x="501" y="21"/>
                                </a:lnTo>
                                <a:lnTo>
                                  <a:pt x="507" y="19"/>
                                </a:lnTo>
                                <a:lnTo>
                                  <a:pt x="515" y="17"/>
                                </a:lnTo>
                                <a:lnTo>
                                  <a:pt x="521" y="16"/>
                                </a:lnTo>
                                <a:lnTo>
                                  <a:pt x="529" y="16"/>
                                </a:lnTo>
                                <a:lnTo>
                                  <a:pt x="536" y="18"/>
                                </a:lnTo>
                                <a:lnTo>
                                  <a:pt x="543" y="20"/>
                                </a:lnTo>
                                <a:lnTo>
                                  <a:pt x="549" y="25"/>
                                </a:lnTo>
                                <a:lnTo>
                                  <a:pt x="555" y="30"/>
                                </a:lnTo>
                                <a:lnTo>
                                  <a:pt x="562" y="38"/>
                                </a:lnTo>
                                <a:lnTo>
                                  <a:pt x="567" y="46"/>
                                </a:lnTo>
                                <a:lnTo>
                                  <a:pt x="571" y="55"/>
                                </a:lnTo>
                                <a:lnTo>
                                  <a:pt x="573" y="64"/>
                                </a:lnTo>
                                <a:lnTo>
                                  <a:pt x="573" y="72"/>
                                </a:lnTo>
                                <a:lnTo>
                                  <a:pt x="573" y="82"/>
                                </a:lnTo>
                                <a:lnTo>
                                  <a:pt x="571" y="91"/>
                                </a:lnTo>
                                <a:lnTo>
                                  <a:pt x="568" y="98"/>
                                </a:lnTo>
                                <a:lnTo>
                                  <a:pt x="565" y="107"/>
                                </a:lnTo>
                                <a:lnTo>
                                  <a:pt x="559" y="114"/>
                                </a:lnTo>
                                <a:lnTo>
                                  <a:pt x="554" y="121"/>
                                </a:lnTo>
                                <a:lnTo>
                                  <a:pt x="546" y="127"/>
                                </a:lnTo>
                                <a:lnTo>
                                  <a:pt x="540" y="133"/>
                                </a:lnTo>
                                <a:lnTo>
                                  <a:pt x="531" y="138"/>
                                </a:lnTo>
                                <a:lnTo>
                                  <a:pt x="522" y="141"/>
                                </a:lnTo>
                                <a:lnTo>
                                  <a:pt x="513" y="145"/>
                                </a:lnTo>
                                <a:lnTo>
                                  <a:pt x="500" y="147"/>
                                </a:lnTo>
                                <a:lnTo>
                                  <a:pt x="487" y="148"/>
                                </a:lnTo>
                                <a:lnTo>
                                  <a:pt x="475" y="147"/>
                                </a:lnTo>
                                <a:lnTo>
                                  <a:pt x="463" y="144"/>
                                </a:lnTo>
                                <a:lnTo>
                                  <a:pt x="451" y="139"/>
                                </a:lnTo>
                                <a:lnTo>
                                  <a:pt x="439" y="134"/>
                                </a:lnTo>
                                <a:lnTo>
                                  <a:pt x="428" y="128"/>
                                </a:lnTo>
                                <a:lnTo>
                                  <a:pt x="418" y="121"/>
                                </a:lnTo>
                                <a:lnTo>
                                  <a:pt x="397" y="105"/>
                                </a:lnTo>
                                <a:lnTo>
                                  <a:pt x="377" y="87"/>
                                </a:lnTo>
                                <a:lnTo>
                                  <a:pt x="358" y="71"/>
                                </a:lnTo>
                                <a:lnTo>
                                  <a:pt x="339" y="56"/>
                                </a:lnTo>
                                <a:lnTo>
                                  <a:pt x="332" y="51"/>
                                </a:lnTo>
                                <a:lnTo>
                                  <a:pt x="325" y="46"/>
                                </a:lnTo>
                                <a:lnTo>
                                  <a:pt x="317" y="43"/>
                                </a:lnTo>
                                <a:lnTo>
                                  <a:pt x="310" y="40"/>
                                </a:lnTo>
                                <a:lnTo>
                                  <a:pt x="295" y="34"/>
                                </a:lnTo>
                                <a:lnTo>
                                  <a:pt x="279" y="32"/>
                                </a:lnTo>
                                <a:lnTo>
                                  <a:pt x="264" y="31"/>
                                </a:lnTo>
                                <a:lnTo>
                                  <a:pt x="249" y="32"/>
                                </a:lnTo>
                                <a:lnTo>
                                  <a:pt x="234" y="36"/>
                                </a:lnTo>
                                <a:lnTo>
                                  <a:pt x="220" y="41"/>
                                </a:lnTo>
                                <a:lnTo>
                                  <a:pt x="206" y="47"/>
                                </a:lnTo>
                                <a:lnTo>
                                  <a:pt x="194" y="56"/>
                                </a:lnTo>
                                <a:lnTo>
                                  <a:pt x="182" y="66"/>
                                </a:lnTo>
                                <a:lnTo>
                                  <a:pt x="172" y="77"/>
                                </a:lnTo>
                                <a:lnTo>
                                  <a:pt x="164" y="90"/>
                                </a:lnTo>
                                <a:lnTo>
                                  <a:pt x="156" y="104"/>
                                </a:lnTo>
                                <a:lnTo>
                                  <a:pt x="154" y="111"/>
                                </a:lnTo>
                                <a:lnTo>
                                  <a:pt x="151" y="119"/>
                                </a:lnTo>
                                <a:lnTo>
                                  <a:pt x="150" y="127"/>
                                </a:lnTo>
                                <a:lnTo>
                                  <a:pt x="148" y="135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39"/>
                                </a:lnTo>
                                <a:lnTo>
                                  <a:pt x="148" y="142"/>
                                </a:lnTo>
                                <a:lnTo>
                                  <a:pt x="147" y="146"/>
                                </a:lnTo>
                                <a:lnTo>
                                  <a:pt x="147" y="149"/>
                                </a:lnTo>
                                <a:lnTo>
                                  <a:pt x="144" y="152"/>
                                </a:lnTo>
                                <a:lnTo>
                                  <a:pt x="143" y="154"/>
                                </a:lnTo>
                                <a:lnTo>
                                  <a:pt x="141" y="156"/>
                                </a:lnTo>
                                <a:lnTo>
                                  <a:pt x="136" y="159"/>
                                </a:lnTo>
                                <a:lnTo>
                                  <a:pt x="130" y="160"/>
                                </a:lnTo>
                                <a:lnTo>
                                  <a:pt x="125" y="159"/>
                                </a:lnTo>
                                <a:lnTo>
                                  <a:pt x="121" y="155"/>
                                </a:lnTo>
                                <a:lnTo>
                                  <a:pt x="118" y="153"/>
                                </a:lnTo>
                                <a:lnTo>
                                  <a:pt x="117" y="151"/>
                                </a:lnTo>
                                <a:lnTo>
                                  <a:pt x="116" y="148"/>
                                </a:lnTo>
                                <a:lnTo>
                                  <a:pt x="116" y="145"/>
                                </a:lnTo>
                                <a:lnTo>
                                  <a:pt x="116" y="139"/>
                                </a:lnTo>
                                <a:lnTo>
                                  <a:pt x="117" y="135"/>
                                </a:lnTo>
                                <a:lnTo>
                                  <a:pt x="115" y="125"/>
                                </a:lnTo>
                                <a:lnTo>
                                  <a:pt x="112" y="117"/>
                                </a:lnTo>
                                <a:lnTo>
                                  <a:pt x="108" y="110"/>
                                </a:lnTo>
                                <a:lnTo>
                                  <a:pt x="101" y="104"/>
                                </a:lnTo>
                                <a:lnTo>
                                  <a:pt x="95" y="99"/>
                                </a:lnTo>
                                <a:lnTo>
                                  <a:pt x="87" y="97"/>
                                </a:lnTo>
                                <a:lnTo>
                                  <a:pt x="80" y="95"/>
                                </a:lnTo>
                                <a:lnTo>
                                  <a:pt x="71" y="95"/>
                                </a:lnTo>
                                <a:lnTo>
                                  <a:pt x="63" y="96"/>
                                </a:lnTo>
                                <a:lnTo>
                                  <a:pt x="56" y="99"/>
                                </a:lnTo>
                                <a:lnTo>
                                  <a:pt x="48" y="102"/>
                                </a:lnTo>
                                <a:lnTo>
                                  <a:pt x="43" y="108"/>
                                </a:lnTo>
                                <a:lnTo>
                                  <a:pt x="37" y="114"/>
                                </a:lnTo>
                                <a:lnTo>
                                  <a:pt x="33" y="122"/>
                                </a:lnTo>
                                <a:lnTo>
                                  <a:pt x="31" y="132"/>
                                </a:lnTo>
                                <a:lnTo>
                                  <a:pt x="31" y="142"/>
                                </a:lnTo>
                                <a:lnTo>
                                  <a:pt x="30" y="146"/>
                                </a:lnTo>
                                <a:lnTo>
                                  <a:pt x="30" y="149"/>
                                </a:lnTo>
                                <a:lnTo>
                                  <a:pt x="28" y="151"/>
                                </a:lnTo>
                                <a:lnTo>
                                  <a:pt x="27" y="153"/>
                                </a:lnTo>
                                <a:lnTo>
                                  <a:pt x="21" y="156"/>
                                </a:lnTo>
                                <a:lnTo>
                                  <a:pt x="16" y="156"/>
                                </a:lnTo>
                                <a:lnTo>
                                  <a:pt x="10" y="156"/>
                                </a:lnTo>
                                <a:lnTo>
                                  <a:pt x="5" y="153"/>
                                </a:lnTo>
                                <a:lnTo>
                                  <a:pt x="3" y="151"/>
                                </a:lnTo>
                                <a:lnTo>
                                  <a:pt x="1" y="149"/>
                                </a:lnTo>
                                <a:lnTo>
                                  <a:pt x="0" y="146"/>
                                </a:lnTo>
                                <a:lnTo>
                                  <a:pt x="0" y="142"/>
                                </a:lnTo>
                                <a:lnTo>
                                  <a:pt x="0" y="135"/>
                                </a:lnTo>
                                <a:lnTo>
                                  <a:pt x="1" y="127"/>
                                </a:lnTo>
                                <a:lnTo>
                                  <a:pt x="2" y="120"/>
                                </a:lnTo>
                                <a:lnTo>
                                  <a:pt x="4" y="113"/>
                                </a:lnTo>
                                <a:lnTo>
                                  <a:pt x="6" y="107"/>
                                </a:lnTo>
                                <a:lnTo>
                                  <a:pt x="9" y="100"/>
                                </a:lnTo>
                                <a:lnTo>
                                  <a:pt x="14" y="94"/>
                                </a:lnTo>
                                <a:lnTo>
                                  <a:pt x="18" y="87"/>
                                </a:lnTo>
                                <a:lnTo>
                                  <a:pt x="23" y="83"/>
                                </a:lnTo>
                                <a:lnTo>
                                  <a:pt x="28" y="78"/>
                                </a:lnTo>
                                <a:lnTo>
                                  <a:pt x="34" y="73"/>
                                </a:lnTo>
                                <a:lnTo>
                                  <a:pt x="41" y="70"/>
                                </a:lnTo>
                                <a:lnTo>
                                  <a:pt x="47" y="67"/>
                                </a:lnTo>
                                <a:lnTo>
                                  <a:pt x="54" y="65"/>
                                </a:lnTo>
                                <a:lnTo>
                                  <a:pt x="61" y="64"/>
                                </a:lnTo>
                                <a:lnTo>
                                  <a:pt x="69" y="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2" name="淘宝店chenying0907 13"/>
                        <wps:cNvSpPr>
                          <a:spLocks noEditPoints="1"/>
                        </wps:cNvSpPr>
                        <wps:spPr bwMode="auto">
                          <a:xfrm>
                            <a:off x="284162" y="50800"/>
                            <a:ext cx="73025" cy="73025"/>
                          </a:xfrm>
                          <a:custGeom>
                            <a:avLst/>
                            <a:gdLst>
                              <a:gd name="T0" fmla="*/ 76 w 138"/>
                              <a:gd name="T1" fmla="*/ 0 h 138"/>
                              <a:gd name="T2" fmla="*/ 90 w 138"/>
                              <a:gd name="T3" fmla="*/ 3 h 138"/>
                              <a:gd name="T4" fmla="*/ 102 w 138"/>
                              <a:gd name="T5" fmla="*/ 9 h 138"/>
                              <a:gd name="T6" fmla="*/ 113 w 138"/>
                              <a:gd name="T7" fmla="*/ 15 h 138"/>
                              <a:gd name="T8" fmla="*/ 122 w 138"/>
                              <a:gd name="T9" fmla="*/ 25 h 138"/>
                              <a:gd name="T10" fmla="*/ 130 w 138"/>
                              <a:gd name="T11" fmla="*/ 36 h 138"/>
                              <a:gd name="T12" fmla="*/ 135 w 138"/>
                              <a:gd name="T13" fmla="*/ 49 h 138"/>
                              <a:gd name="T14" fmla="*/ 137 w 138"/>
                              <a:gd name="T15" fmla="*/ 61 h 138"/>
                              <a:gd name="T16" fmla="*/ 137 w 138"/>
                              <a:gd name="T17" fmla="*/ 75 h 138"/>
                              <a:gd name="T18" fmla="*/ 135 w 138"/>
                              <a:gd name="T19" fmla="*/ 90 h 138"/>
                              <a:gd name="T20" fmla="*/ 130 w 138"/>
                              <a:gd name="T21" fmla="*/ 101 h 138"/>
                              <a:gd name="T22" fmla="*/ 122 w 138"/>
                              <a:gd name="T23" fmla="*/ 113 h 138"/>
                              <a:gd name="T24" fmla="*/ 113 w 138"/>
                              <a:gd name="T25" fmla="*/ 122 h 138"/>
                              <a:gd name="T26" fmla="*/ 102 w 138"/>
                              <a:gd name="T27" fmla="*/ 129 h 138"/>
                              <a:gd name="T28" fmla="*/ 90 w 138"/>
                              <a:gd name="T29" fmla="*/ 135 h 138"/>
                              <a:gd name="T30" fmla="*/ 76 w 138"/>
                              <a:gd name="T31" fmla="*/ 138 h 138"/>
                              <a:gd name="T32" fmla="*/ 62 w 138"/>
                              <a:gd name="T33" fmla="*/ 138 h 138"/>
                              <a:gd name="T34" fmla="*/ 49 w 138"/>
                              <a:gd name="T35" fmla="*/ 135 h 138"/>
                              <a:gd name="T36" fmla="*/ 36 w 138"/>
                              <a:gd name="T37" fmla="*/ 129 h 138"/>
                              <a:gd name="T38" fmla="*/ 25 w 138"/>
                              <a:gd name="T39" fmla="*/ 122 h 138"/>
                              <a:gd name="T40" fmla="*/ 15 w 138"/>
                              <a:gd name="T41" fmla="*/ 113 h 138"/>
                              <a:gd name="T42" fmla="*/ 8 w 138"/>
                              <a:gd name="T43" fmla="*/ 101 h 138"/>
                              <a:gd name="T44" fmla="*/ 2 w 138"/>
                              <a:gd name="T45" fmla="*/ 90 h 138"/>
                              <a:gd name="T46" fmla="*/ 0 w 138"/>
                              <a:gd name="T47" fmla="*/ 75 h 138"/>
                              <a:gd name="T48" fmla="*/ 0 w 138"/>
                              <a:gd name="T49" fmla="*/ 61 h 138"/>
                              <a:gd name="T50" fmla="*/ 2 w 138"/>
                              <a:gd name="T51" fmla="*/ 49 h 138"/>
                              <a:gd name="T52" fmla="*/ 8 w 138"/>
                              <a:gd name="T53" fmla="*/ 36 h 138"/>
                              <a:gd name="T54" fmla="*/ 15 w 138"/>
                              <a:gd name="T55" fmla="*/ 25 h 138"/>
                              <a:gd name="T56" fmla="*/ 25 w 138"/>
                              <a:gd name="T57" fmla="*/ 15 h 138"/>
                              <a:gd name="T58" fmla="*/ 36 w 138"/>
                              <a:gd name="T59" fmla="*/ 9 h 138"/>
                              <a:gd name="T60" fmla="*/ 49 w 138"/>
                              <a:gd name="T61" fmla="*/ 3 h 138"/>
                              <a:gd name="T62" fmla="*/ 62 w 138"/>
                              <a:gd name="T63" fmla="*/ 0 h 138"/>
                              <a:gd name="T64" fmla="*/ 69 w 138"/>
                              <a:gd name="T65" fmla="*/ 107 h 138"/>
                              <a:gd name="T66" fmla="*/ 77 w 138"/>
                              <a:gd name="T67" fmla="*/ 107 h 138"/>
                              <a:gd name="T68" fmla="*/ 90 w 138"/>
                              <a:gd name="T69" fmla="*/ 100 h 138"/>
                              <a:gd name="T70" fmla="*/ 101 w 138"/>
                              <a:gd name="T71" fmla="*/ 91 h 138"/>
                              <a:gd name="T72" fmla="*/ 106 w 138"/>
                              <a:gd name="T73" fmla="*/ 77 h 138"/>
                              <a:gd name="T74" fmla="*/ 106 w 138"/>
                              <a:gd name="T75" fmla="*/ 61 h 138"/>
                              <a:gd name="T76" fmla="*/ 101 w 138"/>
                              <a:gd name="T77" fmla="*/ 47 h 138"/>
                              <a:gd name="T78" fmla="*/ 90 w 138"/>
                              <a:gd name="T79" fmla="*/ 38 h 138"/>
                              <a:gd name="T80" fmla="*/ 77 w 138"/>
                              <a:gd name="T81" fmla="*/ 31 h 138"/>
                              <a:gd name="T82" fmla="*/ 62 w 138"/>
                              <a:gd name="T83" fmla="*/ 31 h 138"/>
                              <a:gd name="T84" fmla="*/ 48 w 138"/>
                              <a:gd name="T85" fmla="*/ 38 h 138"/>
                              <a:gd name="T86" fmla="*/ 37 w 138"/>
                              <a:gd name="T87" fmla="*/ 47 h 138"/>
                              <a:gd name="T88" fmla="*/ 32 w 138"/>
                              <a:gd name="T89" fmla="*/ 61 h 138"/>
                              <a:gd name="T90" fmla="*/ 32 w 138"/>
                              <a:gd name="T91" fmla="*/ 77 h 138"/>
                              <a:gd name="T92" fmla="*/ 37 w 138"/>
                              <a:gd name="T93" fmla="*/ 91 h 138"/>
                              <a:gd name="T94" fmla="*/ 48 w 138"/>
                              <a:gd name="T95" fmla="*/ 100 h 138"/>
                              <a:gd name="T96" fmla="*/ 62 w 138"/>
                              <a:gd name="T97" fmla="*/ 107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69" y="0"/>
                                </a:moveTo>
                                <a:lnTo>
                                  <a:pt x="76" y="0"/>
                                </a:lnTo>
                                <a:lnTo>
                                  <a:pt x="83" y="1"/>
                                </a:lnTo>
                                <a:lnTo>
                                  <a:pt x="90" y="3"/>
                                </a:lnTo>
                                <a:lnTo>
                                  <a:pt x="96" y="5"/>
                                </a:lnTo>
                                <a:lnTo>
                                  <a:pt x="102" y="9"/>
                                </a:lnTo>
                                <a:lnTo>
                                  <a:pt x="107" y="12"/>
                                </a:lnTo>
                                <a:lnTo>
                                  <a:pt x="113" y="15"/>
                                </a:lnTo>
                                <a:lnTo>
                                  <a:pt x="118" y="20"/>
                                </a:lnTo>
                                <a:lnTo>
                                  <a:pt x="122" y="25"/>
                                </a:lnTo>
                                <a:lnTo>
                                  <a:pt x="127" y="30"/>
                                </a:lnTo>
                                <a:lnTo>
                                  <a:pt x="130" y="36"/>
                                </a:lnTo>
                                <a:lnTo>
                                  <a:pt x="133" y="42"/>
                                </a:lnTo>
                                <a:lnTo>
                                  <a:pt x="135" y="49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90"/>
                                </a:lnTo>
                                <a:lnTo>
                                  <a:pt x="133" y="96"/>
                                </a:lnTo>
                                <a:lnTo>
                                  <a:pt x="130" y="101"/>
                                </a:lnTo>
                                <a:lnTo>
                                  <a:pt x="127" y="108"/>
                                </a:lnTo>
                                <a:lnTo>
                                  <a:pt x="122" y="113"/>
                                </a:lnTo>
                                <a:lnTo>
                                  <a:pt x="118" y="118"/>
                                </a:lnTo>
                                <a:lnTo>
                                  <a:pt x="113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2" y="129"/>
                                </a:lnTo>
                                <a:lnTo>
                                  <a:pt x="96" y="133"/>
                                </a:lnTo>
                                <a:lnTo>
                                  <a:pt x="90" y="135"/>
                                </a:lnTo>
                                <a:lnTo>
                                  <a:pt x="83" y="137"/>
                                </a:lnTo>
                                <a:lnTo>
                                  <a:pt x="76" y="138"/>
                                </a:lnTo>
                                <a:lnTo>
                                  <a:pt x="69" y="138"/>
                                </a:lnTo>
                                <a:lnTo>
                                  <a:pt x="62" y="138"/>
                                </a:lnTo>
                                <a:lnTo>
                                  <a:pt x="55" y="137"/>
                                </a:lnTo>
                                <a:lnTo>
                                  <a:pt x="49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20" y="118"/>
                                </a:lnTo>
                                <a:lnTo>
                                  <a:pt x="15" y="113"/>
                                </a:lnTo>
                                <a:lnTo>
                                  <a:pt x="12" y="108"/>
                                </a:lnTo>
                                <a:lnTo>
                                  <a:pt x="8" y="101"/>
                                </a:lnTo>
                                <a:lnTo>
                                  <a:pt x="6" y="96"/>
                                </a:lnTo>
                                <a:lnTo>
                                  <a:pt x="2" y="90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9"/>
                                </a:lnTo>
                                <a:lnTo>
                                  <a:pt x="6" y="42"/>
                                </a:lnTo>
                                <a:lnTo>
                                  <a:pt x="8" y="36"/>
                                </a:lnTo>
                                <a:lnTo>
                                  <a:pt x="12" y="30"/>
                                </a:lnTo>
                                <a:lnTo>
                                  <a:pt x="15" y="25"/>
                                </a:lnTo>
                                <a:lnTo>
                                  <a:pt x="20" y="20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9"/>
                                </a:lnTo>
                                <a:lnTo>
                                  <a:pt x="42" y="5"/>
                                </a:lnTo>
                                <a:lnTo>
                                  <a:pt x="49" y="3"/>
                                </a:lnTo>
                                <a:lnTo>
                                  <a:pt x="55" y="1"/>
                                </a:lnTo>
                                <a:lnTo>
                                  <a:pt x="62" y="0"/>
                                </a:lnTo>
                                <a:lnTo>
                                  <a:pt x="69" y="0"/>
                                </a:lnTo>
                                <a:close/>
                                <a:moveTo>
                                  <a:pt x="69" y="107"/>
                                </a:moveTo>
                                <a:lnTo>
                                  <a:pt x="69" y="107"/>
                                </a:lnTo>
                                <a:lnTo>
                                  <a:pt x="77" y="107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1" y="91"/>
                                </a:lnTo>
                                <a:lnTo>
                                  <a:pt x="104" y="84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1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8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1"/>
                                </a:lnTo>
                                <a:lnTo>
                                  <a:pt x="62" y="31"/>
                                </a:lnTo>
                                <a:lnTo>
                                  <a:pt x="54" y="33"/>
                                </a:lnTo>
                                <a:lnTo>
                                  <a:pt x="48" y="38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4" y="54"/>
                                </a:lnTo>
                                <a:lnTo>
                                  <a:pt x="32" y="61"/>
                                </a:lnTo>
                                <a:lnTo>
                                  <a:pt x="30" y="69"/>
                                </a:lnTo>
                                <a:lnTo>
                                  <a:pt x="32" y="77"/>
                                </a:lnTo>
                                <a:lnTo>
                                  <a:pt x="34" y="84"/>
                                </a:lnTo>
                                <a:lnTo>
                                  <a:pt x="37" y="91"/>
                                </a:lnTo>
                                <a:lnTo>
                                  <a:pt x="42" y="96"/>
                                </a:lnTo>
                                <a:lnTo>
                                  <a:pt x="48" y="100"/>
                                </a:lnTo>
                                <a:lnTo>
                                  <a:pt x="54" y="104"/>
                                </a:lnTo>
                                <a:lnTo>
                                  <a:pt x="62" y="107"/>
                                </a:lnTo>
                                <a:lnTo>
                                  <a:pt x="69" y="10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3" name="淘宝店chenying0907 14"/>
                        <wps:cNvSpPr/>
                        <wps:spPr bwMode="auto">
                          <a:xfrm>
                            <a:off x="61912" y="63500"/>
                            <a:ext cx="41275" cy="41275"/>
                          </a:xfrm>
                          <a:custGeom>
                            <a:avLst/>
                            <a:gdLst>
                              <a:gd name="T0" fmla="*/ 39 w 77"/>
                              <a:gd name="T1" fmla="*/ 0 h 76"/>
                              <a:gd name="T2" fmla="*/ 47 w 77"/>
                              <a:gd name="T3" fmla="*/ 0 h 76"/>
                              <a:gd name="T4" fmla="*/ 54 w 77"/>
                              <a:gd name="T5" fmla="*/ 3 h 76"/>
                              <a:gd name="T6" fmla="*/ 61 w 77"/>
                              <a:gd name="T7" fmla="*/ 6 h 76"/>
                              <a:gd name="T8" fmla="*/ 66 w 77"/>
                              <a:gd name="T9" fmla="*/ 11 h 76"/>
                              <a:gd name="T10" fmla="*/ 70 w 77"/>
                              <a:gd name="T11" fmla="*/ 17 h 76"/>
                              <a:gd name="T12" fmla="*/ 75 w 77"/>
                              <a:gd name="T13" fmla="*/ 24 h 76"/>
                              <a:gd name="T14" fmla="*/ 77 w 77"/>
                              <a:gd name="T15" fmla="*/ 30 h 76"/>
                              <a:gd name="T16" fmla="*/ 77 w 77"/>
                              <a:gd name="T17" fmla="*/ 39 h 76"/>
                              <a:gd name="T18" fmla="*/ 77 w 77"/>
                              <a:gd name="T19" fmla="*/ 46 h 76"/>
                              <a:gd name="T20" fmla="*/ 75 w 77"/>
                              <a:gd name="T21" fmla="*/ 54 h 76"/>
                              <a:gd name="T22" fmla="*/ 70 w 77"/>
                              <a:gd name="T23" fmla="*/ 60 h 76"/>
                              <a:gd name="T24" fmla="*/ 66 w 77"/>
                              <a:gd name="T25" fmla="*/ 66 h 76"/>
                              <a:gd name="T26" fmla="*/ 61 w 77"/>
                              <a:gd name="T27" fmla="*/ 70 h 76"/>
                              <a:gd name="T28" fmla="*/ 54 w 77"/>
                              <a:gd name="T29" fmla="*/ 74 h 76"/>
                              <a:gd name="T30" fmla="*/ 47 w 77"/>
                              <a:gd name="T31" fmla="*/ 76 h 76"/>
                              <a:gd name="T32" fmla="*/ 39 w 77"/>
                              <a:gd name="T33" fmla="*/ 76 h 76"/>
                              <a:gd name="T34" fmla="*/ 30 w 77"/>
                              <a:gd name="T35" fmla="*/ 76 h 76"/>
                              <a:gd name="T36" fmla="*/ 24 w 77"/>
                              <a:gd name="T37" fmla="*/ 74 h 76"/>
                              <a:gd name="T38" fmla="*/ 16 w 77"/>
                              <a:gd name="T39" fmla="*/ 70 h 76"/>
                              <a:gd name="T40" fmla="*/ 11 w 77"/>
                              <a:gd name="T41" fmla="*/ 66 h 76"/>
                              <a:gd name="T42" fmla="*/ 7 w 77"/>
                              <a:gd name="T43" fmla="*/ 60 h 76"/>
                              <a:gd name="T44" fmla="*/ 2 w 77"/>
                              <a:gd name="T45" fmla="*/ 54 h 76"/>
                              <a:gd name="T46" fmla="*/ 0 w 77"/>
                              <a:gd name="T47" fmla="*/ 46 h 76"/>
                              <a:gd name="T48" fmla="*/ 0 w 77"/>
                              <a:gd name="T49" fmla="*/ 39 h 76"/>
                              <a:gd name="T50" fmla="*/ 0 w 77"/>
                              <a:gd name="T51" fmla="*/ 30 h 76"/>
                              <a:gd name="T52" fmla="*/ 2 w 77"/>
                              <a:gd name="T53" fmla="*/ 24 h 76"/>
                              <a:gd name="T54" fmla="*/ 7 w 77"/>
                              <a:gd name="T55" fmla="*/ 17 h 76"/>
                              <a:gd name="T56" fmla="*/ 11 w 77"/>
                              <a:gd name="T57" fmla="*/ 11 h 76"/>
                              <a:gd name="T58" fmla="*/ 16 w 77"/>
                              <a:gd name="T59" fmla="*/ 6 h 76"/>
                              <a:gd name="T60" fmla="*/ 24 w 77"/>
                              <a:gd name="T61" fmla="*/ 3 h 76"/>
                              <a:gd name="T62" fmla="*/ 30 w 77"/>
                              <a:gd name="T63" fmla="*/ 0 h 76"/>
                              <a:gd name="T64" fmla="*/ 39 w 77"/>
                              <a:gd name="T65" fmla="*/ 0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7" h="76">
                                <a:moveTo>
                                  <a:pt x="39" y="0"/>
                                </a:moveTo>
                                <a:lnTo>
                                  <a:pt x="47" y="0"/>
                                </a:lnTo>
                                <a:lnTo>
                                  <a:pt x="54" y="3"/>
                                </a:lnTo>
                                <a:lnTo>
                                  <a:pt x="61" y="6"/>
                                </a:lnTo>
                                <a:lnTo>
                                  <a:pt x="66" y="11"/>
                                </a:lnTo>
                                <a:lnTo>
                                  <a:pt x="70" y="17"/>
                                </a:lnTo>
                                <a:lnTo>
                                  <a:pt x="75" y="24"/>
                                </a:lnTo>
                                <a:lnTo>
                                  <a:pt x="77" y="30"/>
                                </a:lnTo>
                                <a:lnTo>
                                  <a:pt x="77" y="39"/>
                                </a:lnTo>
                                <a:lnTo>
                                  <a:pt x="77" y="46"/>
                                </a:lnTo>
                                <a:lnTo>
                                  <a:pt x="75" y="54"/>
                                </a:lnTo>
                                <a:lnTo>
                                  <a:pt x="70" y="60"/>
                                </a:lnTo>
                                <a:lnTo>
                                  <a:pt x="66" y="66"/>
                                </a:lnTo>
                                <a:lnTo>
                                  <a:pt x="61" y="70"/>
                                </a:lnTo>
                                <a:lnTo>
                                  <a:pt x="54" y="74"/>
                                </a:lnTo>
                                <a:lnTo>
                                  <a:pt x="47" y="76"/>
                                </a:lnTo>
                                <a:lnTo>
                                  <a:pt x="39" y="76"/>
                                </a:lnTo>
                                <a:lnTo>
                                  <a:pt x="30" y="76"/>
                                </a:lnTo>
                                <a:lnTo>
                                  <a:pt x="24" y="74"/>
                                </a:lnTo>
                                <a:lnTo>
                                  <a:pt x="16" y="70"/>
                                </a:lnTo>
                                <a:lnTo>
                                  <a:pt x="11" y="66"/>
                                </a:lnTo>
                                <a:lnTo>
                                  <a:pt x="7" y="60"/>
                                </a:lnTo>
                                <a:lnTo>
                                  <a:pt x="2" y="54"/>
                                </a:lnTo>
                                <a:lnTo>
                                  <a:pt x="0" y="46"/>
                                </a:lnTo>
                                <a:lnTo>
                                  <a:pt x="0" y="39"/>
                                </a:lnTo>
                                <a:lnTo>
                                  <a:pt x="0" y="30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1" y="11"/>
                                </a:lnTo>
                                <a:lnTo>
                                  <a:pt x="16" y="6"/>
                                </a:lnTo>
                                <a:lnTo>
                                  <a:pt x="24" y="3"/>
                                </a:lnTo>
                                <a:lnTo>
                                  <a:pt x="30" y="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淘宝店chenying0907 17" o:spid="_x0000_s1026" o:spt="203" style="position:absolute;left:0pt;flip:y;margin-left:-74.25pt;margin-top:674.1pt;height:76.25pt;width:76.1pt;z-index:251687936;mso-width-relative:page;mso-height-relative:page;" coordsize="966787,968375" o:gfxdata="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">
                <o:lock v:ext="edit" aspectratio="f"/>
                <v:shape id="淘宝店chenying0907 6" o:spid="_x0000_s1026" o:spt="100" style="position:absolute;left:73025;top:171450;height:796925;width:19050;" filled="t" stroked="f" coordsize="37,1506" o:gfxdata="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8gL/b4A&#10;AADbAAAADwAAAAAAAAABACAAAAAiAAAAZHJzL2Rvd25yZXYueG1sUEsBAhQAFAAAAAgAh07iQDMv&#10;BZ47AAAAOQAAABAAAAAAAAAAAQAgAAAADQEAAGRycy9zaGFwZXhtbC54bWxQSwUGAAAAAAYABgBb&#10;AQAAtwMAAAAA&#10;" path="m37,18l37,1488,36,1491,35,1495,34,1497,32,1501,29,1503,25,1505,22,1506,19,1506,15,1506,11,1505,8,1503,5,1501,3,1497,2,1495,1,1491,0,1488,0,18,1,15,2,11,3,7,5,5,8,3,11,1,15,0,19,0,22,0,25,1,29,3,32,5,34,7,35,11,36,15,37,18xe">
                  <v:path o:connectlocs="19050,9525;19050,787400;18535,788987;18020,791104;17505,792162;16475,794279;14931,795337;12871,796395;11327,796925;9782,796925;7722,796925;5663,796395;4118,795337;2574,794279;1544,792162;1029,791104;514,788987;0,787400;0,9525;514,7937;1029,5820;1544,3704;2574,2645;4118,1587;5663,529;7722,0;9782,0;11327,0;12871,529;14931,1587;16475,2645;17505,3704;18020,5820;18535,7937;19050,9525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7" o:spid="_x0000_s1026" o:spt="100" style="position:absolute;left:0;top:182563;height:303213;width:84138;" filled="t" stroked="f" coordsize="160,574" o:gfxdata="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nstAvQAA&#10;ANsAAAAPAAAAAAAAAAEAIAAAACIAAABkcnMvZG93bnJldi54bWxQSwECFAAUAAAACACHTuJAMy8F&#10;njsAAAA5AAAAEAAAAAAAAAABACAAAAAMAQAAZHJzL3NoYXBleG1sLnhtbFBLBQYAAAAABgAGAFsB&#10;AAC2AwAAAAA=&#10;" path="m63,69l63,79,65,88,67,96,70,104,74,112,78,118,84,125,89,130,77,136,66,143,56,152,46,159,37,169,30,178,22,189,17,201,11,213,7,225,4,238,2,251,0,265,2,279,3,293,6,307,9,317,12,325,17,335,22,344,33,360,46,376,73,406,98,438,104,448,110,458,113,469,115,481,116,492,116,504,113,514,108,525,104,530,100,535,94,538,89,540,84,542,77,542,71,542,64,542,61,540,57,539,54,536,52,534,50,529,50,526,49,523,49,519,50,515,51,512,53,509,56,506,59,504,62,501,65,500,69,500,73,500,76,499,78,497,80,495,83,491,84,485,83,479,80,474,78,472,76,470,73,469,69,469,62,470,54,471,48,474,42,479,36,483,31,488,26,495,23,501,20,508,18,515,18,522,18,529,19,537,21,543,25,550,31,555,39,563,47,567,56,572,65,574,74,574,83,574,91,572,100,569,107,565,115,560,121,554,128,548,133,540,139,532,143,523,145,513,147,500,148,487,147,475,144,464,140,452,135,441,129,429,121,418,106,398,89,378,72,359,57,339,51,333,47,325,44,318,40,310,35,295,33,280,32,265,33,250,36,235,42,221,48,207,57,195,66,183,78,173,90,164,104,157,112,155,119,152,128,150,137,148,138,149,140,149,144,148,146,147,150,147,153,145,155,144,157,142,159,136,160,131,159,126,156,121,154,119,152,118,148,117,145,117,141,117,135,118,126,116,117,113,111,108,105,102,101,95,98,88,97,80,96,72,98,64,100,56,104,49,108,44,115,38,124,34,132,32,143,32,146,31,150,31,152,28,154,27,157,22,158,17,157,11,154,6,152,4,150,1,146,0,143,0,135,0,128,1,121,2,114,5,107,8,101,11,94,14,89,19,84,24,78,28,74,35,71,41,67,48,65,54,64,62,63,69xe">
                  <v:path o:connectlocs="35232,50711;44172,66030;29448,80293;11568,99838;2103,125722;1577,154775;8939,176962;38387,214467;59422,247747;59422,271518;49431,284196;37336,286309;28396,283139;25767,276272;27870,268877;34181,264122;41017,262538;43646,253029;38387,247747;25241,250388;13672,261481;9465,275744;13146,290535;29448,302156;47853,302156;63629,292648;75198,276272;77301,250916;67836,226617;37862,189640;23137,167982;16827,139985;25241,109346;47327,86632;67310,79236;75724,78180;81508,76067;83612,66558;77827,61804;66258,61276;53112,50183;51534,33807;60474,20073;76775,16375;82560,11621;79931,2112;70991,0;56267,4225;44172,12677;35232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8" o:spid="_x0000_s1026" o:spt="100" style="position:absolute;left:84137;top:182563;height:303213;width:84138;" filled="t" stroked="f" coordsize="159,574" o:gfxdata="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nSyirgAAADbAAAA&#10;DwAAAAAAAAABACAAAAAiAAAAZHJzL2Rvd25yZXYueG1sUEsBAhQAFAAAAAgAh07iQDMvBZ47AAAA&#10;OQAAABAAAAAAAAAAAQAgAAAABwEAAGRycy9zaGFwZXhtbC54bWxQSwUGAAAAAAYABgBbAQAAsQMA&#10;AAAA&#10;" path="m98,69l96,79,95,88,93,96,90,104,87,112,82,118,77,125,71,130,82,136,94,143,104,152,114,159,123,169,131,178,139,189,144,201,149,213,154,225,157,238,158,251,159,265,159,279,157,293,155,307,152,317,148,325,144,335,139,344,128,360,115,376,88,406,63,438,56,448,51,458,48,469,45,481,44,492,45,504,48,514,52,525,55,530,60,535,65,538,72,540,77,542,83,542,90,542,95,542,100,540,103,539,106,536,108,534,109,529,110,526,110,523,110,519,110,515,108,512,107,509,105,506,102,504,99,501,95,500,91,500,88,500,85,499,82,497,80,495,77,491,76,485,77,479,80,474,82,472,85,470,88,469,91,469,99,470,106,471,113,474,118,479,125,483,129,488,134,495,137,501,141,508,142,515,143,522,143,529,142,537,139,543,135,550,130,555,121,563,113,567,104,572,95,574,87,574,78,574,69,572,61,569,53,565,46,560,38,554,32,548,26,540,22,532,18,523,14,513,12,500,12,487,13,475,15,464,20,452,25,441,32,429,38,418,54,398,72,378,89,359,104,339,108,333,113,325,117,318,120,310,125,295,128,280,128,265,127,250,123,235,119,221,113,207,104,195,94,183,82,173,69,164,55,157,48,155,40,152,33,150,24,148,22,149,20,149,17,148,13,147,10,147,8,145,6,144,4,142,1,136,0,131,1,126,4,121,6,119,9,118,11,117,15,117,20,117,24,118,35,116,42,113,50,108,55,102,60,95,63,88,64,80,64,72,63,64,61,56,56,49,51,44,45,38,37,34,28,32,18,32,14,31,11,31,8,28,6,27,4,22,2,17,4,11,6,6,8,4,11,1,14,0,18,0,25,0,32,1,39,2,47,5,53,8,60,11,66,14,72,19,77,24,81,28,86,35,90,41,92,48,95,54,96,62,98,69xe">
                  <v:path o:connectlocs="49212,50711;40746,66030;55033,80293;73554,99838;83079,125722;83079,154775;76200,176962;46566,214467;25400,247747;25400,271518;34396,284196;47625,286309;56092,283139;58208,276272;56621,268877;50271,264122;43391,262538;40746,253029;46566,247747;59796,250388;70908,261481;75671,275744;71437,290535;55033,302156;36512,302156;20108,292648;9525,276272;6879,250916;16933,226617;47096,189640;61912,167982;67733,139985;59796,109346;36512,86632;17462,79236;8995,78180;3175,76067;529,66558;5820,61804;18520,61276;31750,50183;33337,33807;23812,20073;7408,16375;2116,11621;4233,2112;13229,0;28046,4225;40746,12677;48683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9" o:spid="_x0000_s1026" o:spt="100" style="position:absolute;left:46037;top:285750;height:73025;width:73025;" filled="t" stroked="f" coordsize="138,138" o:gfxdata="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z6VG8AAAA&#10;2wAAAA8AAAAAAAAAAQAgAAAAIgAAAGRycy9kb3ducmV2LnhtbFBLAQIUABQAAAAIAIdO4kAzLwWe&#10;OwAAADkAAAAQAAAAAAAAAAEAIAAAAAsBAABkcnMvc2hhcGV4bWwueG1sUEsFBgAAAAAGAAYAWwEA&#10;ALUDAAAAAA==&#10;" path="m138,69l137,75,136,83,135,89,133,96,129,101,126,107,122,112,118,118,112,122,107,126,101,129,95,133,90,135,82,136,75,137,69,138,61,137,55,136,48,135,42,133,36,129,30,126,25,122,19,118,15,112,11,107,7,101,5,96,2,89,1,83,0,75,0,69,0,61,1,55,2,48,5,42,7,35,11,30,15,25,19,19,25,15,30,12,36,7,42,5,48,3,55,1,61,0,69,0,75,0,82,1,90,3,95,5,101,7,107,12,112,15,118,19,122,25,126,30,129,35,133,42,135,48,136,55,137,61,138,69xm30,69l30,69,31,77,33,83,37,89,42,96,47,100,54,104,60,106,69,107,77,106,83,104,90,100,96,96,100,89,104,83,106,77,107,69,106,61,104,54,100,47,96,42,90,37,83,33,77,31,69,30,60,31,54,33,47,37,42,42,37,47,33,54,31,61,30,69xe">
                  <v:path o:connectlocs="72495,39687;71437,47095;68262,53445;64558,59266;59266,64558;53445,68262;47625,71437;39687,72495;32279,72495;25400,71437;19050,68262;13229,64558;7937,59266;3704,53445;1058,47095;0,39687;0,32279;1058,25400;3704,18520;7937,13229;13229,7937;19050,3704;25400,1587;32279,0;39687,0;47625,1587;53445,3704;59266,7937;64558,13229;68262,18520;71437,25400;72495,32279;15875,36512;16404,40745;19579,47095;24870,52916;31750,56091;40745,56091;47625,52916;52916,47095;56091,40745;56091,32279;52916,24870;47625,19579;40745,16404;31750,16404;24870,19579;19579,24870;16404,32279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0" o:spid="_x0000_s1026" o:spt="100" style="position:absolute;left:169862;top:77788;height:19050;width:796925;" filled="t" stroked="f" coordsize="1507,36" o:gfxdata="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wokRvQAA&#10;ANsAAAAPAAAAAAAAAAEAIAAAACIAAABkcnMvZG93bnJldi54bWxQSwECFAAUAAAACACHTuJAMy8F&#10;njsAAAA5AAAAEAAAAAAAAAABACAAAAAMAQAAZHJzL3NoYXBleG1sLnhtbFBLBQYAAAAABgAGAFsB&#10;AAC2AwAAAAA=&#10;" path="m19,0l1488,0,1492,0,1495,1,1498,3,1501,5,1504,7,1506,10,1507,14,1507,18,1507,21,1506,26,1504,29,1501,31,1498,33,1495,35,1492,36,1488,36,19,36,15,36,11,35,8,33,6,31,3,29,1,26,0,21,0,18,0,14,1,10,3,7,6,5,8,3,11,1,15,0,19,0xe">
                  <v:path o:connectlocs="10047,0;786877,0;788992,0;790579,529;792165,1587;793752,2645;795338,3704;796396,5291;796925,7408;796925,9525;796925,11112;796396,13758;795338,15345;793752,16404;792165,17462;790579,18520;788992,19050;786877,19050;10047,19050;7932,19050;5816,18520;4230,17462;3172,16404;1586,15345;528,13758;0,11112;0,9525;0,7408;528,5291;1586,3704;3172,2645;4230,1587;5816,529;7932,0;10047,0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1" o:spid="_x0000_s1026" o:spt="100" style="position:absolute;left:180975;top:84138;height:84138;width:303213;" filled="t" stroked="f" coordsize="573,158" o:gfxdata="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dx6DvQAA&#10;ANsAAAAPAAAAAAAAAAEAIAAAACIAAABkcnMvZG93bnJldi54bWxQSwECFAAUAAAACACHTuJAMy8F&#10;njsAAAA5AAAAEAAAAAAAAAABACAAAAAMAQAAZHJzL3NoYXBleG1sLnhtbFBLBQYAAAAABgAGAFsB&#10;AAC2AwAAAAA=&#10;" path="m69,96l79,96,87,95,96,93,103,89,111,86,117,81,124,76,129,70,136,82,142,93,150,103,158,113,168,122,178,130,189,137,201,143,212,149,224,153,237,155,250,157,264,158,278,158,291,156,306,153,316,151,325,147,334,142,343,138,359,126,376,114,406,86,437,61,448,56,458,50,468,46,480,44,491,43,502,44,514,46,525,52,530,55,534,59,538,64,540,70,542,76,542,83,542,88,541,95,540,99,538,102,535,106,532,108,529,109,526,110,522,110,518,110,515,109,512,108,508,106,505,103,503,101,501,98,500,95,500,90,499,87,499,84,496,81,494,80,490,76,484,75,478,76,474,80,472,81,469,84,468,87,468,90,469,98,471,104,474,111,478,117,482,123,488,128,494,133,501,137,507,139,515,141,521,142,529,142,536,140,543,138,549,134,555,128,562,121,567,112,571,103,573,95,573,86,573,77,571,69,568,60,565,52,559,45,554,37,546,31,540,26,531,20,522,17,513,14,500,12,487,10,475,13,463,15,451,19,439,25,428,31,418,37,397,54,377,71,358,87,339,102,332,108,325,112,317,116,310,120,295,124,279,127,264,127,249,126,234,123,220,117,206,111,194,103,182,93,172,82,164,69,156,55,154,47,151,40,150,31,148,23,149,21,149,19,148,16,147,13,147,9,144,6,143,4,141,3,136,0,130,0,125,1,121,3,118,5,117,7,116,10,116,14,116,19,117,23,115,33,112,42,108,49,101,55,95,59,87,61,80,63,71,63,63,62,56,60,48,56,43,50,37,44,33,36,31,27,31,17,30,13,30,9,28,7,27,5,21,3,16,2,10,3,5,5,3,7,1,9,0,13,0,17,0,23,1,31,2,39,4,45,6,53,9,59,14,64,18,71,23,76,28,81,34,85,41,88,47,91,54,94,61,96,69,96xe">
                  <v:path o:connectlocs="50800,49524;65616,40471;79375,54849;100012,72955;125412,82540;153987,83072;176741,75617;214842,45796;247650,24495;271992,24495;284692,34081;286808,46861;283104,56447;276225,58577;268817,56447;264583,50589;262467,43134;252942,40471;247650,46329;250825,59109;261408,70825;275696,75617;290512,71357;302154,54849;302154,36743;293158,19703;276225,9052;251354,6922;226483,16508;189441,46329;167746,61772;139700,67629;109008,59109;86783,36743;79375,16508;78316,8520;75670,2130;66145,532;61383,5325;60854,17573;50270,31418;33337,33016;19579,23430;15875,6922;11112,1597;1587,3727;0,12247;3175,28223;12170,40471;24870,48459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2" o:spid="_x0000_s1026" o:spt="100" style="position:absolute;left:180975;top:0;height:84138;width:303213;" filled="t" stroked="f" coordsize="573,160" o:gfxdata="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/49ZL4A&#10;AADbAAAADwAAAAAAAAABACAAAAAiAAAAZHJzL2Rvd25yZXYueG1sUEsBAhQAFAAAAAgAh07iQDMv&#10;BZ47AAAAOQAAABAAAAAAAAAAAQAgAAAADQEAAGRycy9zaGFwZXhtbC54bWxQSwUGAAAAAAYABgBb&#10;AQAAtwMAAAAA&#10;" path="m69,63l79,63,87,64,96,66,103,69,111,72,117,78,124,83,129,88,136,77,142,66,150,55,158,45,168,37,178,28,189,21,201,15,212,10,224,6,237,3,250,1,264,0,278,1,291,2,306,5,316,7,325,12,334,16,343,20,359,32,376,44,406,72,437,97,448,104,458,108,468,112,480,114,491,115,502,114,514,112,525,107,530,104,534,99,538,94,540,88,542,82,542,75,542,70,541,64,540,59,538,56,535,53,532,51,529,50,526,48,522,48,518,48,515,50,512,51,508,53,505,55,503,57,501,60,500,65,500,68,499,71,499,74,496,78,494,80,490,82,484,83,478,82,474,80,472,78,469,74,468,71,468,68,469,60,471,54,474,47,478,41,482,36,488,30,494,26,501,21,507,19,515,17,521,16,529,16,536,18,543,20,549,25,555,30,562,38,567,46,571,55,573,64,573,72,573,82,571,91,568,98,565,107,559,114,554,121,546,127,540,133,531,138,522,141,513,145,500,147,487,148,475,147,463,144,451,139,439,134,428,128,418,121,397,105,377,87,358,71,339,56,332,51,325,46,317,43,310,40,295,34,279,32,264,31,249,32,234,36,220,41,206,47,194,56,182,66,172,77,164,90,156,104,154,111,151,119,150,127,148,135,149,137,149,139,148,142,147,146,147,149,144,152,143,154,141,156,136,159,130,160,125,159,121,155,118,153,117,151,116,148,116,145,116,139,117,135,115,125,112,117,108,110,101,104,95,99,87,97,80,95,71,95,63,96,56,99,48,102,43,108,37,114,33,122,31,132,31,142,30,146,30,149,28,151,27,153,21,156,16,156,10,156,5,153,3,151,1,149,0,146,0,142,0,135,1,127,2,120,4,113,6,107,9,100,14,94,18,87,23,83,28,78,34,73,41,70,47,67,54,65,61,64,69,63xe">
                  <v:path o:connectlocs="50800,34706;65616,43646;79375,28922;100012,11043;125412,1577;153987,1051;176741,8413;214842,37862;247650,58896;271992,58896;284692,49431;286808,36810;283104,27870;276225,25241;268817,27870;264583,34181;262467,41017;252942,43120;247650,37336;250825,24715;261408,13672;275696,8413;290512,13146;302154,28922;302154,47853;293158,63629;276225,74146;251354,77301;226483,67310;189441,37336;167746,22612;139700,16301;109008,24715;86783,47327;79375,66784;78316,74672;75670,80982;66145,83612;61383,77827;60854,65732;50270,52060;33337,50482;19579,59948;15875,76775;11112,82034;1587,79405;0,70991;3175,56267;12170,43646;24870,35232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3" o:spid="_x0000_s1026" o:spt="100" style="position:absolute;left:284162;top:50800;height:73025;width:73025;" filled="t" stroked="f" coordsize="138,138" o:gfxdata="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kJIZrsAAADb&#10;AAAADwAAAAAAAAABACAAAAAiAAAAZHJzL2Rvd25yZXYueG1sUEsBAhQAFAAAAAgAh07iQDMvBZ47&#10;AAAAOQAAABAAAAAAAAAAAQAgAAAACgEAAGRycy9zaGFwZXhtbC54bWxQSwUGAAAAAAYABgBbAQAA&#10;tAMAAAAA&#10;" path="m69,0l76,0,83,1,90,3,96,5,102,9,107,12,113,15,118,20,122,25,127,30,130,36,133,42,135,49,136,55,137,61,138,69,137,75,136,83,135,90,133,96,130,101,127,108,122,113,118,118,113,122,107,126,102,129,96,133,90,135,83,137,76,138,69,138,62,138,55,137,49,135,42,133,36,129,30,126,25,122,20,118,15,113,12,108,8,101,6,96,2,90,1,83,0,75,0,69,0,61,1,55,2,49,6,42,8,36,12,30,15,25,20,20,25,15,30,12,36,9,42,5,49,3,55,1,62,0,69,0xm69,107l69,107,77,107,83,104,90,100,96,96,101,91,104,84,106,77,107,69,106,61,104,54,101,47,96,42,90,38,83,33,77,31,69,31,62,31,54,33,48,38,42,42,37,47,34,54,32,61,30,69,32,77,34,84,37,91,42,96,48,100,54,104,62,107,69,107xe">
                  <v:path o:connectlocs="40216,0;47625,1587;53975,4762;59795,7937;64558,13229;68791,19050;71437,25929;72495,32279;72495,39687;71437,47625;68791,53445;64558,59795;59795,64558;53975,68262;47625,71437;40216,73025;32808,73025;25929,71437;19050,68262;13229,64558;7937,59795;4233,53445;1058,47625;0,39687;0,32279;1058,25929;4233,19050;7937,13229;13229,7937;19050,4762;25929,1587;32808,0;36512,56620;40745,56620;47625,52916;53445,48154;56091,40745;56091,32279;53445,24870;47625,20108;40745,16404;32808,16404;25400,20108;19579,24870;16933,32279;16933,40745;19579,48154;25400,52916;32808,56620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4" o:spid="_x0000_s1026" o:spt="100" style="position:absolute;left:61912;top:63500;height:41275;width:41275;" filled="t" stroked="f" coordsize="77,76" o:gfxdata="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2IeprgAAADbAAAA&#10;DwAAAAAAAAABACAAAAAiAAAAZHJzL2Rvd25yZXYueG1sUEsBAhQAFAAAAAgAh07iQDMvBZ47AAAA&#10;OQAAABAAAAAAAAAAAQAgAAAABwEAAGRycy9zaGFwZXhtbC54bWxQSwUGAAAAAAYABgBbAQAAsQMA&#10;AAAA&#10;" path="m39,0l47,0,54,3,61,6,66,11,70,17,75,24,77,30,77,39,77,46,75,54,70,60,66,66,61,70,54,74,47,76,39,76,30,76,24,74,16,70,11,66,7,60,2,54,0,46,0,39,0,30,2,24,7,17,11,11,16,6,24,3,30,0,39,0xe">
                  <v:path o:connectlocs="20905,0;25193,0;28946,1629;32698,3258;35378,5974;37522,9232;40202,13034;41275,16292;41275,21180;41275,24982;40202,29326;37522,32585;35378,35844;32698,38016;28946,40188;25193,41275;20905,41275;16081,41275;12864,40188;8576,38016;5896,35844;3752,32585;1072,29326;0,24982;0,21180;0,16292;1072,13034;3752,9232;5896,5974;8576,3258;12864,1629;16081,0;20905,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8561070</wp:posOffset>
                </wp:positionV>
                <wp:extent cx="966470" cy="968375"/>
                <wp:effectExtent l="0" t="0" r="24130" b="3175"/>
                <wp:wrapNone/>
                <wp:docPr id="54" name="淘宝店chenying0907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966470" cy="968375"/>
                          <a:chOff x="0" y="0"/>
                          <a:chExt cx="966787" cy="968375"/>
                        </a:xfrm>
                        <a:solidFill>
                          <a:srgbClr val="678E00"/>
                        </a:solidFill>
                      </wpg:grpSpPr>
                      <wps:wsp>
                        <wps:cNvPr id="55" name="淘宝店chenying0907 6"/>
                        <wps:cNvSpPr/>
                        <wps:spPr bwMode="auto">
                          <a:xfrm>
                            <a:off x="73025" y="171450"/>
                            <a:ext cx="19050" cy="796925"/>
                          </a:xfrm>
                          <a:custGeom>
                            <a:avLst/>
                            <a:gdLst>
                              <a:gd name="T0" fmla="*/ 37 w 37"/>
                              <a:gd name="T1" fmla="*/ 18 h 1506"/>
                              <a:gd name="T2" fmla="*/ 37 w 37"/>
                              <a:gd name="T3" fmla="*/ 1488 h 1506"/>
                              <a:gd name="T4" fmla="*/ 36 w 37"/>
                              <a:gd name="T5" fmla="*/ 1491 h 1506"/>
                              <a:gd name="T6" fmla="*/ 35 w 37"/>
                              <a:gd name="T7" fmla="*/ 1495 h 1506"/>
                              <a:gd name="T8" fmla="*/ 34 w 37"/>
                              <a:gd name="T9" fmla="*/ 1497 h 1506"/>
                              <a:gd name="T10" fmla="*/ 32 w 37"/>
                              <a:gd name="T11" fmla="*/ 1501 h 1506"/>
                              <a:gd name="T12" fmla="*/ 29 w 37"/>
                              <a:gd name="T13" fmla="*/ 1503 h 1506"/>
                              <a:gd name="T14" fmla="*/ 25 w 37"/>
                              <a:gd name="T15" fmla="*/ 1505 h 1506"/>
                              <a:gd name="T16" fmla="*/ 22 w 37"/>
                              <a:gd name="T17" fmla="*/ 1506 h 1506"/>
                              <a:gd name="T18" fmla="*/ 19 w 37"/>
                              <a:gd name="T19" fmla="*/ 1506 h 1506"/>
                              <a:gd name="T20" fmla="*/ 15 w 37"/>
                              <a:gd name="T21" fmla="*/ 1506 h 1506"/>
                              <a:gd name="T22" fmla="*/ 11 w 37"/>
                              <a:gd name="T23" fmla="*/ 1505 h 1506"/>
                              <a:gd name="T24" fmla="*/ 8 w 37"/>
                              <a:gd name="T25" fmla="*/ 1503 h 1506"/>
                              <a:gd name="T26" fmla="*/ 5 w 37"/>
                              <a:gd name="T27" fmla="*/ 1501 h 1506"/>
                              <a:gd name="T28" fmla="*/ 3 w 37"/>
                              <a:gd name="T29" fmla="*/ 1497 h 1506"/>
                              <a:gd name="T30" fmla="*/ 2 w 37"/>
                              <a:gd name="T31" fmla="*/ 1495 h 1506"/>
                              <a:gd name="T32" fmla="*/ 1 w 37"/>
                              <a:gd name="T33" fmla="*/ 1491 h 1506"/>
                              <a:gd name="T34" fmla="*/ 0 w 37"/>
                              <a:gd name="T35" fmla="*/ 1488 h 1506"/>
                              <a:gd name="T36" fmla="*/ 0 w 37"/>
                              <a:gd name="T37" fmla="*/ 18 h 1506"/>
                              <a:gd name="T38" fmla="*/ 1 w 37"/>
                              <a:gd name="T39" fmla="*/ 15 h 1506"/>
                              <a:gd name="T40" fmla="*/ 2 w 37"/>
                              <a:gd name="T41" fmla="*/ 11 h 1506"/>
                              <a:gd name="T42" fmla="*/ 3 w 37"/>
                              <a:gd name="T43" fmla="*/ 7 h 1506"/>
                              <a:gd name="T44" fmla="*/ 5 w 37"/>
                              <a:gd name="T45" fmla="*/ 5 h 1506"/>
                              <a:gd name="T46" fmla="*/ 8 w 37"/>
                              <a:gd name="T47" fmla="*/ 3 h 1506"/>
                              <a:gd name="T48" fmla="*/ 11 w 37"/>
                              <a:gd name="T49" fmla="*/ 1 h 1506"/>
                              <a:gd name="T50" fmla="*/ 15 w 37"/>
                              <a:gd name="T51" fmla="*/ 0 h 1506"/>
                              <a:gd name="T52" fmla="*/ 19 w 37"/>
                              <a:gd name="T53" fmla="*/ 0 h 1506"/>
                              <a:gd name="T54" fmla="*/ 22 w 37"/>
                              <a:gd name="T55" fmla="*/ 0 h 1506"/>
                              <a:gd name="T56" fmla="*/ 25 w 37"/>
                              <a:gd name="T57" fmla="*/ 1 h 1506"/>
                              <a:gd name="T58" fmla="*/ 29 w 37"/>
                              <a:gd name="T59" fmla="*/ 3 h 1506"/>
                              <a:gd name="T60" fmla="*/ 32 w 37"/>
                              <a:gd name="T61" fmla="*/ 5 h 1506"/>
                              <a:gd name="T62" fmla="*/ 34 w 37"/>
                              <a:gd name="T63" fmla="*/ 7 h 1506"/>
                              <a:gd name="T64" fmla="*/ 35 w 37"/>
                              <a:gd name="T65" fmla="*/ 11 h 1506"/>
                              <a:gd name="T66" fmla="*/ 36 w 37"/>
                              <a:gd name="T67" fmla="*/ 15 h 1506"/>
                              <a:gd name="T68" fmla="*/ 37 w 37"/>
                              <a:gd name="T69" fmla="*/ 18 h 1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7" h="1506">
                                <a:moveTo>
                                  <a:pt x="37" y="18"/>
                                </a:moveTo>
                                <a:lnTo>
                                  <a:pt x="37" y="1488"/>
                                </a:lnTo>
                                <a:lnTo>
                                  <a:pt x="36" y="1491"/>
                                </a:lnTo>
                                <a:lnTo>
                                  <a:pt x="35" y="1495"/>
                                </a:lnTo>
                                <a:lnTo>
                                  <a:pt x="34" y="1497"/>
                                </a:lnTo>
                                <a:lnTo>
                                  <a:pt x="32" y="1501"/>
                                </a:lnTo>
                                <a:lnTo>
                                  <a:pt x="29" y="1503"/>
                                </a:lnTo>
                                <a:lnTo>
                                  <a:pt x="25" y="1505"/>
                                </a:lnTo>
                                <a:lnTo>
                                  <a:pt x="22" y="1506"/>
                                </a:lnTo>
                                <a:lnTo>
                                  <a:pt x="19" y="1506"/>
                                </a:lnTo>
                                <a:lnTo>
                                  <a:pt x="15" y="1506"/>
                                </a:lnTo>
                                <a:lnTo>
                                  <a:pt x="11" y="1505"/>
                                </a:lnTo>
                                <a:lnTo>
                                  <a:pt x="8" y="1503"/>
                                </a:lnTo>
                                <a:lnTo>
                                  <a:pt x="5" y="1501"/>
                                </a:lnTo>
                                <a:lnTo>
                                  <a:pt x="3" y="1497"/>
                                </a:lnTo>
                                <a:lnTo>
                                  <a:pt x="2" y="1495"/>
                                </a:lnTo>
                                <a:lnTo>
                                  <a:pt x="1" y="1491"/>
                                </a:lnTo>
                                <a:lnTo>
                                  <a:pt x="0" y="1488"/>
                                </a:lnTo>
                                <a:lnTo>
                                  <a:pt x="0" y="18"/>
                                </a:lnTo>
                                <a:lnTo>
                                  <a:pt x="1" y="15"/>
                                </a:lnTo>
                                <a:lnTo>
                                  <a:pt x="2" y="11"/>
                                </a:lnTo>
                                <a:lnTo>
                                  <a:pt x="3" y="7"/>
                                </a:lnTo>
                                <a:lnTo>
                                  <a:pt x="5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lnTo>
                                  <a:pt x="22" y="0"/>
                                </a:lnTo>
                                <a:lnTo>
                                  <a:pt x="25" y="1"/>
                                </a:lnTo>
                                <a:lnTo>
                                  <a:pt x="29" y="3"/>
                                </a:lnTo>
                                <a:lnTo>
                                  <a:pt x="32" y="5"/>
                                </a:lnTo>
                                <a:lnTo>
                                  <a:pt x="34" y="7"/>
                                </a:lnTo>
                                <a:lnTo>
                                  <a:pt x="35" y="11"/>
                                </a:lnTo>
                                <a:lnTo>
                                  <a:pt x="36" y="15"/>
                                </a:lnTo>
                                <a:lnTo>
                                  <a:pt x="37" y="1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6" name="淘宝店chenying0907 7"/>
                        <wps:cNvSpPr/>
                        <wps:spPr bwMode="auto">
                          <a:xfrm>
                            <a:off x="0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67 w 160"/>
                              <a:gd name="T1" fmla="*/ 96 h 574"/>
                              <a:gd name="T2" fmla="*/ 84 w 160"/>
                              <a:gd name="T3" fmla="*/ 125 h 574"/>
                              <a:gd name="T4" fmla="*/ 56 w 160"/>
                              <a:gd name="T5" fmla="*/ 152 h 574"/>
                              <a:gd name="T6" fmla="*/ 22 w 160"/>
                              <a:gd name="T7" fmla="*/ 189 h 574"/>
                              <a:gd name="T8" fmla="*/ 4 w 160"/>
                              <a:gd name="T9" fmla="*/ 238 h 574"/>
                              <a:gd name="T10" fmla="*/ 3 w 160"/>
                              <a:gd name="T11" fmla="*/ 293 h 574"/>
                              <a:gd name="T12" fmla="*/ 17 w 160"/>
                              <a:gd name="T13" fmla="*/ 335 h 574"/>
                              <a:gd name="T14" fmla="*/ 73 w 160"/>
                              <a:gd name="T15" fmla="*/ 406 h 574"/>
                              <a:gd name="T16" fmla="*/ 113 w 160"/>
                              <a:gd name="T17" fmla="*/ 469 h 574"/>
                              <a:gd name="T18" fmla="*/ 113 w 160"/>
                              <a:gd name="T19" fmla="*/ 514 h 574"/>
                              <a:gd name="T20" fmla="*/ 94 w 160"/>
                              <a:gd name="T21" fmla="*/ 538 h 574"/>
                              <a:gd name="T22" fmla="*/ 71 w 160"/>
                              <a:gd name="T23" fmla="*/ 542 h 574"/>
                              <a:gd name="T24" fmla="*/ 54 w 160"/>
                              <a:gd name="T25" fmla="*/ 536 h 574"/>
                              <a:gd name="T26" fmla="*/ 49 w 160"/>
                              <a:gd name="T27" fmla="*/ 523 h 574"/>
                              <a:gd name="T28" fmla="*/ 53 w 160"/>
                              <a:gd name="T29" fmla="*/ 509 h 574"/>
                              <a:gd name="T30" fmla="*/ 65 w 160"/>
                              <a:gd name="T31" fmla="*/ 500 h 574"/>
                              <a:gd name="T32" fmla="*/ 78 w 160"/>
                              <a:gd name="T33" fmla="*/ 497 h 574"/>
                              <a:gd name="T34" fmla="*/ 83 w 160"/>
                              <a:gd name="T35" fmla="*/ 479 h 574"/>
                              <a:gd name="T36" fmla="*/ 73 w 160"/>
                              <a:gd name="T37" fmla="*/ 469 h 574"/>
                              <a:gd name="T38" fmla="*/ 48 w 160"/>
                              <a:gd name="T39" fmla="*/ 474 h 574"/>
                              <a:gd name="T40" fmla="*/ 26 w 160"/>
                              <a:gd name="T41" fmla="*/ 495 h 574"/>
                              <a:gd name="T42" fmla="*/ 18 w 160"/>
                              <a:gd name="T43" fmla="*/ 522 h 574"/>
                              <a:gd name="T44" fmla="*/ 25 w 160"/>
                              <a:gd name="T45" fmla="*/ 550 h 574"/>
                              <a:gd name="T46" fmla="*/ 56 w 160"/>
                              <a:gd name="T47" fmla="*/ 572 h 574"/>
                              <a:gd name="T48" fmla="*/ 91 w 160"/>
                              <a:gd name="T49" fmla="*/ 572 h 574"/>
                              <a:gd name="T50" fmla="*/ 121 w 160"/>
                              <a:gd name="T51" fmla="*/ 554 h 574"/>
                              <a:gd name="T52" fmla="*/ 143 w 160"/>
                              <a:gd name="T53" fmla="*/ 523 h 574"/>
                              <a:gd name="T54" fmla="*/ 147 w 160"/>
                              <a:gd name="T55" fmla="*/ 475 h 574"/>
                              <a:gd name="T56" fmla="*/ 129 w 160"/>
                              <a:gd name="T57" fmla="*/ 429 h 574"/>
                              <a:gd name="T58" fmla="*/ 72 w 160"/>
                              <a:gd name="T59" fmla="*/ 359 h 574"/>
                              <a:gd name="T60" fmla="*/ 44 w 160"/>
                              <a:gd name="T61" fmla="*/ 318 h 574"/>
                              <a:gd name="T62" fmla="*/ 32 w 160"/>
                              <a:gd name="T63" fmla="*/ 265 h 574"/>
                              <a:gd name="T64" fmla="*/ 48 w 160"/>
                              <a:gd name="T65" fmla="*/ 207 h 574"/>
                              <a:gd name="T66" fmla="*/ 90 w 160"/>
                              <a:gd name="T67" fmla="*/ 164 h 574"/>
                              <a:gd name="T68" fmla="*/ 128 w 160"/>
                              <a:gd name="T69" fmla="*/ 150 h 574"/>
                              <a:gd name="T70" fmla="*/ 144 w 160"/>
                              <a:gd name="T71" fmla="*/ 148 h 574"/>
                              <a:gd name="T72" fmla="*/ 155 w 160"/>
                              <a:gd name="T73" fmla="*/ 144 h 574"/>
                              <a:gd name="T74" fmla="*/ 159 w 160"/>
                              <a:gd name="T75" fmla="*/ 126 h 574"/>
                              <a:gd name="T76" fmla="*/ 148 w 160"/>
                              <a:gd name="T77" fmla="*/ 117 h 574"/>
                              <a:gd name="T78" fmla="*/ 126 w 160"/>
                              <a:gd name="T79" fmla="*/ 116 h 574"/>
                              <a:gd name="T80" fmla="*/ 101 w 160"/>
                              <a:gd name="T81" fmla="*/ 95 h 574"/>
                              <a:gd name="T82" fmla="*/ 98 w 160"/>
                              <a:gd name="T83" fmla="*/ 64 h 574"/>
                              <a:gd name="T84" fmla="*/ 115 w 160"/>
                              <a:gd name="T85" fmla="*/ 38 h 574"/>
                              <a:gd name="T86" fmla="*/ 146 w 160"/>
                              <a:gd name="T87" fmla="*/ 31 h 574"/>
                              <a:gd name="T88" fmla="*/ 157 w 160"/>
                              <a:gd name="T89" fmla="*/ 22 h 574"/>
                              <a:gd name="T90" fmla="*/ 152 w 160"/>
                              <a:gd name="T91" fmla="*/ 4 h 574"/>
                              <a:gd name="T92" fmla="*/ 135 w 160"/>
                              <a:gd name="T93" fmla="*/ 0 h 574"/>
                              <a:gd name="T94" fmla="*/ 107 w 160"/>
                              <a:gd name="T95" fmla="*/ 8 h 574"/>
                              <a:gd name="T96" fmla="*/ 84 w 160"/>
                              <a:gd name="T97" fmla="*/ 24 h 574"/>
                              <a:gd name="T98" fmla="*/ 67 w 160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60" h="574">
                                <a:moveTo>
                                  <a:pt x="63" y="69"/>
                                </a:moveTo>
                                <a:lnTo>
                                  <a:pt x="63" y="79"/>
                                </a:lnTo>
                                <a:lnTo>
                                  <a:pt x="65" y="88"/>
                                </a:lnTo>
                                <a:lnTo>
                                  <a:pt x="67" y="96"/>
                                </a:lnTo>
                                <a:lnTo>
                                  <a:pt x="70" y="104"/>
                                </a:lnTo>
                                <a:lnTo>
                                  <a:pt x="74" y="112"/>
                                </a:lnTo>
                                <a:lnTo>
                                  <a:pt x="78" y="118"/>
                                </a:lnTo>
                                <a:lnTo>
                                  <a:pt x="84" y="125"/>
                                </a:lnTo>
                                <a:lnTo>
                                  <a:pt x="89" y="130"/>
                                </a:lnTo>
                                <a:lnTo>
                                  <a:pt x="77" y="136"/>
                                </a:lnTo>
                                <a:lnTo>
                                  <a:pt x="66" y="143"/>
                                </a:lnTo>
                                <a:lnTo>
                                  <a:pt x="56" y="152"/>
                                </a:lnTo>
                                <a:lnTo>
                                  <a:pt x="46" y="159"/>
                                </a:lnTo>
                                <a:lnTo>
                                  <a:pt x="37" y="169"/>
                                </a:lnTo>
                                <a:lnTo>
                                  <a:pt x="30" y="178"/>
                                </a:lnTo>
                                <a:lnTo>
                                  <a:pt x="22" y="189"/>
                                </a:lnTo>
                                <a:lnTo>
                                  <a:pt x="17" y="201"/>
                                </a:lnTo>
                                <a:lnTo>
                                  <a:pt x="11" y="213"/>
                                </a:lnTo>
                                <a:lnTo>
                                  <a:pt x="7" y="225"/>
                                </a:lnTo>
                                <a:lnTo>
                                  <a:pt x="4" y="238"/>
                                </a:lnTo>
                                <a:lnTo>
                                  <a:pt x="2" y="251"/>
                                </a:lnTo>
                                <a:lnTo>
                                  <a:pt x="0" y="265"/>
                                </a:lnTo>
                                <a:lnTo>
                                  <a:pt x="2" y="279"/>
                                </a:lnTo>
                                <a:lnTo>
                                  <a:pt x="3" y="293"/>
                                </a:lnTo>
                                <a:lnTo>
                                  <a:pt x="6" y="307"/>
                                </a:lnTo>
                                <a:lnTo>
                                  <a:pt x="9" y="317"/>
                                </a:lnTo>
                                <a:lnTo>
                                  <a:pt x="12" y="325"/>
                                </a:lnTo>
                                <a:lnTo>
                                  <a:pt x="17" y="335"/>
                                </a:lnTo>
                                <a:lnTo>
                                  <a:pt x="22" y="344"/>
                                </a:lnTo>
                                <a:lnTo>
                                  <a:pt x="33" y="360"/>
                                </a:lnTo>
                                <a:lnTo>
                                  <a:pt x="46" y="376"/>
                                </a:lnTo>
                                <a:lnTo>
                                  <a:pt x="73" y="406"/>
                                </a:lnTo>
                                <a:lnTo>
                                  <a:pt x="98" y="438"/>
                                </a:lnTo>
                                <a:lnTo>
                                  <a:pt x="104" y="448"/>
                                </a:lnTo>
                                <a:lnTo>
                                  <a:pt x="110" y="458"/>
                                </a:lnTo>
                                <a:lnTo>
                                  <a:pt x="113" y="469"/>
                                </a:lnTo>
                                <a:lnTo>
                                  <a:pt x="115" y="481"/>
                                </a:lnTo>
                                <a:lnTo>
                                  <a:pt x="116" y="492"/>
                                </a:lnTo>
                                <a:lnTo>
                                  <a:pt x="116" y="504"/>
                                </a:lnTo>
                                <a:lnTo>
                                  <a:pt x="113" y="514"/>
                                </a:lnTo>
                                <a:lnTo>
                                  <a:pt x="108" y="525"/>
                                </a:lnTo>
                                <a:lnTo>
                                  <a:pt x="104" y="530"/>
                                </a:lnTo>
                                <a:lnTo>
                                  <a:pt x="100" y="535"/>
                                </a:lnTo>
                                <a:lnTo>
                                  <a:pt x="94" y="538"/>
                                </a:lnTo>
                                <a:lnTo>
                                  <a:pt x="89" y="540"/>
                                </a:lnTo>
                                <a:lnTo>
                                  <a:pt x="84" y="542"/>
                                </a:lnTo>
                                <a:lnTo>
                                  <a:pt x="77" y="542"/>
                                </a:lnTo>
                                <a:lnTo>
                                  <a:pt x="71" y="542"/>
                                </a:lnTo>
                                <a:lnTo>
                                  <a:pt x="64" y="542"/>
                                </a:lnTo>
                                <a:lnTo>
                                  <a:pt x="61" y="540"/>
                                </a:lnTo>
                                <a:lnTo>
                                  <a:pt x="57" y="539"/>
                                </a:lnTo>
                                <a:lnTo>
                                  <a:pt x="54" y="536"/>
                                </a:lnTo>
                                <a:lnTo>
                                  <a:pt x="52" y="534"/>
                                </a:lnTo>
                                <a:lnTo>
                                  <a:pt x="50" y="529"/>
                                </a:lnTo>
                                <a:lnTo>
                                  <a:pt x="50" y="526"/>
                                </a:lnTo>
                                <a:lnTo>
                                  <a:pt x="49" y="523"/>
                                </a:lnTo>
                                <a:lnTo>
                                  <a:pt x="49" y="519"/>
                                </a:lnTo>
                                <a:lnTo>
                                  <a:pt x="50" y="515"/>
                                </a:lnTo>
                                <a:lnTo>
                                  <a:pt x="51" y="512"/>
                                </a:lnTo>
                                <a:lnTo>
                                  <a:pt x="53" y="509"/>
                                </a:lnTo>
                                <a:lnTo>
                                  <a:pt x="56" y="506"/>
                                </a:lnTo>
                                <a:lnTo>
                                  <a:pt x="59" y="504"/>
                                </a:lnTo>
                                <a:lnTo>
                                  <a:pt x="62" y="501"/>
                                </a:lnTo>
                                <a:lnTo>
                                  <a:pt x="65" y="500"/>
                                </a:lnTo>
                                <a:lnTo>
                                  <a:pt x="69" y="500"/>
                                </a:lnTo>
                                <a:lnTo>
                                  <a:pt x="73" y="500"/>
                                </a:lnTo>
                                <a:lnTo>
                                  <a:pt x="76" y="499"/>
                                </a:lnTo>
                                <a:lnTo>
                                  <a:pt x="78" y="497"/>
                                </a:lnTo>
                                <a:lnTo>
                                  <a:pt x="80" y="495"/>
                                </a:lnTo>
                                <a:lnTo>
                                  <a:pt x="83" y="491"/>
                                </a:lnTo>
                                <a:lnTo>
                                  <a:pt x="84" y="485"/>
                                </a:lnTo>
                                <a:lnTo>
                                  <a:pt x="83" y="479"/>
                                </a:lnTo>
                                <a:lnTo>
                                  <a:pt x="80" y="474"/>
                                </a:lnTo>
                                <a:lnTo>
                                  <a:pt x="78" y="472"/>
                                </a:lnTo>
                                <a:lnTo>
                                  <a:pt x="76" y="470"/>
                                </a:lnTo>
                                <a:lnTo>
                                  <a:pt x="73" y="469"/>
                                </a:lnTo>
                                <a:lnTo>
                                  <a:pt x="69" y="469"/>
                                </a:lnTo>
                                <a:lnTo>
                                  <a:pt x="62" y="470"/>
                                </a:lnTo>
                                <a:lnTo>
                                  <a:pt x="54" y="471"/>
                                </a:lnTo>
                                <a:lnTo>
                                  <a:pt x="48" y="474"/>
                                </a:lnTo>
                                <a:lnTo>
                                  <a:pt x="42" y="479"/>
                                </a:lnTo>
                                <a:lnTo>
                                  <a:pt x="36" y="483"/>
                                </a:lnTo>
                                <a:lnTo>
                                  <a:pt x="31" y="488"/>
                                </a:lnTo>
                                <a:lnTo>
                                  <a:pt x="26" y="495"/>
                                </a:lnTo>
                                <a:lnTo>
                                  <a:pt x="23" y="501"/>
                                </a:lnTo>
                                <a:lnTo>
                                  <a:pt x="20" y="508"/>
                                </a:lnTo>
                                <a:lnTo>
                                  <a:pt x="18" y="515"/>
                                </a:lnTo>
                                <a:lnTo>
                                  <a:pt x="18" y="522"/>
                                </a:lnTo>
                                <a:lnTo>
                                  <a:pt x="18" y="529"/>
                                </a:lnTo>
                                <a:lnTo>
                                  <a:pt x="19" y="537"/>
                                </a:lnTo>
                                <a:lnTo>
                                  <a:pt x="21" y="543"/>
                                </a:lnTo>
                                <a:lnTo>
                                  <a:pt x="25" y="550"/>
                                </a:lnTo>
                                <a:lnTo>
                                  <a:pt x="31" y="555"/>
                                </a:lnTo>
                                <a:lnTo>
                                  <a:pt x="39" y="563"/>
                                </a:lnTo>
                                <a:lnTo>
                                  <a:pt x="47" y="567"/>
                                </a:lnTo>
                                <a:lnTo>
                                  <a:pt x="56" y="572"/>
                                </a:lnTo>
                                <a:lnTo>
                                  <a:pt x="65" y="574"/>
                                </a:lnTo>
                                <a:lnTo>
                                  <a:pt x="74" y="574"/>
                                </a:lnTo>
                                <a:lnTo>
                                  <a:pt x="83" y="574"/>
                                </a:lnTo>
                                <a:lnTo>
                                  <a:pt x="91" y="572"/>
                                </a:lnTo>
                                <a:lnTo>
                                  <a:pt x="100" y="569"/>
                                </a:lnTo>
                                <a:lnTo>
                                  <a:pt x="107" y="565"/>
                                </a:lnTo>
                                <a:lnTo>
                                  <a:pt x="115" y="560"/>
                                </a:lnTo>
                                <a:lnTo>
                                  <a:pt x="121" y="554"/>
                                </a:lnTo>
                                <a:lnTo>
                                  <a:pt x="128" y="548"/>
                                </a:lnTo>
                                <a:lnTo>
                                  <a:pt x="133" y="540"/>
                                </a:lnTo>
                                <a:lnTo>
                                  <a:pt x="139" y="532"/>
                                </a:lnTo>
                                <a:lnTo>
                                  <a:pt x="143" y="523"/>
                                </a:lnTo>
                                <a:lnTo>
                                  <a:pt x="145" y="513"/>
                                </a:lnTo>
                                <a:lnTo>
                                  <a:pt x="147" y="500"/>
                                </a:lnTo>
                                <a:lnTo>
                                  <a:pt x="148" y="487"/>
                                </a:lnTo>
                                <a:lnTo>
                                  <a:pt x="147" y="475"/>
                                </a:lnTo>
                                <a:lnTo>
                                  <a:pt x="144" y="464"/>
                                </a:lnTo>
                                <a:lnTo>
                                  <a:pt x="140" y="452"/>
                                </a:lnTo>
                                <a:lnTo>
                                  <a:pt x="135" y="441"/>
                                </a:lnTo>
                                <a:lnTo>
                                  <a:pt x="129" y="429"/>
                                </a:lnTo>
                                <a:lnTo>
                                  <a:pt x="121" y="418"/>
                                </a:lnTo>
                                <a:lnTo>
                                  <a:pt x="106" y="398"/>
                                </a:lnTo>
                                <a:lnTo>
                                  <a:pt x="89" y="378"/>
                                </a:lnTo>
                                <a:lnTo>
                                  <a:pt x="72" y="359"/>
                                </a:lnTo>
                                <a:lnTo>
                                  <a:pt x="57" y="339"/>
                                </a:lnTo>
                                <a:lnTo>
                                  <a:pt x="51" y="333"/>
                                </a:lnTo>
                                <a:lnTo>
                                  <a:pt x="47" y="325"/>
                                </a:lnTo>
                                <a:lnTo>
                                  <a:pt x="44" y="318"/>
                                </a:lnTo>
                                <a:lnTo>
                                  <a:pt x="40" y="310"/>
                                </a:lnTo>
                                <a:lnTo>
                                  <a:pt x="35" y="295"/>
                                </a:lnTo>
                                <a:lnTo>
                                  <a:pt x="33" y="280"/>
                                </a:lnTo>
                                <a:lnTo>
                                  <a:pt x="32" y="265"/>
                                </a:lnTo>
                                <a:lnTo>
                                  <a:pt x="33" y="250"/>
                                </a:lnTo>
                                <a:lnTo>
                                  <a:pt x="36" y="235"/>
                                </a:lnTo>
                                <a:lnTo>
                                  <a:pt x="42" y="221"/>
                                </a:lnTo>
                                <a:lnTo>
                                  <a:pt x="48" y="207"/>
                                </a:lnTo>
                                <a:lnTo>
                                  <a:pt x="57" y="195"/>
                                </a:lnTo>
                                <a:lnTo>
                                  <a:pt x="66" y="183"/>
                                </a:lnTo>
                                <a:lnTo>
                                  <a:pt x="78" y="173"/>
                                </a:lnTo>
                                <a:lnTo>
                                  <a:pt x="90" y="164"/>
                                </a:lnTo>
                                <a:lnTo>
                                  <a:pt x="104" y="157"/>
                                </a:lnTo>
                                <a:lnTo>
                                  <a:pt x="112" y="155"/>
                                </a:lnTo>
                                <a:lnTo>
                                  <a:pt x="119" y="152"/>
                                </a:lnTo>
                                <a:lnTo>
                                  <a:pt x="128" y="150"/>
                                </a:lnTo>
                                <a:lnTo>
                                  <a:pt x="137" y="148"/>
                                </a:lnTo>
                                <a:lnTo>
                                  <a:pt x="138" y="149"/>
                                </a:lnTo>
                                <a:lnTo>
                                  <a:pt x="140" y="149"/>
                                </a:lnTo>
                                <a:lnTo>
                                  <a:pt x="144" y="148"/>
                                </a:lnTo>
                                <a:lnTo>
                                  <a:pt x="146" y="147"/>
                                </a:lnTo>
                                <a:lnTo>
                                  <a:pt x="150" y="147"/>
                                </a:lnTo>
                                <a:lnTo>
                                  <a:pt x="153" y="145"/>
                                </a:lnTo>
                                <a:lnTo>
                                  <a:pt x="155" y="144"/>
                                </a:lnTo>
                                <a:lnTo>
                                  <a:pt x="157" y="142"/>
                                </a:lnTo>
                                <a:lnTo>
                                  <a:pt x="159" y="136"/>
                                </a:lnTo>
                                <a:lnTo>
                                  <a:pt x="160" y="131"/>
                                </a:lnTo>
                                <a:lnTo>
                                  <a:pt x="159" y="126"/>
                                </a:lnTo>
                                <a:lnTo>
                                  <a:pt x="156" y="121"/>
                                </a:lnTo>
                                <a:lnTo>
                                  <a:pt x="154" y="119"/>
                                </a:lnTo>
                                <a:lnTo>
                                  <a:pt x="152" y="118"/>
                                </a:lnTo>
                                <a:lnTo>
                                  <a:pt x="148" y="117"/>
                                </a:lnTo>
                                <a:lnTo>
                                  <a:pt x="145" y="117"/>
                                </a:lnTo>
                                <a:lnTo>
                                  <a:pt x="141" y="117"/>
                                </a:lnTo>
                                <a:lnTo>
                                  <a:pt x="135" y="118"/>
                                </a:lnTo>
                                <a:lnTo>
                                  <a:pt x="126" y="116"/>
                                </a:lnTo>
                                <a:lnTo>
                                  <a:pt x="117" y="113"/>
                                </a:lnTo>
                                <a:lnTo>
                                  <a:pt x="111" y="108"/>
                                </a:lnTo>
                                <a:lnTo>
                                  <a:pt x="105" y="102"/>
                                </a:lnTo>
                                <a:lnTo>
                                  <a:pt x="101" y="95"/>
                                </a:lnTo>
                                <a:lnTo>
                                  <a:pt x="98" y="88"/>
                                </a:lnTo>
                                <a:lnTo>
                                  <a:pt x="97" y="80"/>
                                </a:lnTo>
                                <a:lnTo>
                                  <a:pt x="96" y="72"/>
                                </a:lnTo>
                                <a:lnTo>
                                  <a:pt x="98" y="64"/>
                                </a:lnTo>
                                <a:lnTo>
                                  <a:pt x="100" y="56"/>
                                </a:lnTo>
                                <a:lnTo>
                                  <a:pt x="104" y="49"/>
                                </a:lnTo>
                                <a:lnTo>
                                  <a:pt x="108" y="44"/>
                                </a:lnTo>
                                <a:lnTo>
                                  <a:pt x="115" y="38"/>
                                </a:lnTo>
                                <a:lnTo>
                                  <a:pt x="124" y="34"/>
                                </a:lnTo>
                                <a:lnTo>
                                  <a:pt x="132" y="32"/>
                                </a:lnTo>
                                <a:lnTo>
                                  <a:pt x="143" y="32"/>
                                </a:lnTo>
                                <a:lnTo>
                                  <a:pt x="146" y="31"/>
                                </a:lnTo>
                                <a:lnTo>
                                  <a:pt x="150" y="31"/>
                                </a:lnTo>
                                <a:lnTo>
                                  <a:pt x="152" y="28"/>
                                </a:lnTo>
                                <a:lnTo>
                                  <a:pt x="154" y="27"/>
                                </a:lnTo>
                                <a:lnTo>
                                  <a:pt x="157" y="22"/>
                                </a:lnTo>
                                <a:lnTo>
                                  <a:pt x="158" y="17"/>
                                </a:lnTo>
                                <a:lnTo>
                                  <a:pt x="157" y="11"/>
                                </a:lnTo>
                                <a:lnTo>
                                  <a:pt x="154" y="6"/>
                                </a:lnTo>
                                <a:lnTo>
                                  <a:pt x="152" y="4"/>
                                </a:lnTo>
                                <a:lnTo>
                                  <a:pt x="150" y="1"/>
                                </a:lnTo>
                                <a:lnTo>
                                  <a:pt x="146" y="0"/>
                                </a:lnTo>
                                <a:lnTo>
                                  <a:pt x="143" y="0"/>
                                </a:lnTo>
                                <a:lnTo>
                                  <a:pt x="135" y="0"/>
                                </a:lnTo>
                                <a:lnTo>
                                  <a:pt x="128" y="1"/>
                                </a:lnTo>
                                <a:lnTo>
                                  <a:pt x="121" y="2"/>
                                </a:lnTo>
                                <a:lnTo>
                                  <a:pt x="114" y="5"/>
                                </a:lnTo>
                                <a:lnTo>
                                  <a:pt x="107" y="8"/>
                                </a:lnTo>
                                <a:lnTo>
                                  <a:pt x="101" y="11"/>
                                </a:lnTo>
                                <a:lnTo>
                                  <a:pt x="94" y="14"/>
                                </a:lnTo>
                                <a:lnTo>
                                  <a:pt x="89" y="19"/>
                                </a:lnTo>
                                <a:lnTo>
                                  <a:pt x="84" y="24"/>
                                </a:lnTo>
                                <a:lnTo>
                                  <a:pt x="78" y="28"/>
                                </a:lnTo>
                                <a:lnTo>
                                  <a:pt x="74" y="35"/>
                                </a:lnTo>
                                <a:lnTo>
                                  <a:pt x="71" y="41"/>
                                </a:lnTo>
                                <a:lnTo>
                                  <a:pt x="67" y="48"/>
                                </a:lnTo>
                                <a:lnTo>
                                  <a:pt x="65" y="54"/>
                                </a:lnTo>
                                <a:lnTo>
                                  <a:pt x="64" y="62"/>
                                </a:lnTo>
                                <a:lnTo>
                                  <a:pt x="63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7" name="淘宝店chenying0907 8"/>
                        <wps:cNvSpPr/>
                        <wps:spPr bwMode="auto">
                          <a:xfrm>
                            <a:off x="84137" y="182563"/>
                            <a:ext cx="84138" cy="303213"/>
                          </a:xfrm>
                          <a:custGeom>
                            <a:avLst/>
                            <a:gdLst>
                              <a:gd name="T0" fmla="*/ 93 w 159"/>
                              <a:gd name="T1" fmla="*/ 96 h 574"/>
                              <a:gd name="T2" fmla="*/ 77 w 159"/>
                              <a:gd name="T3" fmla="*/ 125 h 574"/>
                              <a:gd name="T4" fmla="*/ 104 w 159"/>
                              <a:gd name="T5" fmla="*/ 152 h 574"/>
                              <a:gd name="T6" fmla="*/ 139 w 159"/>
                              <a:gd name="T7" fmla="*/ 189 h 574"/>
                              <a:gd name="T8" fmla="*/ 157 w 159"/>
                              <a:gd name="T9" fmla="*/ 238 h 574"/>
                              <a:gd name="T10" fmla="*/ 157 w 159"/>
                              <a:gd name="T11" fmla="*/ 293 h 574"/>
                              <a:gd name="T12" fmla="*/ 144 w 159"/>
                              <a:gd name="T13" fmla="*/ 335 h 574"/>
                              <a:gd name="T14" fmla="*/ 88 w 159"/>
                              <a:gd name="T15" fmla="*/ 406 h 574"/>
                              <a:gd name="T16" fmla="*/ 48 w 159"/>
                              <a:gd name="T17" fmla="*/ 469 h 574"/>
                              <a:gd name="T18" fmla="*/ 48 w 159"/>
                              <a:gd name="T19" fmla="*/ 514 h 574"/>
                              <a:gd name="T20" fmla="*/ 65 w 159"/>
                              <a:gd name="T21" fmla="*/ 538 h 574"/>
                              <a:gd name="T22" fmla="*/ 90 w 159"/>
                              <a:gd name="T23" fmla="*/ 542 h 574"/>
                              <a:gd name="T24" fmla="*/ 106 w 159"/>
                              <a:gd name="T25" fmla="*/ 536 h 574"/>
                              <a:gd name="T26" fmla="*/ 110 w 159"/>
                              <a:gd name="T27" fmla="*/ 523 h 574"/>
                              <a:gd name="T28" fmla="*/ 107 w 159"/>
                              <a:gd name="T29" fmla="*/ 509 h 574"/>
                              <a:gd name="T30" fmla="*/ 95 w 159"/>
                              <a:gd name="T31" fmla="*/ 500 h 574"/>
                              <a:gd name="T32" fmla="*/ 82 w 159"/>
                              <a:gd name="T33" fmla="*/ 497 h 574"/>
                              <a:gd name="T34" fmla="*/ 77 w 159"/>
                              <a:gd name="T35" fmla="*/ 479 h 574"/>
                              <a:gd name="T36" fmla="*/ 88 w 159"/>
                              <a:gd name="T37" fmla="*/ 469 h 574"/>
                              <a:gd name="T38" fmla="*/ 113 w 159"/>
                              <a:gd name="T39" fmla="*/ 474 h 574"/>
                              <a:gd name="T40" fmla="*/ 134 w 159"/>
                              <a:gd name="T41" fmla="*/ 495 h 574"/>
                              <a:gd name="T42" fmla="*/ 143 w 159"/>
                              <a:gd name="T43" fmla="*/ 522 h 574"/>
                              <a:gd name="T44" fmla="*/ 135 w 159"/>
                              <a:gd name="T45" fmla="*/ 550 h 574"/>
                              <a:gd name="T46" fmla="*/ 104 w 159"/>
                              <a:gd name="T47" fmla="*/ 572 h 574"/>
                              <a:gd name="T48" fmla="*/ 69 w 159"/>
                              <a:gd name="T49" fmla="*/ 572 h 574"/>
                              <a:gd name="T50" fmla="*/ 38 w 159"/>
                              <a:gd name="T51" fmla="*/ 554 h 574"/>
                              <a:gd name="T52" fmla="*/ 18 w 159"/>
                              <a:gd name="T53" fmla="*/ 523 h 574"/>
                              <a:gd name="T54" fmla="*/ 13 w 159"/>
                              <a:gd name="T55" fmla="*/ 475 h 574"/>
                              <a:gd name="T56" fmla="*/ 32 w 159"/>
                              <a:gd name="T57" fmla="*/ 429 h 574"/>
                              <a:gd name="T58" fmla="*/ 89 w 159"/>
                              <a:gd name="T59" fmla="*/ 359 h 574"/>
                              <a:gd name="T60" fmla="*/ 117 w 159"/>
                              <a:gd name="T61" fmla="*/ 318 h 574"/>
                              <a:gd name="T62" fmla="*/ 128 w 159"/>
                              <a:gd name="T63" fmla="*/ 265 h 574"/>
                              <a:gd name="T64" fmla="*/ 113 w 159"/>
                              <a:gd name="T65" fmla="*/ 207 h 574"/>
                              <a:gd name="T66" fmla="*/ 69 w 159"/>
                              <a:gd name="T67" fmla="*/ 164 h 574"/>
                              <a:gd name="T68" fmla="*/ 33 w 159"/>
                              <a:gd name="T69" fmla="*/ 150 h 574"/>
                              <a:gd name="T70" fmla="*/ 17 w 159"/>
                              <a:gd name="T71" fmla="*/ 148 h 574"/>
                              <a:gd name="T72" fmla="*/ 6 w 159"/>
                              <a:gd name="T73" fmla="*/ 144 h 574"/>
                              <a:gd name="T74" fmla="*/ 1 w 159"/>
                              <a:gd name="T75" fmla="*/ 126 h 574"/>
                              <a:gd name="T76" fmla="*/ 11 w 159"/>
                              <a:gd name="T77" fmla="*/ 117 h 574"/>
                              <a:gd name="T78" fmla="*/ 35 w 159"/>
                              <a:gd name="T79" fmla="*/ 116 h 574"/>
                              <a:gd name="T80" fmla="*/ 60 w 159"/>
                              <a:gd name="T81" fmla="*/ 95 h 574"/>
                              <a:gd name="T82" fmla="*/ 63 w 159"/>
                              <a:gd name="T83" fmla="*/ 64 h 574"/>
                              <a:gd name="T84" fmla="*/ 45 w 159"/>
                              <a:gd name="T85" fmla="*/ 38 h 574"/>
                              <a:gd name="T86" fmla="*/ 14 w 159"/>
                              <a:gd name="T87" fmla="*/ 31 h 574"/>
                              <a:gd name="T88" fmla="*/ 4 w 159"/>
                              <a:gd name="T89" fmla="*/ 22 h 574"/>
                              <a:gd name="T90" fmla="*/ 8 w 159"/>
                              <a:gd name="T91" fmla="*/ 4 h 574"/>
                              <a:gd name="T92" fmla="*/ 25 w 159"/>
                              <a:gd name="T93" fmla="*/ 0 h 574"/>
                              <a:gd name="T94" fmla="*/ 53 w 159"/>
                              <a:gd name="T95" fmla="*/ 8 h 574"/>
                              <a:gd name="T96" fmla="*/ 77 w 159"/>
                              <a:gd name="T97" fmla="*/ 24 h 574"/>
                              <a:gd name="T98" fmla="*/ 92 w 159"/>
                              <a:gd name="T99" fmla="*/ 48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59" h="574">
                                <a:moveTo>
                                  <a:pt x="98" y="69"/>
                                </a:moveTo>
                                <a:lnTo>
                                  <a:pt x="96" y="79"/>
                                </a:lnTo>
                                <a:lnTo>
                                  <a:pt x="95" y="88"/>
                                </a:lnTo>
                                <a:lnTo>
                                  <a:pt x="93" y="96"/>
                                </a:lnTo>
                                <a:lnTo>
                                  <a:pt x="90" y="104"/>
                                </a:lnTo>
                                <a:lnTo>
                                  <a:pt x="87" y="112"/>
                                </a:lnTo>
                                <a:lnTo>
                                  <a:pt x="82" y="118"/>
                                </a:lnTo>
                                <a:lnTo>
                                  <a:pt x="77" y="125"/>
                                </a:lnTo>
                                <a:lnTo>
                                  <a:pt x="71" y="130"/>
                                </a:lnTo>
                                <a:lnTo>
                                  <a:pt x="82" y="136"/>
                                </a:lnTo>
                                <a:lnTo>
                                  <a:pt x="94" y="143"/>
                                </a:lnTo>
                                <a:lnTo>
                                  <a:pt x="104" y="152"/>
                                </a:lnTo>
                                <a:lnTo>
                                  <a:pt x="114" y="159"/>
                                </a:lnTo>
                                <a:lnTo>
                                  <a:pt x="123" y="169"/>
                                </a:lnTo>
                                <a:lnTo>
                                  <a:pt x="131" y="178"/>
                                </a:lnTo>
                                <a:lnTo>
                                  <a:pt x="139" y="189"/>
                                </a:lnTo>
                                <a:lnTo>
                                  <a:pt x="144" y="201"/>
                                </a:lnTo>
                                <a:lnTo>
                                  <a:pt x="149" y="213"/>
                                </a:lnTo>
                                <a:lnTo>
                                  <a:pt x="154" y="225"/>
                                </a:lnTo>
                                <a:lnTo>
                                  <a:pt x="157" y="238"/>
                                </a:lnTo>
                                <a:lnTo>
                                  <a:pt x="158" y="251"/>
                                </a:lnTo>
                                <a:lnTo>
                                  <a:pt x="159" y="265"/>
                                </a:lnTo>
                                <a:lnTo>
                                  <a:pt x="159" y="279"/>
                                </a:lnTo>
                                <a:lnTo>
                                  <a:pt x="157" y="293"/>
                                </a:lnTo>
                                <a:lnTo>
                                  <a:pt x="155" y="307"/>
                                </a:lnTo>
                                <a:lnTo>
                                  <a:pt x="152" y="317"/>
                                </a:lnTo>
                                <a:lnTo>
                                  <a:pt x="148" y="325"/>
                                </a:lnTo>
                                <a:lnTo>
                                  <a:pt x="144" y="335"/>
                                </a:lnTo>
                                <a:lnTo>
                                  <a:pt x="139" y="344"/>
                                </a:lnTo>
                                <a:lnTo>
                                  <a:pt x="128" y="360"/>
                                </a:lnTo>
                                <a:lnTo>
                                  <a:pt x="115" y="376"/>
                                </a:lnTo>
                                <a:lnTo>
                                  <a:pt x="88" y="406"/>
                                </a:lnTo>
                                <a:lnTo>
                                  <a:pt x="63" y="438"/>
                                </a:lnTo>
                                <a:lnTo>
                                  <a:pt x="56" y="448"/>
                                </a:lnTo>
                                <a:lnTo>
                                  <a:pt x="51" y="458"/>
                                </a:lnTo>
                                <a:lnTo>
                                  <a:pt x="48" y="469"/>
                                </a:lnTo>
                                <a:lnTo>
                                  <a:pt x="45" y="481"/>
                                </a:lnTo>
                                <a:lnTo>
                                  <a:pt x="44" y="492"/>
                                </a:lnTo>
                                <a:lnTo>
                                  <a:pt x="45" y="504"/>
                                </a:lnTo>
                                <a:lnTo>
                                  <a:pt x="48" y="514"/>
                                </a:lnTo>
                                <a:lnTo>
                                  <a:pt x="52" y="525"/>
                                </a:lnTo>
                                <a:lnTo>
                                  <a:pt x="55" y="530"/>
                                </a:lnTo>
                                <a:lnTo>
                                  <a:pt x="60" y="535"/>
                                </a:lnTo>
                                <a:lnTo>
                                  <a:pt x="65" y="538"/>
                                </a:lnTo>
                                <a:lnTo>
                                  <a:pt x="72" y="540"/>
                                </a:lnTo>
                                <a:lnTo>
                                  <a:pt x="77" y="542"/>
                                </a:lnTo>
                                <a:lnTo>
                                  <a:pt x="83" y="542"/>
                                </a:lnTo>
                                <a:lnTo>
                                  <a:pt x="90" y="542"/>
                                </a:lnTo>
                                <a:lnTo>
                                  <a:pt x="95" y="542"/>
                                </a:lnTo>
                                <a:lnTo>
                                  <a:pt x="100" y="540"/>
                                </a:lnTo>
                                <a:lnTo>
                                  <a:pt x="103" y="539"/>
                                </a:lnTo>
                                <a:lnTo>
                                  <a:pt x="106" y="536"/>
                                </a:lnTo>
                                <a:lnTo>
                                  <a:pt x="108" y="534"/>
                                </a:lnTo>
                                <a:lnTo>
                                  <a:pt x="109" y="529"/>
                                </a:lnTo>
                                <a:lnTo>
                                  <a:pt x="110" y="526"/>
                                </a:lnTo>
                                <a:lnTo>
                                  <a:pt x="110" y="523"/>
                                </a:lnTo>
                                <a:lnTo>
                                  <a:pt x="110" y="519"/>
                                </a:lnTo>
                                <a:lnTo>
                                  <a:pt x="110" y="515"/>
                                </a:lnTo>
                                <a:lnTo>
                                  <a:pt x="108" y="512"/>
                                </a:lnTo>
                                <a:lnTo>
                                  <a:pt x="107" y="509"/>
                                </a:lnTo>
                                <a:lnTo>
                                  <a:pt x="105" y="506"/>
                                </a:lnTo>
                                <a:lnTo>
                                  <a:pt x="102" y="504"/>
                                </a:lnTo>
                                <a:lnTo>
                                  <a:pt x="99" y="501"/>
                                </a:lnTo>
                                <a:lnTo>
                                  <a:pt x="95" y="500"/>
                                </a:lnTo>
                                <a:lnTo>
                                  <a:pt x="91" y="500"/>
                                </a:lnTo>
                                <a:lnTo>
                                  <a:pt x="88" y="500"/>
                                </a:lnTo>
                                <a:lnTo>
                                  <a:pt x="85" y="499"/>
                                </a:lnTo>
                                <a:lnTo>
                                  <a:pt x="82" y="497"/>
                                </a:lnTo>
                                <a:lnTo>
                                  <a:pt x="80" y="495"/>
                                </a:lnTo>
                                <a:lnTo>
                                  <a:pt x="77" y="491"/>
                                </a:lnTo>
                                <a:lnTo>
                                  <a:pt x="76" y="485"/>
                                </a:lnTo>
                                <a:lnTo>
                                  <a:pt x="77" y="479"/>
                                </a:lnTo>
                                <a:lnTo>
                                  <a:pt x="80" y="474"/>
                                </a:lnTo>
                                <a:lnTo>
                                  <a:pt x="82" y="472"/>
                                </a:lnTo>
                                <a:lnTo>
                                  <a:pt x="85" y="470"/>
                                </a:lnTo>
                                <a:lnTo>
                                  <a:pt x="88" y="469"/>
                                </a:lnTo>
                                <a:lnTo>
                                  <a:pt x="91" y="469"/>
                                </a:lnTo>
                                <a:lnTo>
                                  <a:pt x="99" y="470"/>
                                </a:lnTo>
                                <a:lnTo>
                                  <a:pt x="106" y="471"/>
                                </a:lnTo>
                                <a:lnTo>
                                  <a:pt x="113" y="474"/>
                                </a:lnTo>
                                <a:lnTo>
                                  <a:pt x="118" y="479"/>
                                </a:lnTo>
                                <a:lnTo>
                                  <a:pt x="125" y="483"/>
                                </a:lnTo>
                                <a:lnTo>
                                  <a:pt x="129" y="488"/>
                                </a:lnTo>
                                <a:lnTo>
                                  <a:pt x="134" y="495"/>
                                </a:lnTo>
                                <a:lnTo>
                                  <a:pt x="137" y="501"/>
                                </a:lnTo>
                                <a:lnTo>
                                  <a:pt x="141" y="508"/>
                                </a:lnTo>
                                <a:lnTo>
                                  <a:pt x="142" y="515"/>
                                </a:lnTo>
                                <a:lnTo>
                                  <a:pt x="143" y="522"/>
                                </a:lnTo>
                                <a:lnTo>
                                  <a:pt x="143" y="529"/>
                                </a:lnTo>
                                <a:lnTo>
                                  <a:pt x="142" y="537"/>
                                </a:lnTo>
                                <a:lnTo>
                                  <a:pt x="139" y="543"/>
                                </a:lnTo>
                                <a:lnTo>
                                  <a:pt x="135" y="550"/>
                                </a:lnTo>
                                <a:lnTo>
                                  <a:pt x="130" y="555"/>
                                </a:lnTo>
                                <a:lnTo>
                                  <a:pt x="121" y="563"/>
                                </a:lnTo>
                                <a:lnTo>
                                  <a:pt x="113" y="567"/>
                                </a:lnTo>
                                <a:lnTo>
                                  <a:pt x="104" y="572"/>
                                </a:lnTo>
                                <a:lnTo>
                                  <a:pt x="95" y="574"/>
                                </a:lnTo>
                                <a:lnTo>
                                  <a:pt x="87" y="574"/>
                                </a:lnTo>
                                <a:lnTo>
                                  <a:pt x="78" y="574"/>
                                </a:lnTo>
                                <a:lnTo>
                                  <a:pt x="69" y="572"/>
                                </a:lnTo>
                                <a:lnTo>
                                  <a:pt x="61" y="569"/>
                                </a:lnTo>
                                <a:lnTo>
                                  <a:pt x="53" y="565"/>
                                </a:lnTo>
                                <a:lnTo>
                                  <a:pt x="46" y="560"/>
                                </a:lnTo>
                                <a:lnTo>
                                  <a:pt x="38" y="554"/>
                                </a:lnTo>
                                <a:lnTo>
                                  <a:pt x="32" y="548"/>
                                </a:lnTo>
                                <a:lnTo>
                                  <a:pt x="26" y="540"/>
                                </a:lnTo>
                                <a:lnTo>
                                  <a:pt x="22" y="532"/>
                                </a:lnTo>
                                <a:lnTo>
                                  <a:pt x="18" y="523"/>
                                </a:lnTo>
                                <a:lnTo>
                                  <a:pt x="14" y="513"/>
                                </a:lnTo>
                                <a:lnTo>
                                  <a:pt x="12" y="500"/>
                                </a:lnTo>
                                <a:lnTo>
                                  <a:pt x="12" y="487"/>
                                </a:lnTo>
                                <a:lnTo>
                                  <a:pt x="13" y="475"/>
                                </a:lnTo>
                                <a:lnTo>
                                  <a:pt x="15" y="464"/>
                                </a:lnTo>
                                <a:lnTo>
                                  <a:pt x="20" y="452"/>
                                </a:lnTo>
                                <a:lnTo>
                                  <a:pt x="25" y="441"/>
                                </a:lnTo>
                                <a:lnTo>
                                  <a:pt x="32" y="429"/>
                                </a:lnTo>
                                <a:lnTo>
                                  <a:pt x="38" y="418"/>
                                </a:lnTo>
                                <a:lnTo>
                                  <a:pt x="54" y="398"/>
                                </a:lnTo>
                                <a:lnTo>
                                  <a:pt x="72" y="378"/>
                                </a:lnTo>
                                <a:lnTo>
                                  <a:pt x="89" y="359"/>
                                </a:lnTo>
                                <a:lnTo>
                                  <a:pt x="104" y="339"/>
                                </a:lnTo>
                                <a:lnTo>
                                  <a:pt x="108" y="333"/>
                                </a:lnTo>
                                <a:lnTo>
                                  <a:pt x="113" y="325"/>
                                </a:lnTo>
                                <a:lnTo>
                                  <a:pt x="117" y="318"/>
                                </a:lnTo>
                                <a:lnTo>
                                  <a:pt x="120" y="310"/>
                                </a:lnTo>
                                <a:lnTo>
                                  <a:pt x="125" y="295"/>
                                </a:lnTo>
                                <a:lnTo>
                                  <a:pt x="128" y="280"/>
                                </a:lnTo>
                                <a:lnTo>
                                  <a:pt x="128" y="265"/>
                                </a:lnTo>
                                <a:lnTo>
                                  <a:pt x="127" y="250"/>
                                </a:lnTo>
                                <a:lnTo>
                                  <a:pt x="123" y="235"/>
                                </a:lnTo>
                                <a:lnTo>
                                  <a:pt x="119" y="221"/>
                                </a:lnTo>
                                <a:lnTo>
                                  <a:pt x="113" y="207"/>
                                </a:lnTo>
                                <a:lnTo>
                                  <a:pt x="104" y="195"/>
                                </a:lnTo>
                                <a:lnTo>
                                  <a:pt x="94" y="183"/>
                                </a:lnTo>
                                <a:lnTo>
                                  <a:pt x="82" y="173"/>
                                </a:lnTo>
                                <a:lnTo>
                                  <a:pt x="69" y="164"/>
                                </a:lnTo>
                                <a:lnTo>
                                  <a:pt x="55" y="157"/>
                                </a:lnTo>
                                <a:lnTo>
                                  <a:pt x="48" y="155"/>
                                </a:lnTo>
                                <a:lnTo>
                                  <a:pt x="40" y="152"/>
                                </a:lnTo>
                                <a:lnTo>
                                  <a:pt x="33" y="150"/>
                                </a:lnTo>
                                <a:lnTo>
                                  <a:pt x="24" y="148"/>
                                </a:lnTo>
                                <a:lnTo>
                                  <a:pt x="22" y="149"/>
                                </a:lnTo>
                                <a:lnTo>
                                  <a:pt x="20" y="149"/>
                                </a:lnTo>
                                <a:lnTo>
                                  <a:pt x="17" y="148"/>
                                </a:lnTo>
                                <a:lnTo>
                                  <a:pt x="13" y="147"/>
                                </a:lnTo>
                                <a:lnTo>
                                  <a:pt x="10" y="147"/>
                                </a:lnTo>
                                <a:lnTo>
                                  <a:pt x="8" y="145"/>
                                </a:lnTo>
                                <a:lnTo>
                                  <a:pt x="6" y="144"/>
                                </a:lnTo>
                                <a:lnTo>
                                  <a:pt x="4" y="142"/>
                                </a:lnTo>
                                <a:lnTo>
                                  <a:pt x="1" y="136"/>
                                </a:lnTo>
                                <a:lnTo>
                                  <a:pt x="0" y="131"/>
                                </a:lnTo>
                                <a:lnTo>
                                  <a:pt x="1" y="126"/>
                                </a:lnTo>
                                <a:lnTo>
                                  <a:pt x="4" y="121"/>
                                </a:lnTo>
                                <a:lnTo>
                                  <a:pt x="6" y="119"/>
                                </a:lnTo>
                                <a:lnTo>
                                  <a:pt x="9" y="118"/>
                                </a:lnTo>
                                <a:lnTo>
                                  <a:pt x="11" y="117"/>
                                </a:lnTo>
                                <a:lnTo>
                                  <a:pt x="15" y="117"/>
                                </a:lnTo>
                                <a:lnTo>
                                  <a:pt x="20" y="117"/>
                                </a:lnTo>
                                <a:lnTo>
                                  <a:pt x="24" y="118"/>
                                </a:lnTo>
                                <a:lnTo>
                                  <a:pt x="35" y="116"/>
                                </a:lnTo>
                                <a:lnTo>
                                  <a:pt x="42" y="113"/>
                                </a:lnTo>
                                <a:lnTo>
                                  <a:pt x="50" y="108"/>
                                </a:lnTo>
                                <a:lnTo>
                                  <a:pt x="55" y="102"/>
                                </a:lnTo>
                                <a:lnTo>
                                  <a:pt x="60" y="95"/>
                                </a:lnTo>
                                <a:lnTo>
                                  <a:pt x="63" y="88"/>
                                </a:lnTo>
                                <a:lnTo>
                                  <a:pt x="64" y="80"/>
                                </a:lnTo>
                                <a:lnTo>
                                  <a:pt x="64" y="72"/>
                                </a:lnTo>
                                <a:lnTo>
                                  <a:pt x="63" y="64"/>
                                </a:lnTo>
                                <a:lnTo>
                                  <a:pt x="61" y="56"/>
                                </a:lnTo>
                                <a:lnTo>
                                  <a:pt x="56" y="49"/>
                                </a:lnTo>
                                <a:lnTo>
                                  <a:pt x="51" y="44"/>
                                </a:lnTo>
                                <a:lnTo>
                                  <a:pt x="45" y="38"/>
                                </a:lnTo>
                                <a:lnTo>
                                  <a:pt x="37" y="34"/>
                                </a:lnTo>
                                <a:lnTo>
                                  <a:pt x="28" y="32"/>
                                </a:lnTo>
                                <a:lnTo>
                                  <a:pt x="18" y="32"/>
                                </a:lnTo>
                                <a:lnTo>
                                  <a:pt x="14" y="31"/>
                                </a:lnTo>
                                <a:lnTo>
                                  <a:pt x="11" y="31"/>
                                </a:lnTo>
                                <a:lnTo>
                                  <a:pt x="8" y="28"/>
                                </a:lnTo>
                                <a:lnTo>
                                  <a:pt x="6" y="27"/>
                                </a:lnTo>
                                <a:lnTo>
                                  <a:pt x="4" y="22"/>
                                </a:lnTo>
                                <a:lnTo>
                                  <a:pt x="2" y="17"/>
                                </a:lnTo>
                                <a:lnTo>
                                  <a:pt x="4" y="11"/>
                                </a:lnTo>
                                <a:lnTo>
                                  <a:pt x="6" y="6"/>
                                </a:lnTo>
                                <a:lnTo>
                                  <a:pt x="8" y="4"/>
                                </a:lnTo>
                                <a:lnTo>
                                  <a:pt x="11" y="1"/>
                                </a:lnTo>
                                <a:lnTo>
                                  <a:pt x="14" y="0"/>
                                </a:lnTo>
                                <a:lnTo>
                                  <a:pt x="18" y="0"/>
                                </a:lnTo>
                                <a:lnTo>
                                  <a:pt x="25" y="0"/>
                                </a:lnTo>
                                <a:lnTo>
                                  <a:pt x="32" y="1"/>
                                </a:lnTo>
                                <a:lnTo>
                                  <a:pt x="39" y="2"/>
                                </a:lnTo>
                                <a:lnTo>
                                  <a:pt x="47" y="5"/>
                                </a:lnTo>
                                <a:lnTo>
                                  <a:pt x="53" y="8"/>
                                </a:lnTo>
                                <a:lnTo>
                                  <a:pt x="60" y="11"/>
                                </a:lnTo>
                                <a:lnTo>
                                  <a:pt x="66" y="14"/>
                                </a:lnTo>
                                <a:lnTo>
                                  <a:pt x="72" y="19"/>
                                </a:lnTo>
                                <a:lnTo>
                                  <a:pt x="77" y="24"/>
                                </a:lnTo>
                                <a:lnTo>
                                  <a:pt x="81" y="28"/>
                                </a:lnTo>
                                <a:lnTo>
                                  <a:pt x="86" y="35"/>
                                </a:lnTo>
                                <a:lnTo>
                                  <a:pt x="90" y="41"/>
                                </a:lnTo>
                                <a:lnTo>
                                  <a:pt x="92" y="48"/>
                                </a:lnTo>
                                <a:lnTo>
                                  <a:pt x="95" y="54"/>
                                </a:lnTo>
                                <a:lnTo>
                                  <a:pt x="96" y="62"/>
                                </a:lnTo>
                                <a:lnTo>
                                  <a:pt x="98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8" name="淘宝店chenying0907 9"/>
                        <wps:cNvSpPr>
                          <a:spLocks noEditPoints="1"/>
                        </wps:cNvSpPr>
                        <wps:spPr bwMode="auto">
                          <a:xfrm>
                            <a:off x="46037" y="285750"/>
                            <a:ext cx="73025" cy="73025"/>
                          </a:xfrm>
                          <a:custGeom>
                            <a:avLst/>
                            <a:gdLst>
                              <a:gd name="T0" fmla="*/ 137 w 138"/>
                              <a:gd name="T1" fmla="*/ 75 h 138"/>
                              <a:gd name="T2" fmla="*/ 135 w 138"/>
                              <a:gd name="T3" fmla="*/ 89 h 138"/>
                              <a:gd name="T4" fmla="*/ 129 w 138"/>
                              <a:gd name="T5" fmla="*/ 101 h 138"/>
                              <a:gd name="T6" fmla="*/ 122 w 138"/>
                              <a:gd name="T7" fmla="*/ 112 h 138"/>
                              <a:gd name="T8" fmla="*/ 112 w 138"/>
                              <a:gd name="T9" fmla="*/ 122 h 138"/>
                              <a:gd name="T10" fmla="*/ 101 w 138"/>
                              <a:gd name="T11" fmla="*/ 129 h 138"/>
                              <a:gd name="T12" fmla="*/ 90 w 138"/>
                              <a:gd name="T13" fmla="*/ 135 h 138"/>
                              <a:gd name="T14" fmla="*/ 75 w 138"/>
                              <a:gd name="T15" fmla="*/ 137 h 138"/>
                              <a:gd name="T16" fmla="*/ 61 w 138"/>
                              <a:gd name="T17" fmla="*/ 137 h 138"/>
                              <a:gd name="T18" fmla="*/ 48 w 138"/>
                              <a:gd name="T19" fmla="*/ 135 h 138"/>
                              <a:gd name="T20" fmla="*/ 36 w 138"/>
                              <a:gd name="T21" fmla="*/ 129 h 138"/>
                              <a:gd name="T22" fmla="*/ 25 w 138"/>
                              <a:gd name="T23" fmla="*/ 122 h 138"/>
                              <a:gd name="T24" fmla="*/ 15 w 138"/>
                              <a:gd name="T25" fmla="*/ 112 h 138"/>
                              <a:gd name="T26" fmla="*/ 7 w 138"/>
                              <a:gd name="T27" fmla="*/ 101 h 138"/>
                              <a:gd name="T28" fmla="*/ 2 w 138"/>
                              <a:gd name="T29" fmla="*/ 89 h 138"/>
                              <a:gd name="T30" fmla="*/ 0 w 138"/>
                              <a:gd name="T31" fmla="*/ 75 h 138"/>
                              <a:gd name="T32" fmla="*/ 0 w 138"/>
                              <a:gd name="T33" fmla="*/ 61 h 138"/>
                              <a:gd name="T34" fmla="*/ 2 w 138"/>
                              <a:gd name="T35" fmla="*/ 48 h 138"/>
                              <a:gd name="T36" fmla="*/ 7 w 138"/>
                              <a:gd name="T37" fmla="*/ 35 h 138"/>
                              <a:gd name="T38" fmla="*/ 15 w 138"/>
                              <a:gd name="T39" fmla="*/ 25 h 138"/>
                              <a:gd name="T40" fmla="*/ 25 w 138"/>
                              <a:gd name="T41" fmla="*/ 15 h 138"/>
                              <a:gd name="T42" fmla="*/ 36 w 138"/>
                              <a:gd name="T43" fmla="*/ 7 h 138"/>
                              <a:gd name="T44" fmla="*/ 48 w 138"/>
                              <a:gd name="T45" fmla="*/ 3 h 138"/>
                              <a:gd name="T46" fmla="*/ 61 w 138"/>
                              <a:gd name="T47" fmla="*/ 0 h 138"/>
                              <a:gd name="T48" fmla="*/ 75 w 138"/>
                              <a:gd name="T49" fmla="*/ 0 h 138"/>
                              <a:gd name="T50" fmla="*/ 90 w 138"/>
                              <a:gd name="T51" fmla="*/ 3 h 138"/>
                              <a:gd name="T52" fmla="*/ 101 w 138"/>
                              <a:gd name="T53" fmla="*/ 7 h 138"/>
                              <a:gd name="T54" fmla="*/ 112 w 138"/>
                              <a:gd name="T55" fmla="*/ 15 h 138"/>
                              <a:gd name="T56" fmla="*/ 122 w 138"/>
                              <a:gd name="T57" fmla="*/ 25 h 138"/>
                              <a:gd name="T58" fmla="*/ 129 w 138"/>
                              <a:gd name="T59" fmla="*/ 35 h 138"/>
                              <a:gd name="T60" fmla="*/ 135 w 138"/>
                              <a:gd name="T61" fmla="*/ 48 h 138"/>
                              <a:gd name="T62" fmla="*/ 137 w 138"/>
                              <a:gd name="T63" fmla="*/ 61 h 138"/>
                              <a:gd name="T64" fmla="*/ 30 w 138"/>
                              <a:gd name="T65" fmla="*/ 69 h 138"/>
                              <a:gd name="T66" fmla="*/ 31 w 138"/>
                              <a:gd name="T67" fmla="*/ 77 h 138"/>
                              <a:gd name="T68" fmla="*/ 37 w 138"/>
                              <a:gd name="T69" fmla="*/ 89 h 138"/>
                              <a:gd name="T70" fmla="*/ 47 w 138"/>
                              <a:gd name="T71" fmla="*/ 100 h 138"/>
                              <a:gd name="T72" fmla="*/ 60 w 138"/>
                              <a:gd name="T73" fmla="*/ 106 h 138"/>
                              <a:gd name="T74" fmla="*/ 77 w 138"/>
                              <a:gd name="T75" fmla="*/ 106 h 138"/>
                              <a:gd name="T76" fmla="*/ 90 w 138"/>
                              <a:gd name="T77" fmla="*/ 100 h 138"/>
                              <a:gd name="T78" fmla="*/ 100 w 138"/>
                              <a:gd name="T79" fmla="*/ 89 h 138"/>
                              <a:gd name="T80" fmla="*/ 106 w 138"/>
                              <a:gd name="T81" fmla="*/ 77 h 138"/>
                              <a:gd name="T82" fmla="*/ 106 w 138"/>
                              <a:gd name="T83" fmla="*/ 61 h 138"/>
                              <a:gd name="T84" fmla="*/ 100 w 138"/>
                              <a:gd name="T85" fmla="*/ 47 h 138"/>
                              <a:gd name="T86" fmla="*/ 90 w 138"/>
                              <a:gd name="T87" fmla="*/ 37 h 138"/>
                              <a:gd name="T88" fmla="*/ 77 w 138"/>
                              <a:gd name="T89" fmla="*/ 31 h 138"/>
                              <a:gd name="T90" fmla="*/ 60 w 138"/>
                              <a:gd name="T91" fmla="*/ 31 h 138"/>
                              <a:gd name="T92" fmla="*/ 47 w 138"/>
                              <a:gd name="T93" fmla="*/ 37 h 138"/>
                              <a:gd name="T94" fmla="*/ 37 w 138"/>
                              <a:gd name="T95" fmla="*/ 47 h 138"/>
                              <a:gd name="T96" fmla="*/ 31 w 138"/>
                              <a:gd name="T97" fmla="*/ 61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38" y="69"/>
                                </a:move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89"/>
                                </a:lnTo>
                                <a:lnTo>
                                  <a:pt x="133" y="96"/>
                                </a:lnTo>
                                <a:lnTo>
                                  <a:pt x="129" y="101"/>
                                </a:lnTo>
                                <a:lnTo>
                                  <a:pt x="126" y="107"/>
                                </a:lnTo>
                                <a:lnTo>
                                  <a:pt x="122" y="112"/>
                                </a:lnTo>
                                <a:lnTo>
                                  <a:pt x="118" y="118"/>
                                </a:lnTo>
                                <a:lnTo>
                                  <a:pt x="112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1" y="129"/>
                                </a:lnTo>
                                <a:lnTo>
                                  <a:pt x="95" y="133"/>
                                </a:lnTo>
                                <a:lnTo>
                                  <a:pt x="90" y="135"/>
                                </a:lnTo>
                                <a:lnTo>
                                  <a:pt x="82" y="136"/>
                                </a:lnTo>
                                <a:lnTo>
                                  <a:pt x="75" y="137"/>
                                </a:lnTo>
                                <a:lnTo>
                                  <a:pt x="69" y="138"/>
                                </a:lnTo>
                                <a:lnTo>
                                  <a:pt x="61" y="137"/>
                                </a:lnTo>
                                <a:lnTo>
                                  <a:pt x="55" y="136"/>
                                </a:lnTo>
                                <a:lnTo>
                                  <a:pt x="48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19" y="118"/>
                                </a:lnTo>
                                <a:lnTo>
                                  <a:pt x="15" y="112"/>
                                </a:lnTo>
                                <a:lnTo>
                                  <a:pt x="11" y="107"/>
                                </a:lnTo>
                                <a:lnTo>
                                  <a:pt x="7" y="101"/>
                                </a:lnTo>
                                <a:lnTo>
                                  <a:pt x="5" y="96"/>
                                </a:lnTo>
                                <a:lnTo>
                                  <a:pt x="2" y="89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8"/>
                                </a:lnTo>
                                <a:lnTo>
                                  <a:pt x="5" y="42"/>
                                </a:lnTo>
                                <a:lnTo>
                                  <a:pt x="7" y="35"/>
                                </a:lnTo>
                                <a:lnTo>
                                  <a:pt x="11" y="30"/>
                                </a:lnTo>
                                <a:lnTo>
                                  <a:pt x="15" y="25"/>
                                </a:lnTo>
                                <a:lnTo>
                                  <a:pt x="19" y="19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7"/>
                                </a:lnTo>
                                <a:lnTo>
                                  <a:pt x="42" y="5"/>
                                </a:lnTo>
                                <a:lnTo>
                                  <a:pt x="48" y="3"/>
                                </a:lnTo>
                                <a:lnTo>
                                  <a:pt x="55" y="1"/>
                                </a:lnTo>
                                <a:lnTo>
                                  <a:pt x="61" y="0"/>
                                </a:lnTo>
                                <a:lnTo>
                                  <a:pt x="69" y="0"/>
                                </a:lnTo>
                                <a:lnTo>
                                  <a:pt x="75" y="0"/>
                                </a:lnTo>
                                <a:lnTo>
                                  <a:pt x="82" y="1"/>
                                </a:lnTo>
                                <a:lnTo>
                                  <a:pt x="90" y="3"/>
                                </a:lnTo>
                                <a:lnTo>
                                  <a:pt x="95" y="5"/>
                                </a:lnTo>
                                <a:lnTo>
                                  <a:pt x="101" y="7"/>
                                </a:lnTo>
                                <a:lnTo>
                                  <a:pt x="107" y="12"/>
                                </a:lnTo>
                                <a:lnTo>
                                  <a:pt x="112" y="15"/>
                                </a:lnTo>
                                <a:lnTo>
                                  <a:pt x="118" y="19"/>
                                </a:lnTo>
                                <a:lnTo>
                                  <a:pt x="122" y="25"/>
                                </a:lnTo>
                                <a:lnTo>
                                  <a:pt x="126" y="30"/>
                                </a:lnTo>
                                <a:lnTo>
                                  <a:pt x="129" y="35"/>
                                </a:lnTo>
                                <a:lnTo>
                                  <a:pt x="133" y="42"/>
                                </a:lnTo>
                                <a:lnTo>
                                  <a:pt x="135" y="48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close/>
                                <a:moveTo>
                                  <a:pt x="30" y="69"/>
                                </a:moveTo>
                                <a:lnTo>
                                  <a:pt x="30" y="69"/>
                                </a:lnTo>
                                <a:lnTo>
                                  <a:pt x="31" y="77"/>
                                </a:lnTo>
                                <a:lnTo>
                                  <a:pt x="33" y="83"/>
                                </a:lnTo>
                                <a:lnTo>
                                  <a:pt x="37" y="89"/>
                                </a:lnTo>
                                <a:lnTo>
                                  <a:pt x="42" y="96"/>
                                </a:lnTo>
                                <a:lnTo>
                                  <a:pt x="47" y="100"/>
                                </a:lnTo>
                                <a:lnTo>
                                  <a:pt x="54" y="104"/>
                                </a:lnTo>
                                <a:lnTo>
                                  <a:pt x="60" y="106"/>
                                </a:lnTo>
                                <a:lnTo>
                                  <a:pt x="69" y="107"/>
                                </a:lnTo>
                                <a:lnTo>
                                  <a:pt x="77" y="106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0" y="89"/>
                                </a:lnTo>
                                <a:lnTo>
                                  <a:pt x="104" y="83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0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7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0"/>
                                </a:lnTo>
                                <a:lnTo>
                                  <a:pt x="60" y="31"/>
                                </a:lnTo>
                                <a:lnTo>
                                  <a:pt x="54" y="33"/>
                                </a:lnTo>
                                <a:lnTo>
                                  <a:pt x="47" y="37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3" y="54"/>
                                </a:lnTo>
                                <a:lnTo>
                                  <a:pt x="31" y="61"/>
                                </a:lnTo>
                                <a:lnTo>
                                  <a:pt x="30" y="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59" name="淘宝店chenying0907 10"/>
                        <wps:cNvSpPr/>
                        <wps:spPr bwMode="auto">
                          <a:xfrm>
                            <a:off x="169862" y="77788"/>
                            <a:ext cx="796925" cy="19050"/>
                          </a:xfrm>
                          <a:custGeom>
                            <a:avLst/>
                            <a:gdLst>
                              <a:gd name="T0" fmla="*/ 19 w 1507"/>
                              <a:gd name="T1" fmla="*/ 0 h 36"/>
                              <a:gd name="T2" fmla="*/ 1488 w 1507"/>
                              <a:gd name="T3" fmla="*/ 0 h 36"/>
                              <a:gd name="T4" fmla="*/ 1492 w 1507"/>
                              <a:gd name="T5" fmla="*/ 0 h 36"/>
                              <a:gd name="T6" fmla="*/ 1495 w 1507"/>
                              <a:gd name="T7" fmla="*/ 1 h 36"/>
                              <a:gd name="T8" fmla="*/ 1498 w 1507"/>
                              <a:gd name="T9" fmla="*/ 3 h 36"/>
                              <a:gd name="T10" fmla="*/ 1501 w 1507"/>
                              <a:gd name="T11" fmla="*/ 5 h 36"/>
                              <a:gd name="T12" fmla="*/ 1504 w 1507"/>
                              <a:gd name="T13" fmla="*/ 7 h 36"/>
                              <a:gd name="T14" fmla="*/ 1506 w 1507"/>
                              <a:gd name="T15" fmla="*/ 10 h 36"/>
                              <a:gd name="T16" fmla="*/ 1507 w 1507"/>
                              <a:gd name="T17" fmla="*/ 14 h 36"/>
                              <a:gd name="T18" fmla="*/ 1507 w 1507"/>
                              <a:gd name="T19" fmla="*/ 18 h 36"/>
                              <a:gd name="T20" fmla="*/ 1507 w 1507"/>
                              <a:gd name="T21" fmla="*/ 21 h 36"/>
                              <a:gd name="T22" fmla="*/ 1506 w 1507"/>
                              <a:gd name="T23" fmla="*/ 26 h 36"/>
                              <a:gd name="T24" fmla="*/ 1504 w 1507"/>
                              <a:gd name="T25" fmla="*/ 29 h 36"/>
                              <a:gd name="T26" fmla="*/ 1501 w 1507"/>
                              <a:gd name="T27" fmla="*/ 31 h 36"/>
                              <a:gd name="T28" fmla="*/ 1498 w 1507"/>
                              <a:gd name="T29" fmla="*/ 33 h 36"/>
                              <a:gd name="T30" fmla="*/ 1495 w 1507"/>
                              <a:gd name="T31" fmla="*/ 35 h 36"/>
                              <a:gd name="T32" fmla="*/ 1492 w 1507"/>
                              <a:gd name="T33" fmla="*/ 36 h 36"/>
                              <a:gd name="T34" fmla="*/ 1488 w 1507"/>
                              <a:gd name="T35" fmla="*/ 36 h 36"/>
                              <a:gd name="T36" fmla="*/ 19 w 1507"/>
                              <a:gd name="T37" fmla="*/ 36 h 36"/>
                              <a:gd name="T38" fmla="*/ 15 w 1507"/>
                              <a:gd name="T39" fmla="*/ 36 h 36"/>
                              <a:gd name="T40" fmla="*/ 11 w 1507"/>
                              <a:gd name="T41" fmla="*/ 35 h 36"/>
                              <a:gd name="T42" fmla="*/ 8 w 1507"/>
                              <a:gd name="T43" fmla="*/ 33 h 36"/>
                              <a:gd name="T44" fmla="*/ 6 w 1507"/>
                              <a:gd name="T45" fmla="*/ 31 h 36"/>
                              <a:gd name="T46" fmla="*/ 3 w 1507"/>
                              <a:gd name="T47" fmla="*/ 29 h 36"/>
                              <a:gd name="T48" fmla="*/ 1 w 1507"/>
                              <a:gd name="T49" fmla="*/ 26 h 36"/>
                              <a:gd name="T50" fmla="*/ 0 w 1507"/>
                              <a:gd name="T51" fmla="*/ 21 h 36"/>
                              <a:gd name="T52" fmla="*/ 0 w 1507"/>
                              <a:gd name="T53" fmla="*/ 18 h 36"/>
                              <a:gd name="T54" fmla="*/ 0 w 1507"/>
                              <a:gd name="T55" fmla="*/ 14 h 36"/>
                              <a:gd name="T56" fmla="*/ 1 w 1507"/>
                              <a:gd name="T57" fmla="*/ 10 h 36"/>
                              <a:gd name="T58" fmla="*/ 3 w 1507"/>
                              <a:gd name="T59" fmla="*/ 7 h 36"/>
                              <a:gd name="T60" fmla="*/ 6 w 1507"/>
                              <a:gd name="T61" fmla="*/ 5 h 36"/>
                              <a:gd name="T62" fmla="*/ 8 w 1507"/>
                              <a:gd name="T63" fmla="*/ 3 h 36"/>
                              <a:gd name="T64" fmla="*/ 11 w 1507"/>
                              <a:gd name="T65" fmla="*/ 1 h 36"/>
                              <a:gd name="T66" fmla="*/ 15 w 1507"/>
                              <a:gd name="T67" fmla="*/ 0 h 36"/>
                              <a:gd name="T68" fmla="*/ 19 w 1507"/>
                              <a:gd name="T69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07" h="36">
                                <a:moveTo>
                                  <a:pt x="19" y="0"/>
                                </a:moveTo>
                                <a:lnTo>
                                  <a:pt x="1488" y="0"/>
                                </a:lnTo>
                                <a:lnTo>
                                  <a:pt x="1492" y="0"/>
                                </a:lnTo>
                                <a:lnTo>
                                  <a:pt x="1495" y="1"/>
                                </a:lnTo>
                                <a:lnTo>
                                  <a:pt x="1498" y="3"/>
                                </a:lnTo>
                                <a:lnTo>
                                  <a:pt x="1501" y="5"/>
                                </a:lnTo>
                                <a:lnTo>
                                  <a:pt x="1504" y="7"/>
                                </a:lnTo>
                                <a:lnTo>
                                  <a:pt x="1506" y="10"/>
                                </a:lnTo>
                                <a:lnTo>
                                  <a:pt x="1507" y="14"/>
                                </a:lnTo>
                                <a:lnTo>
                                  <a:pt x="1507" y="18"/>
                                </a:lnTo>
                                <a:lnTo>
                                  <a:pt x="1507" y="21"/>
                                </a:lnTo>
                                <a:lnTo>
                                  <a:pt x="1506" y="26"/>
                                </a:lnTo>
                                <a:lnTo>
                                  <a:pt x="1504" y="29"/>
                                </a:lnTo>
                                <a:lnTo>
                                  <a:pt x="1501" y="31"/>
                                </a:lnTo>
                                <a:lnTo>
                                  <a:pt x="1498" y="33"/>
                                </a:lnTo>
                                <a:lnTo>
                                  <a:pt x="1495" y="35"/>
                                </a:lnTo>
                                <a:lnTo>
                                  <a:pt x="1492" y="36"/>
                                </a:lnTo>
                                <a:lnTo>
                                  <a:pt x="1488" y="36"/>
                                </a:lnTo>
                                <a:lnTo>
                                  <a:pt x="19" y="36"/>
                                </a:lnTo>
                                <a:lnTo>
                                  <a:pt x="15" y="36"/>
                                </a:lnTo>
                                <a:lnTo>
                                  <a:pt x="11" y="35"/>
                                </a:lnTo>
                                <a:lnTo>
                                  <a:pt x="8" y="33"/>
                                </a:lnTo>
                                <a:lnTo>
                                  <a:pt x="6" y="31"/>
                                </a:lnTo>
                                <a:lnTo>
                                  <a:pt x="3" y="29"/>
                                </a:lnTo>
                                <a:lnTo>
                                  <a:pt x="1" y="26"/>
                                </a:lnTo>
                                <a:lnTo>
                                  <a:pt x="0" y="21"/>
                                </a:lnTo>
                                <a:lnTo>
                                  <a:pt x="0" y="18"/>
                                </a:lnTo>
                                <a:lnTo>
                                  <a:pt x="0" y="14"/>
                                </a:lnTo>
                                <a:lnTo>
                                  <a:pt x="1" y="10"/>
                                </a:lnTo>
                                <a:lnTo>
                                  <a:pt x="3" y="7"/>
                                </a:lnTo>
                                <a:lnTo>
                                  <a:pt x="6" y="5"/>
                                </a:lnTo>
                                <a:lnTo>
                                  <a:pt x="8" y="3"/>
                                </a:lnTo>
                                <a:lnTo>
                                  <a:pt x="11" y="1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60" name="淘宝店chenying0907 11"/>
                        <wps:cNvSpPr/>
                        <wps:spPr bwMode="auto">
                          <a:xfrm>
                            <a:off x="180975" y="84138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93 h 158"/>
                              <a:gd name="T2" fmla="*/ 124 w 573"/>
                              <a:gd name="T3" fmla="*/ 76 h 158"/>
                              <a:gd name="T4" fmla="*/ 150 w 573"/>
                              <a:gd name="T5" fmla="*/ 103 h 158"/>
                              <a:gd name="T6" fmla="*/ 189 w 573"/>
                              <a:gd name="T7" fmla="*/ 137 h 158"/>
                              <a:gd name="T8" fmla="*/ 237 w 573"/>
                              <a:gd name="T9" fmla="*/ 155 h 158"/>
                              <a:gd name="T10" fmla="*/ 291 w 573"/>
                              <a:gd name="T11" fmla="*/ 156 h 158"/>
                              <a:gd name="T12" fmla="*/ 334 w 573"/>
                              <a:gd name="T13" fmla="*/ 142 h 158"/>
                              <a:gd name="T14" fmla="*/ 406 w 573"/>
                              <a:gd name="T15" fmla="*/ 86 h 158"/>
                              <a:gd name="T16" fmla="*/ 468 w 573"/>
                              <a:gd name="T17" fmla="*/ 46 h 158"/>
                              <a:gd name="T18" fmla="*/ 514 w 573"/>
                              <a:gd name="T19" fmla="*/ 46 h 158"/>
                              <a:gd name="T20" fmla="*/ 538 w 573"/>
                              <a:gd name="T21" fmla="*/ 64 h 158"/>
                              <a:gd name="T22" fmla="*/ 542 w 573"/>
                              <a:gd name="T23" fmla="*/ 88 h 158"/>
                              <a:gd name="T24" fmla="*/ 535 w 573"/>
                              <a:gd name="T25" fmla="*/ 106 h 158"/>
                              <a:gd name="T26" fmla="*/ 522 w 573"/>
                              <a:gd name="T27" fmla="*/ 110 h 158"/>
                              <a:gd name="T28" fmla="*/ 508 w 573"/>
                              <a:gd name="T29" fmla="*/ 106 h 158"/>
                              <a:gd name="T30" fmla="*/ 500 w 573"/>
                              <a:gd name="T31" fmla="*/ 95 h 158"/>
                              <a:gd name="T32" fmla="*/ 496 w 573"/>
                              <a:gd name="T33" fmla="*/ 81 h 158"/>
                              <a:gd name="T34" fmla="*/ 478 w 573"/>
                              <a:gd name="T35" fmla="*/ 76 h 158"/>
                              <a:gd name="T36" fmla="*/ 468 w 573"/>
                              <a:gd name="T37" fmla="*/ 87 h 158"/>
                              <a:gd name="T38" fmla="*/ 474 w 573"/>
                              <a:gd name="T39" fmla="*/ 111 h 158"/>
                              <a:gd name="T40" fmla="*/ 494 w 573"/>
                              <a:gd name="T41" fmla="*/ 133 h 158"/>
                              <a:gd name="T42" fmla="*/ 521 w 573"/>
                              <a:gd name="T43" fmla="*/ 142 h 158"/>
                              <a:gd name="T44" fmla="*/ 549 w 573"/>
                              <a:gd name="T45" fmla="*/ 134 h 158"/>
                              <a:gd name="T46" fmla="*/ 571 w 573"/>
                              <a:gd name="T47" fmla="*/ 103 h 158"/>
                              <a:gd name="T48" fmla="*/ 571 w 573"/>
                              <a:gd name="T49" fmla="*/ 69 h 158"/>
                              <a:gd name="T50" fmla="*/ 554 w 573"/>
                              <a:gd name="T51" fmla="*/ 37 h 158"/>
                              <a:gd name="T52" fmla="*/ 522 w 573"/>
                              <a:gd name="T53" fmla="*/ 17 h 158"/>
                              <a:gd name="T54" fmla="*/ 475 w 573"/>
                              <a:gd name="T55" fmla="*/ 13 h 158"/>
                              <a:gd name="T56" fmla="*/ 428 w 573"/>
                              <a:gd name="T57" fmla="*/ 31 h 158"/>
                              <a:gd name="T58" fmla="*/ 358 w 573"/>
                              <a:gd name="T59" fmla="*/ 87 h 158"/>
                              <a:gd name="T60" fmla="*/ 317 w 573"/>
                              <a:gd name="T61" fmla="*/ 116 h 158"/>
                              <a:gd name="T62" fmla="*/ 264 w 573"/>
                              <a:gd name="T63" fmla="*/ 127 h 158"/>
                              <a:gd name="T64" fmla="*/ 206 w 573"/>
                              <a:gd name="T65" fmla="*/ 111 h 158"/>
                              <a:gd name="T66" fmla="*/ 164 w 573"/>
                              <a:gd name="T67" fmla="*/ 69 h 158"/>
                              <a:gd name="T68" fmla="*/ 150 w 573"/>
                              <a:gd name="T69" fmla="*/ 31 h 158"/>
                              <a:gd name="T70" fmla="*/ 148 w 573"/>
                              <a:gd name="T71" fmla="*/ 16 h 158"/>
                              <a:gd name="T72" fmla="*/ 143 w 573"/>
                              <a:gd name="T73" fmla="*/ 4 h 158"/>
                              <a:gd name="T74" fmla="*/ 125 w 573"/>
                              <a:gd name="T75" fmla="*/ 1 h 158"/>
                              <a:gd name="T76" fmla="*/ 116 w 573"/>
                              <a:gd name="T77" fmla="*/ 10 h 158"/>
                              <a:gd name="T78" fmla="*/ 115 w 573"/>
                              <a:gd name="T79" fmla="*/ 33 h 158"/>
                              <a:gd name="T80" fmla="*/ 95 w 573"/>
                              <a:gd name="T81" fmla="*/ 59 h 158"/>
                              <a:gd name="T82" fmla="*/ 63 w 573"/>
                              <a:gd name="T83" fmla="*/ 62 h 158"/>
                              <a:gd name="T84" fmla="*/ 37 w 573"/>
                              <a:gd name="T85" fmla="*/ 44 h 158"/>
                              <a:gd name="T86" fmla="*/ 30 w 573"/>
                              <a:gd name="T87" fmla="*/ 13 h 158"/>
                              <a:gd name="T88" fmla="*/ 21 w 573"/>
                              <a:gd name="T89" fmla="*/ 3 h 158"/>
                              <a:gd name="T90" fmla="*/ 3 w 573"/>
                              <a:gd name="T91" fmla="*/ 7 h 158"/>
                              <a:gd name="T92" fmla="*/ 0 w 573"/>
                              <a:gd name="T93" fmla="*/ 23 h 158"/>
                              <a:gd name="T94" fmla="*/ 6 w 573"/>
                              <a:gd name="T95" fmla="*/ 53 h 158"/>
                              <a:gd name="T96" fmla="*/ 23 w 573"/>
                              <a:gd name="T97" fmla="*/ 76 h 158"/>
                              <a:gd name="T98" fmla="*/ 47 w 573"/>
                              <a:gd name="T99" fmla="*/ 91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58">
                                <a:moveTo>
                                  <a:pt x="69" y="96"/>
                                </a:moveTo>
                                <a:lnTo>
                                  <a:pt x="79" y="96"/>
                                </a:lnTo>
                                <a:lnTo>
                                  <a:pt x="87" y="95"/>
                                </a:lnTo>
                                <a:lnTo>
                                  <a:pt x="96" y="93"/>
                                </a:lnTo>
                                <a:lnTo>
                                  <a:pt x="103" y="89"/>
                                </a:lnTo>
                                <a:lnTo>
                                  <a:pt x="111" y="86"/>
                                </a:lnTo>
                                <a:lnTo>
                                  <a:pt x="117" y="81"/>
                                </a:lnTo>
                                <a:lnTo>
                                  <a:pt x="124" y="76"/>
                                </a:lnTo>
                                <a:lnTo>
                                  <a:pt x="129" y="70"/>
                                </a:lnTo>
                                <a:lnTo>
                                  <a:pt x="136" y="82"/>
                                </a:lnTo>
                                <a:lnTo>
                                  <a:pt x="142" y="93"/>
                                </a:lnTo>
                                <a:lnTo>
                                  <a:pt x="150" y="103"/>
                                </a:lnTo>
                                <a:lnTo>
                                  <a:pt x="158" y="113"/>
                                </a:lnTo>
                                <a:lnTo>
                                  <a:pt x="168" y="122"/>
                                </a:lnTo>
                                <a:lnTo>
                                  <a:pt x="178" y="130"/>
                                </a:lnTo>
                                <a:lnTo>
                                  <a:pt x="189" y="137"/>
                                </a:lnTo>
                                <a:lnTo>
                                  <a:pt x="201" y="143"/>
                                </a:lnTo>
                                <a:lnTo>
                                  <a:pt x="212" y="149"/>
                                </a:lnTo>
                                <a:lnTo>
                                  <a:pt x="224" y="153"/>
                                </a:lnTo>
                                <a:lnTo>
                                  <a:pt x="237" y="155"/>
                                </a:lnTo>
                                <a:lnTo>
                                  <a:pt x="250" y="157"/>
                                </a:lnTo>
                                <a:lnTo>
                                  <a:pt x="264" y="158"/>
                                </a:lnTo>
                                <a:lnTo>
                                  <a:pt x="278" y="158"/>
                                </a:lnTo>
                                <a:lnTo>
                                  <a:pt x="291" y="156"/>
                                </a:lnTo>
                                <a:lnTo>
                                  <a:pt x="306" y="153"/>
                                </a:lnTo>
                                <a:lnTo>
                                  <a:pt x="316" y="151"/>
                                </a:lnTo>
                                <a:lnTo>
                                  <a:pt x="325" y="147"/>
                                </a:lnTo>
                                <a:lnTo>
                                  <a:pt x="334" y="142"/>
                                </a:lnTo>
                                <a:lnTo>
                                  <a:pt x="343" y="138"/>
                                </a:lnTo>
                                <a:lnTo>
                                  <a:pt x="359" y="126"/>
                                </a:lnTo>
                                <a:lnTo>
                                  <a:pt x="376" y="114"/>
                                </a:lnTo>
                                <a:lnTo>
                                  <a:pt x="406" y="86"/>
                                </a:lnTo>
                                <a:lnTo>
                                  <a:pt x="437" y="61"/>
                                </a:lnTo>
                                <a:lnTo>
                                  <a:pt x="448" y="56"/>
                                </a:lnTo>
                                <a:lnTo>
                                  <a:pt x="458" y="50"/>
                                </a:lnTo>
                                <a:lnTo>
                                  <a:pt x="468" y="46"/>
                                </a:lnTo>
                                <a:lnTo>
                                  <a:pt x="480" y="44"/>
                                </a:lnTo>
                                <a:lnTo>
                                  <a:pt x="491" y="43"/>
                                </a:lnTo>
                                <a:lnTo>
                                  <a:pt x="502" y="44"/>
                                </a:lnTo>
                                <a:lnTo>
                                  <a:pt x="514" y="46"/>
                                </a:lnTo>
                                <a:lnTo>
                                  <a:pt x="525" y="52"/>
                                </a:lnTo>
                                <a:lnTo>
                                  <a:pt x="530" y="55"/>
                                </a:lnTo>
                                <a:lnTo>
                                  <a:pt x="534" y="59"/>
                                </a:lnTo>
                                <a:lnTo>
                                  <a:pt x="538" y="64"/>
                                </a:lnTo>
                                <a:lnTo>
                                  <a:pt x="540" y="70"/>
                                </a:lnTo>
                                <a:lnTo>
                                  <a:pt x="542" y="76"/>
                                </a:lnTo>
                                <a:lnTo>
                                  <a:pt x="542" y="83"/>
                                </a:lnTo>
                                <a:lnTo>
                                  <a:pt x="542" y="88"/>
                                </a:lnTo>
                                <a:lnTo>
                                  <a:pt x="541" y="95"/>
                                </a:lnTo>
                                <a:lnTo>
                                  <a:pt x="540" y="99"/>
                                </a:lnTo>
                                <a:lnTo>
                                  <a:pt x="538" y="102"/>
                                </a:lnTo>
                                <a:lnTo>
                                  <a:pt x="535" y="106"/>
                                </a:lnTo>
                                <a:lnTo>
                                  <a:pt x="532" y="108"/>
                                </a:lnTo>
                                <a:lnTo>
                                  <a:pt x="529" y="109"/>
                                </a:lnTo>
                                <a:lnTo>
                                  <a:pt x="526" y="110"/>
                                </a:lnTo>
                                <a:lnTo>
                                  <a:pt x="522" y="110"/>
                                </a:lnTo>
                                <a:lnTo>
                                  <a:pt x="518" y="110"/>
                                </a:lnTo>
                                <a:lnTo>
                                  <a:pt x="515" y="109"/>
                                </a:lnTo>
                                <a:lnTo>
                                  <a:pt x="512" y="108"/>
                                </a:lnTo>
                                <a:lnTo>
                                  <a:pt x="508" y="106"/>
                                </a:lnTo>
                                <a:lnTo>
                                  <a:pt x="505" y="103"/>
                                </a:lnTo>
                                <a:lnTo>
                                  <a:pt x="503" y="101"/>
                                </a:lnTo>
                                <a:lnTo>
                                  <a:pt x="501" y="98"/>
                                </a:lnTo>
                                <a:lnTo>
                                  <a:pt x="500" y="95"/>
                                </a:lnTo>
                                <a:lnTo>
                                  <a:pt x="500" y="90"/>
                                </a:lnTo>
                                <a:lnTo>
                                  <a:pt x="499" y="87"/>
                                </a:lnTo>
                                <a:lnTo>
                                  <a:pt x="499" y="84"/>
                                </a:lnTo>
                                <a:lnTo>
                                  <a:pt x="496" y="81"/>
                                </a:lnTo>
                                <a:lnTo>
                                  <a:pt x="494" y="80"/>
                                </a:lnTo>
                                <a:lnTo>
                                  <a:pt x="490" y="76"/>
                                </a:lnTo>
                                <a:lnTo>
                                  <a:pt x="484" y="75"/>
                                </a:lnTo>
                                <a:lnTo>
                                  <a:pt x="478" y="76"/>
                                </a:lnTo>
                                <a:lnTo>
                                  <a:pt x="474" y="80"/>
                                </a:lnTo>
                                <a:lnTo>
                                  <a:pt x="472" y="81"/>
                                </a:lnTo>
                                <a:lnTo>
                                  <a:pt x="469" y="84"/>
                                </a:lnTo>
                                <a:lnTo>
                                  <a:pt x="468" y="87"/>
                                </a:lnTo>
                                <a:lnTo>
                                  <a:pt x="468" y="90"/>
                                </a:lnTo>
                                <a:lnTo>
                                  <a:pt x="469" y="98"/>
                                </a:lnTo>
                                <a:lnTo>
                                  <a:pt x="471" y="104"/>
                                </a:lnTo>
                                <a:lnTo>
                                  <a:pt x="474" y="111"/>
                                </a:lnTo>
                                <a:lnTo>
                                  <a:pt x="478" y="117"/>
                                </a:lnTo>
                                <a:lnTo>
                                  <a:pt x="482" y="123"/>
                                </a:lnTo>
                                <a:lnTo>
                                  <a:pt x="488" y="128"/>
                                </a:lnTo>
                                <a:lnTo>
                                  <a:pt x="494" y="133"/>
                                </a:lnTo>
                                <a:lnTo>
                                  <a:pt x="501" y="137"/>
                                </a:lnTo>
                                <a:lnTo>
                                  <a:pt x="507" y="139"/>
                                </a:lnTo>
                                <a:lnTo>
                                  <a:pt x="515" y="141"/>
                                </a:lnTo>
                                <a:lnTo>
                                  <a:pt x="521" y="142"/>
                                </a:lnTo>
                                <a:lnTo>
                                  <a:pt x="529" y="142"/>
                                </a:lnTo>
                                <a:lnTo>
                                  <a:pt x="536" y="140"/>
                                </a:lnTo>
                                <a:lnTo>
                                  <a:pt x="543" y="138"/>
                                </a:lnTo>
                                <a:lnTo>
                                  <a:pt x="549" y="134"/>
                                </a:lnTo>
                                <a:lnTo>
                                  <a:pt x="555" y="128"/>
                                </a:lnTo>
                                <a:lnTo>
                                  <a:pt x="562" y="121"/>
                                </a:lnTo>
                                <a:lnTo>
                                  <a:pt x="567" y="112"/>
                                </a:lnTo>
                                <a:lnTo>
                                  <a:pt x="571" y="103"/>
                                </a:lnTo>
                                <a:lnTo>
                                  <a:pt x="573" y="95"/>
                                </a:lnTo>
                                <a:lnTo>
                                  <a:pt x="573" y="86"/>
                                </a:lnTo>
                                <a:lnTo>
                                  <a:pt x="573" y="77"/>
                                </a:lnTo>
                                <a:lnTo>
                                  <a:pt x="571" y="69"/>
                                </a:lnTo>
                                <a:lnTo>
                                  <a:pt x="568" y="60"/>
                                </a:lnTo>
                                <a:lnTo>
                                  <a:pt x="565" y="52"/>
                                </a:lnTo>
                                <a:lnTo>
                                  <a:pt x="559" y="45"/>
                                </a:lnTo>
                                <a:lnTo>
                                  <a:pt x="554" y="37"/>
                                </a:lnTo>
                                <a:lnTo>
                                  <a:pt x="546" y="31"/>
                                </a:lnTo>
                                <a:lnTo>
                                  <a:pt x="540" y="26"/>
                                </a:lnTo>
                                <a:lnTo>
                                  <a:pt x="531" y="20"/>
                                </a:lnTo>
                                <a:lnTo>
                                  <a:pt x="522" y="17"/>
                                </a:lnTo>
                                <a:lnTo>
                                  <a:pt x="513" y="14"/>
                                </a:lnTo>
                                <a:lnTo>
                                  <a:pt x="500" y="12"/>
                                </a:lnTo>
                                <a:lnTo>
                                  <a:pt x="487" y="10"/>
                                </a:lnTo>
                                <a:lnTo>
                                  <a:pt x="475" y="13"/>
                                </a:lnTo>
                                <a:lnTo>
                                  <a:pt x="463" y="15"/>
                                </a:lnTo>
                                <a:lnTo>
                                  <a:pt x="451" y="19"/>
                                </a:lnTo>
                                <a:lnTo>
                                  <a:pt x="439" y="25"/>
                                </a:lnTo>
                                <a:lnTo>
                                  <a:pt x="428" y="31"/>
                                </a:lnTo>
                                <a:lnTo>
                                  <a:pt x="418" y="37"/>
                                </a:lnTo>
                                <a:lnTo>
                                  <a:pt x="397" y="54"/>
                                </a:lnTo>
                                <a:lnTo>
                                  <a:pt x="377" y="71"/>
                                </a:lnTo>
                                <a:lnTo>
                                  <a:pt x="358" y="87"/>
                                </a:lnTo>
                                <a:lnTo>
                                  <a:pt x="339" y="102"/>
                                </a:lnTo>
                                <a:lnTo>
                                  <a:pt x="332" y="108"/>
                                </a:lnTo>
                                <a:lnTo>
                                  <a:pt x="325" y="112"/>
                                </a:lnTo>
                                <a:lnTo>
                                  <a:pt x="317" y="116"/>
                                </a:lnTo>
                                <a:lnTo>
                                  <a:pt x="310" y="120"/>
                                </a:lnTo>
                                <a:lnTo>
                                  <a:pt x="295" y="124"/>
                                </a:lnTo>
                                <a:lnTo>
                                  <a:pt x="279" y="127"/>
                                </a:lnTo>
                                <a:lnTo>
                                  <a:pt x="264" y="127"/>
                                </a:lnTo>
                                <a:lnTo>
                                  <a:pt x="249" y="126"/>
                                </a:lnTo>
                                <a:lnTo>
                                  <a:pt x="234" y="123"/>
                                </a:lnTo>
                                <a:lnTo>
                                  <a:pt x="220" y="117"/>
                                </a:lnTo>
                                <a:lnTo>
                                  <a:pt x="206" y="111"/>
                                </a:lnTo>
                                <a:lnTo>
                                  <a:pt x="194" y="103"/>
                                </a:lnTo>
                                <a:lnTo>
                                  <a:pt x="182" y="93"/>
                                </a:lnTo>
                                <a:lnTo>
                                  <a:pt x="172" y="82"/>
                                </a:lnTo>
                                <a:lnTo>
                                  <a:pt x="164" y="69"/>
                                </a:lnTo>
                                <a:lnTo>
                                  <a:pt x="156" y="55"/>
                                </a:lnTo>
                                <a:lnTo>
                                  <a:pt x="154" y="47"/>
                                </a:lnTo>
                                <a:lnTo>
                                  <a:pt x="151" y="40"/>
                                </a:lnTo>
                                <a:lnTo>
                                  <a:pt x="150" y="31"/>
                                </a:lnTo>
                                <a:lnTo>
                                  <a:pt x="148" y="23"/>
                                </a:lnTo>
                                <a:lnTo>
                                  <a:pt x="149" y="21"/>
                                </a:lnTo>
                                <a:lnTo>
                                  <a:pt x="149" y="19"/>
                                </a:lnTo>
                                <a:lnTo>
                                  <a:pt x="148" y="16"/>
                                </a:lnTo>
                                <a:lnTo>
                                  <a:pt x="147" y="13"/>
                                </a:lnTo>
                                <a:lnTo>
                                  <a:pt x="147" y="9"/>
                                </a:lnTo>
                                <a:lnTo>
                                  <a:pt x="144" y="6"/>
                                </a:lnTo>
                                <a:lnTo>
                                  <a:pt x="143" y="4"/>
                                </a:lnTo>
                                <a:lnTo>
                                  <a:pt x="141" y="3"/>
                                </a:lnTo>
                                <a:lnTo>
                                  <a:pt x="136" y="0"/>
                                </a:lnTo>
                                <a:lnTo>
                                  <a:pt x="130" y="0"/>
                                </a:lnTo>
                                <a:lnTo>
                                  <a:pt x="125" y="1"/>
                                </a:lnTo>
                                <a:lnTo>
                                  <a:pt x="121" y="3"/>
                                </a:lnTo>
                                <a:lnTo>
                                  <a:pt x="118" y="5"/>
                                </a:lnTo>
                                <a:lnTo>
                                  <a:pt x="117" y="7"/>
                                </a:lnTo>
                                <a:lnTo>
                                  <a:pt x="116" y="10"/>
                                </a:lnTo>
                                <a:lnTo>
                                  <a:pt x="116" y="14"/>
                                </a:lnTo>
                                <a:lnTo>
                                  <a:pt x="116" y="19"/>
                                </a:lnTo>
                                <a:lnTo>
                                  <a:pt x="117" y="23"/>
                                </a:lnTo>
                                <a:lnTo>
                                  <a:pt x="115" y="33"/>
                                </a:lnTo>
                                <a:lnTo>
                                  <a:pt x="112" y="42"/>
                                </a:lnTo>
                                <a:lnTo>
                                  <a:pt x="108" y="49"/>
                                </a:lnTo>
                                <a:lnTo>
                                  <a:pt x="101" y="55"/>
                                </a:lnTo>
                                <a:lnTo>
                                  <a:pt x="95" y="59"/>
                                </a:lnTo>
                                <a:lnTo>
                                  <a:pt x="87" y="61"/>
                                </a:lnTo>
                                <a:lnTo>
                                  <a:pt x="80" y="63"/>
                                </a:lnTo>
                                <a:lnTo>
                                  <a:pt x="71" y="63"/>
                                </a:lnTo>
                                <a:lnTo>
                                  <a:pt x="63" y="62"/>
                                </a:lnTo>
                                <a:lnTo>
                                  <a:pt x="56" y="60"/>
                                </a:lnTo>
                                <a:lnTo>
                                  <a:pt x="48" y="56"/>
                                </a:lnTo>
                                <a:lnTo>
                                  <a:pt x="43" y="50"/>
                                </a:lnTo>
                                <a:lnTo>
                                  <a:pt x="37" y="44"/>
                                </a:lnTo>
                                <a:lnTo>
                                  <a:pt x="33" y="36"/>
                                </a:lnTo>
                                <a:lnTo>
                                  <a:pt x="31" y="27"/>
                                </a:lnTo>
                                <a:lnTo>
                                  <a:pt x="31" y="17"/>
                                </a:lnTo>
                                <a:lnTo>
                                  <a:pt x="30" y="13"/>
                                </a:lnTo>
                                <a:lnTo>
                                  <a:pt x="30" y="9"/>
                                </a:lnTo>
                                <a:lnTo>
                                  <a:pt x="28" y="7"/>
                                </a:lnTo>
                                <a:lnTo>
                                  <a:pt x="27" y="5"/>
                                </a:lnTo>
                                <a:lnTo>
                                  <a:pt x="21" y="3"/>
                                </a:lnTo>
                                <a:lnTo>
                                  <a:pt x="16" y="2"/>
                                </a:lnTo>
                                <a:lnTo>
                                  <a:pt x="10" y="3"/>
                                </a:lnTo>
                                <a:lnTo>
                                  <a:pt x="5" y="5"/>
                                </a:lnTo>
                                <a:lnTo>
                                  <a:pt x="3" y="7"/>
                                </a:lnTo>
                                <a:lnTo>
                                  <a:pt x="1" y="9"/>
                                </a:lnTo>
                                <a:lnTo>
                                  <a:pt x="0" y="13"/>
                                </a:lnTo>
                                <a:lnTo>
                                  <a:pt x="0" y="17"/>
                                </a:lnTo>
                                <a:lnTo>
                                  <a:pt x="0" y="23"/>
                                </a:lnTo>
                                <a:lnTo>
                                  <a:pt x="1" y="31"/>
                                </a:lnTo>
                                <a:lnTo>
                                  <a:pt x="2" y="39"/>
                                </a:lnTo>
                                <a:lnTo>
                                  <a:pt x="4" y="45"/>
                                </a:lnTo>
                                <a:lnTo>
                                  <a:pt x="6" y="53"/>
                                </a:lnTo>
                                <a:lnTo>
                                  <a:pt x="9" y="59"/>
                                </a:lnTo>
                                <a:lnTo>
                                  <a:pt x="14" y="64"/>
                                </a:lnTo>
                                <a:lnTo>
                                  <a:pt x="18" y="71"/>
                                </a:lnTo>
                                <a:lnTo>
                                  <a:pt x="23" y="76"/>
                                </a:lnTo>
                                <a:lnTo>
                                  <a:pt x="28" y="81"/>
                                </a:lnTo>
                                <a:lnTo>
                                  <a:pt x="34" y="85"/>
                                </a:lnTo>
                                <a:lnTo>
                                  <a:pt x="41" y="88"/>
                                </a:lnTo>
                                <a:lnTo>
                                  <a:pt x="47" y="91"/>
                                </a:lnTo>
                                <a:lnTo>
                                  <a:pt x="54" y="94"/>
                                </a:lnTo>
                                <a:lnTo>
                                  <a:pt x="61" y="96"/>
                                </a:lnTo>
                                <a:lnTo>
                                  <a:pt x="69" y="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61" name="淘宝店chenying0907 12"/>
                        <wps:cNvSpPr/>
                        <wps:spPr bwMode="auto">
                          <a:xfrm>
                            <a:off x="180975" y="0"/>
                            <a:ext cx="303213" cy="84138"/>
                          </a:xfrm>
                          <a:custGeom>
                            <a:avLst/>
                            <a:gdLst>
                              <a:gd name="T0" fmla="*/ 96 w 573"/>
                              <a:gd name="T1" fmla="*/ 66 h 160"/>
                              <a:gd name="T2" fmla="*/ 124 w 573"/>
                              <a:gd name="T3" fmla="*/ 83 h 160"/>
                              <a:gd name="T4" fmla="*/ 150 w 573"/>
                              <a:gd name="T5" fmla="*/ 55 h 160"/>
                              <a:gd name="T6" fmla="*/ 189 w 573"/>
                              <a:gd name="T7" fmla="*/ 21 h 160"/>
                              <a:gd name="T8" fmla="*/ 237 w 573"/>
                              <a:gd name="T9" fmla="*/ 3 h 160"/>
                              <a:gd name="T10" fmla="*/ 291 w 573"/>
                              <a:gd name="T11" fmla="*/ 2 h 160"/>
                              <a:gd name="T12" fmla="*/ 334 w 573"/>
                              <a:gd name="T13" fmla="*/ 16 h 160"/>
                              <a:gd name="T14" fmla="*/ 406 w 573"/>
                              <a:gd name="T15" fmla="*/ 72 h 160"/>
                              <a:gd name="T16" fmla="*/ 468 w 573"/>
                              <a:gd name="T17" fmla="*/ 112 h 160"/>
                              <a:gd name="T18" fmla="*/ 514 w 573"/>
                              <a:gd name="T19" fmla="*/ 112 h 160"/>
                              <a:gd name="T20" fmla="*/ 538 w 573"/>
                              <a:gd name="T21" fmla="*/ 94 h 160"/>
                              <a:gd name="T22" fmla="*/ 542 w 573"/>
                              <a:gd name="T23" fmla="*/ 70 h 160"/>
                              <a:gd name="T24" fmla="*/ 535 w 573"/>
                              <a:gd name="T25" fmla="*/ 53 h 160"/>
                              <a:gd name="T26" fmla="*/ 522 w 573"/>
                              <a:gd name="T27" fmla="*/ 48 h 160"/>
                              <a:gd name="T28" fmla="*/ 508 w 573"/>
                              <a:gd name="T29" fmla="*/ 53 h 160"/>
                              <a:gd name="T30" fmla="*/ 500 w 573"/>
                              <a:gd name="T31" fmla="*/ 65 h 160"/>
                              <a:gd name="T32" fmla="*/ 496 w 573"/>
                              <a:gd name="T33" fmla="*/ 78 h 160"/>
                              <a:gd name="T34" fmla="*/ 478 w 573"/>
                              <a:gd name="T35" fmla="*/ 82 h 160"/>
                              <a:gd name="T36" fmla="*/ 468 w 573"/>
                              <a:gd name="T37" fmla="*/ 71 h 160"/>
                              <a:gd name="T38" fmla="*/ 474 w 573"/>
                              <a:gd name="T39" fmla="*/ 47 h 160"/>
                              <a:gd name="T40" fmla="*/ 494 w 573"/>
                              <a:gd name="T41" fmla="*/ 26 h 160"/>
                              <a:gd name="T42" fmla="*/ 521 w 573"/>
                              <a:gd name="T43" fmla="*/ 16 h 160"/>
                              <a:gd name="T44" fmla="*/ 549 w 573"/>
                              <a:gd name="T45" fmla="*/ 25 h 160"/>
                              <a:gd name="T46" fmla="*/ 571 w 573"/>
                              <a:gd name="T47" fmla="*/ 55 h 160"/>
                              <a:gd name="T48" fmla="*/ 571 w 573"/>
                              <a:gd name="T49" fmla="*/ 91 h 160"/>
                              <a:gd name="T50" fmla="*/ 554 w 573"/>
                              <a:gd name="T51" fmla="*/ 121 h 160"/>
                              <a:gd name="T52" fmla="*/ 522 w 573"/>
                              <a:gd name="T53" fmla="*/ 141 h 160"/>
                              <a:gd name="T54" fmla="*/ 475 w 573"/>
                              <a:gd name="T55" fmla="*/ 147 h 160"/>
                              <a:gd name="T56" fmla="*/ 428 w 573"/>
                              <a:gd name="T57" fmla="*/ 128 h 160"/>
                              <a:gd name="T58" fmla="*/ 358 w 573"/>
                              <a:gd name="T59" fmla="*/ 71 h 160"/>
                              <a:gd name="T60" fmla="*/ 317 w 573"/>
                              <a:gd name="T61" fmla="*/ 43 h 160"/>
                              <a:gd name="T62" fmla="*/ 264 w 573"/>
                              <a:gd name="T63" fmla="*/ 31 h 160"/>
                              <a:gd name="T64" fmla="*/ 206 w 573"/>
                              <a:gd name="T65" fmla="*/ 47 h 160"/>
                              <a:gd name="T66" fmla="*/ 164 w 573"/>
                              <a:gd name="T67" fmla="*/ 90 h 160"/>
                              <a:gd name="T68" fmla="*/ 150 w 573"/>
                              <a:gd name="T69" fmla="*/ 127 h 160"/>
                              <a:gd name="T70" fmla="*/ 148 w 573"/>
                              <a:gd name="T71" fmla="*/ 142 h 160"/>
                              <a:gd name="T72" fmla="*/ 143 w 573"/>
                              <a:gd name="T73" fmla="*/ 154 h 160"/>
                              <a:gd name="T74" fmla="*/ 125 w 573"/>
                              <a:gd name="T75" fmla="*/ 159 h 160"/>
                              <a:gd name="T76" fmla="*/ 116 w 573"/>
                              <a:gd name="T77" fmla="*/ 148 h 160"/>
                              <a:gd name="T78" fmla="*/ 115 w 573"/>
                              <a:gd name="T79" fmla="*/ 125 h 160"/>
                              <a:gd name="T80" fmla="*/ 95 w 573"/>
                              <a:gd name="T81" fmla="*/ 99 h 160"/>
                              <a:gd name="T82" fmla="*/ 63 w 573"/>
                              <a:gd name="T83" fmla="*/ 96 h 160"/>
                              <a:gd name="T84" fmla="*/ 37 w 573"/>
                              <a:gd name="T85" fmla="*/ 114 h 160"/>
                              <a:gd name="T86" fmla="*/ 30 w 573"/>
                              <a:gd name="T87" fmla="*/ 146 h 160"/>
                              <a:gd name="T88" fmla="*/ 21 w 573"/>
                              <a:gd name="T89" fmla="*/ 156 h 160"/>
                              <a:gd name="T90" fmla="*/ 3 w 573"/>
                              <a:gd name="T91" fmla="*/ 151 h 160"/>
                              <a:gd name="T92" fmla="*/ 0 w 573"/>
                              <a:gd name="T93" fmla="*/ 135 h 160"/>
                              <a:gd name="T94" fmla="*/ 6 w 573"/>
                              <a:gd name="T95" fmla="*/ 107 h 160"/>
                              <a:gd name="T96" fmla="*/ 23 w 573"/>
                              <a:gd name="T97" fmla="*/ 83 h 160"/>
                              <a:gd name="T98" fmla="*/ 47 w 573"/>
                              <a:gd name="T99" fmla="*/ 67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73" h="160">
                                <a:moveTo>
                                  <a:pt x="69" y="63"/>
                                </a:moveTo>
                                <a:lnTo>
                                  <a:pt x="79" y="63"/>
                                </a:lnTo>
                                <a:lnTo>
                                  <a:pt x="87" y="64"/>
                                </a:lnTo>
                                <a:lnTo>
                                  <a:pt x="96" y="66"/>
                                </a:lnTo>
                                <a:lnTo>
                                  <a:pt x="103" y="69"/>
                                </a:lnTo>
                                <a:lnTo>
                                  <a:pt x="111" y="72"/>
                                </a:lnTo>
                                <a:lnTo>
                                  <a:pt x="117" y="78"/>
                                </a:lnTo>
                                <a:lnTo>
                                  <a:pt x="124" y="83"/>
                                </a:lnTo>
                                <a:lnTo>
                                  <a:pt x="129" y="88"/>
                                </a:lnTo>
                                <a:lnTo>
                                  <a:pt x="136" y="77"/>
                                </a:lnTo>
                                <a:lnTo>
                                  <a:pt x="142" y="66"/>
                                </a:lnTo>
                                <a:lnTo>
                                  <a:pt x="150" y="55"/>
                                </a:lnTo>
                                <a:lnTo>
                                  <a:pt x="158" y="45"/>
                                </a:lnTo>
                                <a:lnTo>
                                  <a:pt x="168" y="37"/>
                                </a:lnTo>
                                <a:lnTo>
                                  <a:pt x="178" y="28"/>
                                </a:lnTo>
                                <a:lnTo>
                                  <a:pt x="189" y="21"/>
                                </a:lnTo>
                                <a:lnTo>
                                  <a:pt x="201" y="15"/>
                                </a:lnTo>
                                <a:lnTo>
                                  <a:pt x="212" y="10"/>
                                </a:lnTo>
                                <a:lnTo>
                                  <a:pt x="224" y="6"/>
                                </a:lnTo>
                                <a:lnTo>
                                  <a:pt x="237" y="3"/>
                                </a:lnTo>
                                <a:lnTo>
                                  <a:pt x="250" y="1"/>
                                </a:lnTo>
                                <a:lnTo>
                                  <a:pt x="264" y="0"/>
                                </a:lnTo>
                                <a:lnTo>
                                  <a:pt x="278" y="1"/>
                                </a:lnTo>
                                <a:lnTo>
                                  <a:pt x="291" y="2"/>
                                </a:lnTo>
                                <a:lnTo>
                                  <a:pt x="306" y="5"/>
                                </a:lnTo>
                                <a:lnTo>
                                  <a:pt x="316" y="7"/>
                                </a:lnTo>
                                <a:lnTo>
                                  <a:pt x="325" y="12"/>
                                </a:lnTo>
                                <a:lnTo>
                                  <a:pt x="334" y="16"/>
                                </a:lnTo>
                                <a:lnTo>
                                  <a:pt x="343" y="20"/>
                                </a:lnTo>
                                <a:lnTo>
                                  <a:pt x="359" y="32"/>
                                </a:lnTo>
                                <a:lnTo>
                                  <a:pt x="376" y="44"/>
                                </a:lnTo>
                                <a:lnTo>
                                  <a:pt x="406" y="72"/>
                                </a:lnTo>
                                <a:lnTo>
                                  <a:pt x="437" y="97"/>
                                </a:lnTo>
                                <a:lnTo>
                                  <a:pt x="448" y="104"/>
                                </a:lnTo>
                                <a:lnTo>
                                  <a:pt x="458" y="108"/>
                                </a:lnTo>
                                <a:lnTo>
                                  <a:pt x="468" y="112"/>
                                </a:lnTo>
                                <a:lnTo>
                                  <a:pt x="480" y="114"/>
                                </a:lnTo>
                                <a:lnTo>
                                  <a:pt x="491" y="115"/>
                                </a:lnTo>
                                <a:lnTo>
                                  <a:pt x="502" y="114"/>
                                </a:lnTo>
                                <a:lnTo>
                                  <a:pt x="514" y="112"/>
                                </a:lnTo>
                                <a:lnTo>
                                  <a:pt x="525" y="107"/>
                                </a:lnTo>
                                <a:lnTo>
                                  <a:pt x="530" y="104"/>
                                </a:lnTo>
                                <a:lnTo>
                                  <a:pt x="534" y="99"/>
                                </a:lnTo>
                                <a:lnTo>
                                  <a:pt x="538" y="94"/>
                                </a:lnTo>
                                <a:lnTo>
                                  <a:pt x="540" y="88"/>
                                </a:lnTo>
                                <a:lnTo>
                                  <a:pt x="542" y="82"/>
                                </a:lnTo>
                                <a:lnTo>
                                  <a:pt x="542" y="75"/>
                                </a:lnTo>
                                <a:lnTo>
                                  <a:pt x="542" y="70"/>
                                </a:lnTo>
                                <a:lnTo>
                                  <a:pt x="541" y="64"/>
                                </a:lnTo>
                                <a:lnTo>
                                  <a:pt x="540" y="59"/>
                                </a:lnTo>
                                <a:lnTo>
                                  <a:pt x="538" y="56"/>
                                </a:lnTo>
                                <a:lnTo>
                                  <a:pt x="535" y="53"/>
                                </a:lnTo>
                                <a:lnTo>
                                  <a:pt x="532" y="51"/>
                                </a:lnTo>
                                <a:lnTo>
                                  <a:pt x="529" y="50"/>
                                </a:lnTo>
                                <a:lnTo>
                                  <a:pt x="526" y="48"/>
                                </a:lnTo>
                                <a:lnTo>
                                  <a:pt x="522" y="48"/>
                                </a:lnTo>
                                <a:lnTo>
                                  <a:pt x="518" y="48"/>
                                </a:lnTo>
                                <a:lnTo>
                                  <a:pt x="515" y="50"/>
                                </a:lnTo>
                                <a:lnTo>
                                  <a:pt x="512" y="51"/>
                                </a:lnTo>
                                <a:lnTo>
                                  <a:pt x="508" y="53"/>
                                </a:lnTo>
                                <a:lnTo>
                                  <a:pt x="505" y="55"/>
                                </a:lnTo>
                                <a:lnTo>
                                  <a:pt x="503" y="57"/>
                                </a:lnTo>
                                <a:lnTo>
                                  <a:pt x="501" y="60"/>
                                </a:lnTo>
                                <a:lnTo>
                                  <a:pt x="500" y="65"/>
                                </a:lnTo>
                                <a:lnTo>
                                  <a:pt x="500" y="68"/>
                                </a:lnTo>
                                <a:lnTo>
                                  <a:pt x="499" y="71"/>
                                </a:lnTo>
                                <a:lnTo>
                                  <a:pt x="499" y="74"/>
                                </a:lnTo>
                                <a:lnTo>
                                  <a:pt x="496" y="78"/>
                                </a:lnTo>
                                <a:lnTo>
                                  <a:pt x="494" y="80"/>
                                </a:lnTo>
                                <a:lnTo>
                                  <a:pt x="490" y="82"/>
                                </a:lnTo>
                                <a:lnTo>
                                  <a:pt x="484" y="83"/>
                                </a:lnTo>
                                <a:lnTo>
                                  <a:pt x="478" y="82"/>
                                </a:lnTo>
                                <a:lnTo>
                                  <a:pt x="474" y="80"/>
                                </a:lnTo>
                                <a:lnTo>
                                  <a:pt x="472" y="78"/>
                                </a:lnTo>
                                <a:lnTo>
                                  <a:pt x="469" y="74"/>
                                </a:lnTo>
                                <a:lnTo>
                                  <a:pt x="468" y="71"/>
                                </a:lnTo>
                                <a:lnTo>
                                  <a:pt x="468" y="68"/>
                                </a:lnTo>
                                <a:lnTo>
                                  <a:pt x="469" y="60"/>
                                </a:lnTo>
                                <a:lnTo>
                                  <a:pt x="471" y="54"/>
                                </a:lnTo>
                                <a:lnTo>
                                  <a:pt x="474" y="47"/>
                                </a:lnTo>
                                <a:lnTo>
                                  <a:pt x="478" y="41"/>
                                </a:lnTo>
                                <a:lnTo>
                                  <a:pt x="482" y="36"/>
                                </a:lnTo>
                                <a:lnTo>
                                  <a:pt x="488" y="30"/>
                                </a:lnTo>
                                <a:lnTo>
                                  <a:pt x="494" y="26"/>
                                </a:lnTo>
                                <a:lnTo>
                                  <a:pt x="501" y="21"/>
                                </a:lnTo>
                                <a:lnTo>
                                  <a:pt x="507" y="19"/>
                                </a:lnTo>
                                <a:lnTo>
                                  <a:pt x="515" y="17"/>
                                </a:lnTo>
                                <a:lnTo>
                                  <a:pt x="521" y="16"/>
                                </a:lnTo>
                                <a:lnTo>
                                  <a:pt x="529" y="16"/>
                                </a:lnTo>
                                <a:lnTo>
                                  <a:pt x="536" y="18"/>
                                </a:lnTo>
                                <a:lnTo>
                                  <a:pt x="543" y="20"/>
                                </a:lnTo>
                                <a:lnTo>
                                  <a:pt x="549" y="25"/>
                                </a:lnTo>
                                <a:lnTo>
                                  <a:pt x="555" y="30"/>
                                </a:lnTo>
                                <a:lnTo>
                                  <a:pt x="562" y="38"/>
                                </a:lnTo>
                                <a:lnTo>
                                  <a:pt x="567" y="46"/>
                                </a:lnTo>
                                <a:lnTo>
                                  <a:pt x="571" y="55"/>
                                </a:lnTo>
                                <a:lnTo>
                                  <a:pt x="573" y="64"/>
                                </a:lnTo>
                                <a:lnTo>
                                  <a:pt x="573" y="72"/>
                                </a:lnTo>
                                <a:lnTo>
                                  <a:pt x="573" y="82"/>
                                </a:lnTo>
                                <a:lnTo>
                                  <a:pt x="571" y="91"/>
                                </a:lnTo>
                                <a:lnTo>
                                  <a:pt x="568" y="98"/>
                                </a:lnTo>
                                <a:lnTo>
                                  <a:pt x="565" y="107"/>
                                </a:lnTo>
                                <a:lnTo>
                                  <a:pt x="559" y="114"/>
                                </a:lnTo>
                                <a:lnTo>
                                  <a:pt x="554" y="121"/>
                                </a:lnTo>
                                <a:lnTo>
                                  <a:pt x="546" y="127"/>
                                </a:lnTo>
                                <a:lnTo>
                                  <a:pt x="540" y="133"/>
                                </a:lnTo>
                                <a:lnTo>
                                  <a:pt x="531" y="138"/>
                                </a:lnTo>
                                <a:lnTo>
                                  <a:pt x="522" y="141"/>
                                </a:lnTo>
                                <a:lnTo>
                                  <a:pt x="513" y="145"/>
                                </a:lnTo>
                                <a:lnTo>
                                  <a:pt x="500" y="147"/>
                                </a:lnTo>
                                <a:lnTo>
                                  <a:pt x="487" y="148"/>
                                </a:lnTo>
                                <a:lnTo>
                                  <a:pt x="475" y="147"/>
                                </a:lnTo>
                                <a:lnTo>
                                  <a:pt x="463" y="144"/>
                                </a:lnTo>
                                <a:lnTo>
                                  <a:pt x="451" y="139"/>
                                </a:lnTo>
                                <a:lnTo>
                                  <a:pt x="439" y="134"/>
                                </a:lnTo>
                                <a:lnTo>
                                  <a:pt x="428" y="128"/>
                                </a:lnTo>
                                <a:lnTo>
                                  <a:pt x="418" y="121"/>
                                </a:lnTo>
                                <a:lnTo>
                                  <a:pt x="397" y="105"/>
                                </a:lnTo>
                                <a:lnTo>
                                  <a:pt x="377" y="87"/>
                                </a:lnTo>
                                <a:lnTo>
                                  <a:pt x="358" y="71"/>
                                </a:lnTo>
                                <a:lnTo>
                                  <a:pt x="339" y="56"/>
                                </a:lnTo>
                                <a:lnTo>
                                  <a:pt x="332" y="51"/>
                                </a:lnTo>
                                <a:lnTo>
                                  <a:pt x="325" y="46"/>
                                </a:lnTo>
                                <a:lnTo>
                                  <a:pt x="317" y="43"/>
                                </a:lnTo>
                                <a:lnTo>
                                  <a:pt x="310" y="40"/>
                                </a:lnTo>
                                <a:lnTo>
                                  <a:pt x="295" y="34"/>
                                </a:lnTo>
                                <a:lnTo>
                                  <a:pt x="279" y="32"/>
                                </a:lnTo>
                                <a:lnTo>
                                  <a:pt x="264" y="31"/>
                                </a:lnTo>
                                <a:lnTo>
                                  <a:pt x="249" y="32"/>
                                </a:lnTo>
                                <a:lnTo>
                                  <a:pt x="234" y="36"/>
                                </a:lnTo>
                                <a:lnTo>
                                  <a:pt x="220" y="41"/>
                                </a:lnTo>
                                <a:lnTo>
                                  <a:pt x="206" y="47"/>
                                </a:lnTo>
                                <a:lnTo>
                                  <a:pt x="194" y="56"/>
                                </a:lnTo>
                                <a:lnTo>
                                  <a:pt x="182" y="66"/>
                                </a:lnTo>
                                <a:lnTo>
                                  <a:pt x="172" y="77"/>
                                </a:lnTo>
                                <a:lnTo>
                                  <a:pt x="164" y="90"/>
                                </a:lnTo>
                                <a:lnTo>
                                  <a:pt x="156" y="104"/>
                                </a:lnTo>
                                <a:lnTo>
                                  <a:pt x="154" y="111"/>
                                </a:lnTo>
                                <a:lnTo>
                                  <a:pt x="151" y="119"/>
                                </a:lnTo>
                                <a:lnTo>
                                  <a:pt x="150" y="127"/>
                                </a:lnTo>
                                <a:lnTo>
                                  <a:pt x="148" y="135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39"/>
                                </a:lnTo>
                                <a:lnTo>
                                  <a:pt x="148" y="142"/>
                                </a:lnTo>
                                <a:lnTo>
                                  <a:pt x="147" y="146"/>
                                </a:lnTo>
                                <a:lnTo>
                                  <a:pt x="147" y="149"/>
                                </a:lnTo>
                                <a:lnTo>
                                  <a:pt x="144" y="152"/>
                                </a:lnTo>
                                <a:lnTo>
                                  <a:pt x="143" y="154"/>
                                </a:lnTo>
                                <a:lnTo>
                                  <a:pt x="141" y="156"/>
                                </a:lnTo>
                                <a:lnTo>
                                  <a:pt x="136" y="159"/>
                                </a:lnTo>
                                <a:lnTo>
                                  <a:pt x="130" y="160"/>
                                </a:lnTo>
                                <a:lnTo>
                                  <a:pt x="125" y="159"/>
                                </a:lnTo>
                                <a:lnTo>
                                  <a:pt x="121" y="155"/>
                                </a:lnTo>
                                <a:lnTo>
                                  <a:pt x="118" y="153"/>
                                </a:lnTo>
                                <a:lnTo>
                                  <a:pt x="117" y="151"/>
                                </a:lnTo>
                                <a:lnTo>
                                  <a:pt x="116" y="148"/>
                                </a:lnTo>
                                <a:lnTo>
                                  <a:pt x="116" y="145"/>
                                </a:lnTo>
                                <a:lnTo>
                                  <a:pt x="116" y="139"/>
                                </a:lnTo>
                                <a:lnTo>
                                  <a:pt x="117" y="135"/>
                                </a:lnTo>
                                <a:lnTo>
                                  <a:pt x="115" y="125"/>
                                </a:lnTo>
                                <a:lnTo>
                                  <a:pt x="112" y="117"/>
                                </a:lnTo>
                                <a:lnTo>
                                  <a:pt x="108" y="110"/>
                                </a:lnTo>
                                <a:lnTo>
                                  <a:pt x="101" y="104"/>
                                </a:lnTo>
                                <a:lnTo>
                                  <a:pt x="95" y="99"/>
                                </a:lnTo>
                                <a:lnTo>
                                  <a:pt x="87" y="97"/>
                                </a:lnTo>
                                <a:lnTo>
                                  <a:pt x="80" y="95"/>
                                </a:lnTo>
                                <a:lnTo>
                                  <a:pt x="71" y="95"/>
                                </a:lnTo>
                                <a:lnTo>
                                  <a:pt x="63" y="96"/>
                                </a:lnTo>
                                <a:lnTo>
                                  <a:pt x="56" y="99"/>
                                </a:lnTo>
                                <a:lnTo>
                                  <a:pt x="48" y="102"/>
                                </a:lnTo>
                                <a:lnTo>
                                  <a:pt x="43" y="108"/>
                                </a:lnTo>
                                <a:lnTo>
                                  <a:pt x="37" y="114"/>
                                </a:lnTo>
                                <a:lnTo>
                                  <a:pt x="33" y="122"/>
                                </a:lnTo>
                                <a:lnTo>
                                  <a:pt x="31" y="132"/>
                                </a:lnTo>
                                <a:lnTo>
                                  <a:pt x="31" y="142"/>
                                </a:lnTo>
                                <a:lnTo>
                                  <a:pt x="30" y="146"/>
                                </a:lnTo>
                                <a:lnTo>
                                  <a:pt x="30" y="149"/>
                                </a:lnTo>
                                <a:lnTo>
                                  <a:pt x="28" y="151"/>
                                </a:lnTo>
                                <a:lnTo>
                                  <a:pt x="27" y="153"/>
                                </a:lnTo>
                                <a:lnTo>
                                  <a:pt x="21" y="156"/>
                                </a:lnTo>
                                <a:lnTo>
                                  <a:pt x="16" y="156"/>
                                </a:lnTo>
                                <a:lnTo>
                                  <a:pt x="10" y="156"/>
                                </a:lnTo>
                                <a:lnTo>
                                  <a:pt x="5" y="153"/>
                                </a:lnTo>
                                <a:lnTo>
                                  <a:pt x="3" y="151"/>
                                </a:lnTo>
                                <a:lnTo>
                                  <a:pt x="1" y="149"/>
                                </a:lnTo>
                                <a:lnTo>
                                  <a:pt x="0" y="146"/>
                                </a:lnTo>
                                <a:lnTo>
                                  <a:pt x="0" y="142"/>
                                </a:lnTo>
                                <a:lnTo>
                                  <a:pt x="0" y="135"/>
                                </a:lnTo>
                                <a:lnTo>
                                  <a:pt x="1" y="127"/>
                                </a:lnTo>
                                <a:lnTo>
                                  <a:pt x="2" y="120"/>
                                </a:lnTo>
                                <a:lnTo>
                                  <a:pt x="4" y="113"/>
                                </a:lnTo>
                                <a:lnTo>
                                  <a:pt x="6" y="107"/>
                                </a:lnTo>
                                <a:lnTo>
                                  <a:pt x="9" y="100"/>
                                </a:lnTo>
                                <a:lnTo>
                                  <a:pt x="14" y="94"/>
                                </a:lnTo>
                                <a:lnTo>
                                  <a:pt x="18" y="87"/>
                                </a:lnTo>
                                <a:lnTo>
                                  <a:pt x="23" y="83"/>
                                </a:lnTo>
                                <a:lnTo>
                                  <a:pt x="28" y="78"/>
                                </a:lnTo>
                                <a:lnTo>
                                  <a:pt x="34" y="73"/>
                                </a:lnTo>
                                <a:lnTo>
                                  <a:pt x="41" y="70"/>
                                </a:lnTo>
                                <a:lnTo>
                                  <a:pt x="47" y="67"/>
                                </a:lnTo>
                                <a:lnTo>
                                  <a:pt x="54" y="65"/>
                                </a:lnTo>
                                <a:lnTo>
                                  <a:pt x="61" y="64"/>
                                </a:lnTo>
                                <a:lnTo>
                                  <a:pt x="69" y="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62" name="淘宝店chenying0907 13"/>
                        <wps:cNvSpPr>
                          <a:spLocks noEditPoints="1"/>
                        </wps:cNvSpPr>
                        <wps:spPr bwMode="auto">
                          <a:xfrm>
                            <a:off x="284162" y="50800"/>
                            <a:ext cx="73025" cy="73025"/>
                          </a:xfrm>
                          <a:custGeom>
                            <a:avLst/>
                            <a:gdLst>
                              <a:gd name="T0" fmla="*/ 76 w 138"/>
                              <a:gd name="T1" fmla="*/ 0 h 138"/>
                              <a:gd name="T2" fmla="*/ 90 w 138"/>
                              <a:gd name="T3" fmla="*/ 3 h 138"/>
                              <a:gd name="T4" fmla="*/ 102 w 138"/>
                              <a:gd name="T5" fmla="*/ 9 h 138"/>
                              <a:gd name="T6" fmla="*/ 113 w 138"/>
                              <a:gd name="T7" fmla="*/ 15 h 138"/>
                              <a:gd name="T8" fmla="*/ 122 w 138"/>
                              <a:gd name="T9" fmla="*/ 25 h 138"/>
                              <a:gd name="T10" fmla="*/ 130 w 138"/>
                              <a:gd name="T11" fmla="*/ 36 h 138"/>
                              <a:gd name="T12" fmla="*/ 135 w 138"/>
                              <a:gd name="T13" fmla="*/ 49 h 138"/>
                              <a:gd name="T14" fmla="*/ 137 w 138"/>
                              <a:gd name="T15" fmla="*/ 61 h 138"/>
                              <a:gd name="T16" fmla="*/ 137 w 138"/>
                              <a:gd name="T17" fmla="*/ 75 h 138"/>
                              <a:gd name="T18" fmla="*/ 135 w 138"/>
                              <a:gd name="T19" fmla="*/ 90 h 138"/>
                              <a:gd name="T20" fmla="*/ 130 w 138"/>
                              <a:gd name="T21" fmla="*/ 101 h 138"/>
                              <a:gd name="T22" fmla="*/ 122 w 138"/>
                              <a:gd name="T23" fmla="*/ 113 h 138"/>
                              <a:gd name="T24" fmla="*/ 113 w 138"/>
                              <a:gd name="T25" fmla="*/ 122 h 138"/>
                              <a:gd name="T26" fmla="*/ 102 w 138"/>
                              <a:gd name="T27" fmla="*/ 129 h 138"/>
                              <a:gd name="T28" fmla="*/ 90 w 138"/>
                              <a:gd name="T29" fmla="*/ 135 h 138"/>
                              <a:gd name="T30" fmla="*/ 76 w 138"/>
                              <a:gd name="T31" fmla="*/ 138 h 138"/>
                              <a:gd name="T32" fmla="*/ 62 w 138"/>
                              <a:gd name="T33" fmla="*/ 138 h 138"/>
                              <a:gd name="T34" fmla="*/ 49 w 138"/>
                              <a:gd name="T35" fmla="*/ 135 h 138"/>
                              <a:gd name="T36" fmla="*/ 36 w 138"/>
                              <a:gd name="T37" fmla="*/ 129 h 138"/>
                              <a:gd name="T38" fmla="*/ 25 w 138"/>
                              <a:gd name="T39" fmla="*/ 122 h 138"/>
                              <a:gd name="T40" fmla="*/ 15 w 138"/>
                              <a:gd name="T41" fmla="*/ 113 h 138"/>
                              <a:gd name="T42" fmla="*/ 8 w 138"/>
                              <a:gd name="T43" fmla="*/ 101 h 138"/>
                              <a:gd name="T44" fmla="*/ 2 w 138"/>
                              <a:gd name="T45" fmla="*/ 90 h 138"/>
                              <a:gd name="T46" fmla="*/ 0 w 138"/>
                              <a:gd name="T47" fmla="*/ 75 h 138"/>
                              <a:gd name="T48" fmla="*/ 0 w 138"/>
                              <a:gd name="T49" fmla="*/ 61 h 138"/>
                              <a:gd name="T50" fmla="*/ 2 w 138"/>
                              <a:gd name="T51" fmla="*/ 49 h 138"/>
                              <a:gd name="T52" fmla="*/ 8 w 138"/>
                              <a:gd name="T53" fmla="*/ 36 h 138"/>
                              <a:gd name="T54" fmla="*/ 15 w 138"/>
                              <a:gd name="T55" fmla="*/ 25 h 138"/>
                              <a:gd name="T56" fmla="*/ 25 w 138"/>
                              <a:gd name="T57" fmla="*/ 15 h 138"/>
                              <a:gd name="T58" fmla="*/ 36 w 138"/>
                              <a:gd name="T59" fmla="*/ 9 h 138"/>
                              <a:gd name="T60" fmla="*/ 49 w 138"/>
                              <a:gd name="T61" fmla="*/ 3 h 138"/>
                              <a:gd name="T62" fmla="*/ 62 w 138"/>
                              <a:gd name="T63" fmla="*/ 0 h 138"/>
                              <a:gd name="T64" fmla="*/ 69 w 138"/>
                              <a:gd name="T65" fmla="*/ 107 h 138"/>
                              <a:gd name="T66" fmla="*/ 77 w 138"/>
                              <a:gd name="T67" fmla="*/ 107 h 138"/>
                              <a:gd name="T68" fmla="*/ 90 w 138"/>
                              <a:gd name="T69" fmla="*/ 100 h 138"/>
                              <a:gd name="T70" fmla="*/ 101 w 138"/>
                              <a:gd name="T71" fmla="*/ 91 h 138"/>
                              <a:gd name="T72" fmla="*/ 106 w 138"/>
                              <a:gd name="T73" fmla="*/ 77 h 138"/>
                              <a:gd name="T74" fmla="*/ 106 w 138"/>
                              <a:gd name="T75" fmla="*/ 61 h 138"/>
                              <a:gd name="T76" fmla="*/ 101 w 138"/>
                              <a:gd name="T77" fmla="*/ 47 h 138"/>
                              <a:gd name="T78" fmla="*/ 90 w 138"/>
                              <a:gd name="T79" fmla="*/ 38 h 138"/>
                              <a:gd name="T80" fmla="*/ 77 w 138"/>
                              <a:gd name="T81" fmla="*/ 31 h 138"/>
                              <a:gd name="T82" fmla="*/ 62 w 138"/>
                              <a:gd name="T83" fmla="*/ 31 h 138"/>
                              <a:gd name="T84" fmla="*/ 48 w 138"/>
                              <a:gd name="T85" fmla="*/ 38 h 138"/>
                              <a:gd name="T86" fmla="*/ 37 w 138"/>
                              <a:gd name="T87" fmla="*/ 47 h 138"/>
                              <a:gd name="T88" fmla="*/ 32 w 138"/>
                              <a:gd name="T89" fmla="*/ 61 h 138"/>
                              <a:gd name="T90" fmla="*/ 32 w 138"/>
                              <a:gd name="T91" fmla="*/ 77 h 138"/>
                              <a:gd name="T92" fmla="*/ 37 w 138"/>
                              <a:gd name="T93" fmla="*/ 91 h 138"/>
                              <a:gd name="T94" fmla="*/ 48 w 138"/>
                              <a:gd name="T95" fmla="*/ 100 h 138"/>
                              <a:gd name="T96" fmla="*/ 62 w 138"/>
                              <a:gd name="T97" fmla="*/ 107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69" y="0"/>
                                </a:moveTo>
                                <a:lnTo>
                                  <a:pt x="76" y="0"/>
                                </a:lnTo>
                                <a:lnTo>
                                  <a:pt x="83" y="1"/>
                                </a:lnTo>
                                <a:lnTo>
                                  <a:pt x="90" y="3"/>
                                </a:lnTo>
                                <a:lnTo>
                                  <a:pt x="96" y="5"/>
                                </a:lnTo>
                                <a:lnTo>
                                  <a:pt x="102" y="9"/>
                                </a:lnTo>
                                <a:lnTo>
                                  <a:pt x="107" y="12"/>
                                </a:lnTo>
                                <a:lnTo>
                                  <a:pt x="113" y="15"/>
                                </a:lnTo>
                                <a:lnTo>
                                  <a:pt x="118" y="20"/>
                                </a:lnTo>
                                <a:lnTo>
                                  <a:pt x="122" y="25"/>
                                </a:lnTo>
                                <a:lnTo>
                                  <a:pt x="127" y="30"/>
                                </a:lnTo>
                                <a:lnTo>
                                  <a:pt x="130" y="36"/>
                                </a:lnTo>
                                <a:lnTo>
                                  <a:pt x="133" y="42"/>
                                </a:lnTo>
                                <a:lnTo>
                                  <a:pt x="135" y="49"/>
                                </a:lnTo>
                                <a:lnTo>
                                  <a:pt x="136" y="55"/>
                                </a:lnTo>
                                <a:lnTo>
                                  <a:pt x="137" y="61"/>
                                </a:lnTo>
                                <a:lnTo>
                                  <a:pt x="138" y="69"/>
                                </a:lnTo>
                                <a:lnTo>
                                  <a:pt x="137" y="75"/>
                                </a:lnTo>
                                <a:lnTo>
                                  <a:pt x="136" y="83"/>
                                </a:lnTo>
                                <a:lnTo>
                                  <a:pt x="135" y="90"/>
                                </a:lnTo>
                                <a:lnTo>
                                  <a:pt x="133" y="96"/>
                                </a:lnTo>
                                <a:lnTo>
                                  <a:pt x="130" y="101"/>
                                </a:lnTo>
                                <a:lnTo>
                                  <a:pt x="127" y="108"/>
                                </a:lnTo>
                                <a:lnTo>
                                  <a:pt x="122" y="113"/>
                                </a:lnTo>
                                <a:lnTo>
                                  <a:pt x="118" y="118"/>
                                </a:lnTo>
                                <a:lnTo>
                                  <a:pt x="113" y="122"/>
                                </a:lnTo>
                                <a:lnTo>
                                  <a:pt x="107" y="126"/>
                                </a:lnTo>
                                <a:lnTo>
                                  <a:pt x="102" y="129"/>
                                </a:lnTo>
                                <a:lnTo>
                                  <a:pt x="96" y="133"/>
                                </a:lnTo>
                                <a:lnTo>
                                  <a:pt x="90" y="135"/>
                                </a:lnTo>
                                <a:lnTo>
                                  <a:pt x="83" y="137"/>
                                </a:lnTo>
                                <a:lnTo>
                                  <a:pt x="76" y="138"/>
                                </a:lnTo>
                                <a:lnTo>
                                  <a:pt x="69" y="138"/>
                                </a:lnTo>
                                <a:lnTo>
                                  <a:pt x="62" y="138"/>
                                </a:lnTo>
                                <a:lnTo>
                                  <a:pt x="55" y="137"/>
                                </a:lnTo>
                                <a:lnTo>
                                  <a:pt x="49" y="135"/>
                                </a:lnTo>
                                <a:lnTo>
                                  <a:pt x="42" y="133"/>
                                </a:lnTo>
                                <a:lnTo>
                                  <a:pt x="36" y="129"/>
                                </a:lnTo>
                                <a:lnTo>
                                  <a:pt x="30" y="126"/>
                                </a:lnTo>
                                <a:lnTo>
                                  <a:pt x="25" y="122"/>
                                </a:lnTo>
                                <a:lnTo>
                                  <a:pt x="20" y="118"/>
                                </a:lnTo>
                                <a:lnTo>
                                  <a:pt x="15" y="113"/>
                                </a:lnTo>
                                <a:lnTo>
                                  <a:pt x="12" y="108"/>
                                </a:lnTo>
                                <a:lnTo>
                                  <a:pt x="8" y="101"/>
                                </a:lnTo>
                                <a:lnTo>
                                  <a:pt x="6" y="96"/>
                                </a:lnTo>
                                <a:lnTo>
                                  <a:pt x="2" y="90"/>
                                </a:lnTo>
                                <a:lnTo>
                                  <a:pt x="1" y="83"/>
                                </a:lnTo>
                                <a:lnTo>
                                  <a:pt x="0" y="75"/>
                                </a:lnTo>
                                <a:lnTo>
                                  <a:pt x="0" y="69"/>
                                </a:lnTo>
                                <a:lnTo>
                                  <a:pt x="0" y="61"/>
                                </a:lnTo>
                                <a:lnTo>
                                  <a:pt x="1" y="55"/>
                                </a:lnTo>
                                <a:lnTo>
                                  <a:pt x="2" y="49"/>
                                </a:lnTo>
                                <a:lnTo>
                                  <a:pt x="6" y="42"/>
                                </a:lnTo>
                                <a:lnTo>
                                  <a:pt x="8" y="36"/>
                                </a:lnTo>
                                <a:lnTo>
                                  <a:pt x="12" y="30"/>
                                </a:lnTo>
                                <a:lnTo>
                                  <a:pt x="15" y="25"/>
                                </a:lnTo>
                                <a:lnTo>
                                  <a:pt x="20" y="20"/>
                                </a:lnTo>
                                <a:lnTo>
                                  <a:pt x="25" y="15"/>
                                </a:lnTo>
                                <a:lnTo>
                                  <a:pt x="30" y="12"/>
                                </a:lnTo>
                                <a:lnTo>
                                  <a:pt x="36" y="9"/>
                                </a:lnTo>
                                <a:lnTo>
                                  <a:pt x="42" y="5"/>
                                </a:lnTo>
                                <a:lnTo>
                                  <a:pt x="49" y="3"/>
                                </a:lnTo>
                                <a:lnTo>
                                  <a:pt x="55" y="1"/>
                                </a:lnTo>
                                <a:lnTo>
                                  <a:pt x="62" y="0"/>
                                </a:lnTo>
                                <a:lnTo>
                                  <a:pt x="69" y="0"/>
                                </a:lnTo>
                                <a:close/>
                                <a:moveTo>
                                  <a:pt x="69" y="107"/>
                                </a:moveTo>
                                <a:lnTo>
                                  <a:pt x="69" y="107"/>
                                </a:lnTo>
                                <a:lnTo>
                                  <a:pt x="77" y="107"/>
                                </a:lnTo>
                                <a:lnTo>
                                  <a:pt x="83" y="104"/>
                                </a:lnTo>
                                <a:lnTo>
                                  <a:pt x="90" y="100"/>
                                </a:lnTo>
                                <a:lnTo>
                                  <a:pt x="96" y="96"/>
                                </a:lnTo>
                                <a:lnTo>
                                  <a:pt x="101" y="91"/>
                                </a:lnTo>
                                <a:lnTo>
                                  <a:pt x="104" y="84"/>
                                </a:lnTo>
                                <a:lnTo>
                                  <a:pt x="106" y="77"/>
                                </a:lnTo>
                                <a:lnTo>
                                  <a:pt x="107" y="69"/>
                                </a:lnTo>
                                <a:lnTo>
                                  <a:pt x="106" y="61"/>
                                </a:lnTo>
                                <a:lnTo>
                                  <a:pt x="104" y="54"/>
                                </a:lnTo>
                                <a:lnTo>
                                  <a:pt x="101" y="47"/>
                                </a:lnTo>
                                <a:lnTo>
                                  <a:pt x="96" y="42"/>
                                </a:lnTo>
                                <a:lnTo>
                                  <a:pt x="90" y="38"/>
                                </a:lnTo>
                                <a:lnTo>
                                  <a:pt x="83" y="33"/>
                                </a:lnTo>
                                <a:lnTo>
                                  <a:pt x="77" y="31"/>
                                </a:lnTo>
                                <a:lnTo>
                                  <a:pt x="69" y="31"/>
                                </a:lnTo>
                                <a:lnTo>
                                  <a:pt x="62" y="31"/>
                                </a:lnTo>
                                <a:lnTo>
                                  <a:pt x="54" y="33"/>
                                </a:lnTo>
                                <a:lnTo>
                                  <a:pt x="48" y="38"/>
                                </a:lnTo>
                                <a:lnTo>
                                  <a:pt x="42" y="42"/>
                                </a:lnTo>
                                <a:lnTo>
                                  <a:pt x="37" y="47"/>
                                </a:lnTo>
                                <a:lnTo>
                                  <a:pt x="34" y="54"/>
                                </a:lnTo>
                                <a:lnTo>
                                  <a:pt x="32" y="61"/>
                                </a:lnTo>
                                <a:lnTo>
                                  <a:pt x="30" y="69"/>
                                </a:lnTo>
                                <a:lnTo>
                                  <a:pt x="32" y="77"/>
                                </a:lnTo>
                                <a:lnTo>
                                  <a:pt x="34" y="84"/>
                                </a:lnTo>
                                <a:lnTo>
                                  <a:pt x="37" y="91"/>
                                </a:lnTo>
                                <a:lnTo>
                                  <a:pt x="42" y="96"/>
                                </a:lnTo>
                                <a:lnTo>
                                  <a:pt x="48" y="100"/>
                                </a:lnTo>
                                <a:lnTo>
                                  <a:pt x="54" y="104"/>
                                </a:lnTo>
                                <a:lnTo>
                                  <a:pt x="62" y="107"/>
                                </a:lnTo>
                                <a:lnTo>
                                  <a:pt x="69" y="10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63" name="淘宝店chenying0907 14"/>
                        <wps:cNvSpPr/>
                        <wps:spPr bwMode="auto">
                          <a:xfrm>
                            <a:off x="61912" y="63500"/>
                            <a:ext cx="41275" cy="41275"/>
                          </a:xfrm>
                          <a:custGeom>
                            <a:avLst/>
                            <a:gdLst>
                              <a:gd name="T0" fmla="*/ 39 w 77"/>
                              <a:gd name="T1" fmla="*/ 0 h 76"/>
                              <a:gd name="T2" fmla="*/ 47 w 77"/>
                              <a:gd name="T3" fmla="*/ 0 h 76"/>
                              <a:gd name="T4" fmla="*/ 54 w 77"/>
                              <a:gd name="T5" fmla="*/ 3 h 76"/>
                              <a:gd name="T6" fmla="*/ 61 w 77"/>
                              <a:gd name="T7" fmla="*/ 6 h 76"/>
                              <a:gd name="T8" fmla="*/ 66 w 77"/>
                              <a:gd name="T9" fmla="*/ 11 h 76"/>
                              <a:gd name="T10" fmla="*/ 70 w 77"/>
                              <a:gd name="T11" fmla="*/ 17 h 76"/>
                              <a:gd name="T12" fmla="*/ 75 w 77"/>
                              <a:gd name="T13" fmla="*/ 24 h 76"/>
                              <a:gd name="T14" fmla="*/ 77 w 77"/>
                              <a:gd name="T15" fmla="*/ 30 h 76"/>
                              <a:gd name="T16" fmla="*/ 77 w 77"/>
                              <a:gd name="T17" fmla="*/ 39 h 76"/>
                              <a:gd name="T18" fmla="*/ 77 w 77"/>
                              <a:gd name="T19" fmla="*/ 46 h 76"/>
                              <a:gd name="T20" fmla="*/ 75 w 77"/>
                              <a:gd name="T21" fmla="*/ 54 h 76"/>
                              <a:gd name="T22" fmla="*/ 70 w 77"/>
                              <a:gd name="T23" fmla="*/ 60 h 76"/>
                              <a:gd name="T24" fmla="*/ 66 w 77"/>
                              <a:gd name="T25" fmla="*/ 66 h 76"/>
                              <a:gd name="T26" fmla="*/ 61 w 77"/>
                              <a:gd name="T27" fmla="*/ 70 h 76"/>
                              <a:gd name="T28" fmla="*/ 54 w 77"/>
                              <a:gd name="T29" fmla="*/ 74 h 76"/>
                              <a:gd name="T30" fmla="*/ 47 w 77"/>
                              <a:gd name="T31" fmla="*/ 76 h 76"/>
                              <a:gd name="T32" fmla="*/ 39 w 77"/>
                              <a:gd name="T33" fmla="*/ 76 h 76"/>
                              <a:gd name="T34" fmla="*/ 30 w 77"/>
                              <a:gd name="T35" fmla="*/ 76 h 76"/>
                              <a:gd name="T36" fmla="*/ 24 w 77"/>
                              <a:gd name="T37" fmla="*/ 74 h 76"/>
                              <a:gd name="T38" fmla="*/ 16 w 77"/>
                              <a:gd name="T39" fmla="*/ 70 h 76"/>
                              <a:gd name="T40" fmla="*/ 11 w 77"/>
                              <a:gd name="T41" fmla="*/ 66 h 76"/>
                              <a:gd name="T42" fmla="*/ 7 w 77"/>
                              <a:gd name="T43" fmla="*/ 60 h 76"/>
                              <a:gd name="T44" fmla="*/ 2 w 77"/>
                              <a:gd name="T45" fmla="*/ 54 h 76"/>
                              <a:gd name="T46" fmla="*/ 0 w 77"/>
                              <a:gd name="T47" fmla="*/ 46 h 76"/>
                              <a:gd name="T48" fmla="*/ 0 w 77"/>
                              <a:gd name="T49" fmla="*/ 39 h 76"/>
                              <a:gd name="T50" fmla="*/ 0 w 77"/>
                              <a:gd name="T51" fmla="*/ 30 h 76"/>
                              <a:gd name="T52" fmla="*/ 2 w 77"/>
                              <a:gd name="T53" fmla="*/ 24 h 76"/>
                              <a:gd name="T54" fmla="*/ 7 w 77"/>
                              <a:gd name="T55" fmla="*/ 17 h 76"/>
                              <a:gd name="T56" fmla="*/ 11 w 77"/>
                              <a:gd name="T57" fmla="*/ 11 h 76"/>
                              <a:gd name="T58" fmla="*/ 16 w 77"/>
                              <a:gd name="T59" fmla="*/ 6 h 76"/>
                              <a:gd name="T60" fmla="*/ 24 w 77"/>
                              <a:gd name="T61" fmla="*/ 3 h 76"/>
                              <a:gd name="T62" fmla="*/ 30 w 77"/>
                              <a:gd name="T63" fmla="*/ 0 h 76"/>
                              <a:gd name="T64" fmla="*/ 39 w 77"/>
                              <a:gd name="T65" fmla="*/ 0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7" h="76">
                                <a:moveTo>
                                  <a:pt x="39" y="0"/>
                                </a:moveTo>
                                <a:lnTo>
                                  <a:pt x="47" y="0"/>
                                </a:lnTo>
                                <a:lnTo>
                                  <a:pt x="54" y="3"/>
                                </a:lnTo>
                                <a:lnTo>
                                  <a:pt x="61" y="6"/>
                                </a:lnTo>
                                <a:lnTo>
                                  <a:pt x="66" y="11"/>
                                </a:lnTo>
                                <a:lnTo>
                                  <a:pt x="70" y="17"/>
                                </a:lnTo>
                                <a:lnTo>
                                  <a:pt x="75" y="24"/>
                                </a:lnTo>
                                <a:lnTo>
                                  <a:pt x="77" y="30"/>
                                </a:lnTo>
                                <a:lnTo>
                                  <a:pt x="77" y="39"/>
                                </a:lnTo>
                                <a:lnTo>
                                  <a:pt x="77" y="46"/>
                                </a:lnTo>
                                <a:lnTo>
                                  <a:pt x="75" y="54"/>
                                </a:lnTo>
                                <a:lnTo>
                                  <a:pt x="70" y="60"/>
                                </a:lnTo>
                                <a:lnTo>
                                  <a:pt x="66" y="66"/>
                                </a:lnTo>
                                <a:lnTo>
                                  <a:pt x="61" y="70"/>
                                </a:lnTo>
                                <a:lnTo>
                                  <a:pt x="54" y="74"/>
                                </a:lnTo>
                                <a:lnTo>
                                  <a:pt x="47" y="76"/>
                                </a:lnTo>
                                <a:lnTo>
                                  <a:pt x="39" y="76"/>
                                </a:lnTo>
                                <a:lnTo>
                                  <a:pt x="30" y="76"/>
                                </a:lnTo>
                                <a:lnTo>
                                  <a:pt x="24" y="74"/>
                                </a:lnTo>
                                <a:lnTo>
                                  <a:pt x="16" y="70"/>
                                </a:lnTo>
                                <a:lnTo>
                                  <a:pt x="11" y="66"/>
                                </a:lnTo>
                                <a:lnTo>
                                  <a:pt x="7" y="60"/>
                                </a:lnTo>
                                <a:lnTo>
                                  <a:pt x="2" y="54"/>
                                </a:lnTo>
                                <a:lnTo>
                                  <a:pt x="0" y="46"/>
                                </a:lnTo>
                                <a:lnTo>
                                  <a:pt x="0" y="39"/>
                                </a:lnTo>
                                <a:lnTo>
                                  <a:pt x="0" y="30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1" y="11"/>
                                </a:lnTo>
                                <a:lnTo>
                                  <a:pt x="16" y="6"/>
                                </a:lnTo>
                                <a:lnTo>
                                  <a:pt x="24" y="3"/>
                                </a:lnTo>
                                <a:lnTo>
                                  <a:pt x="30" y="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淘宝店chenying0907 17" o:spid="_x0000_s1026" o:spt="203" style="position:absolute;left:0pt;flip:x y;margin-left:416.25pt;margin-top:674.1pt;height:76.25pt;width:76.1pt;z-index:251689984;mso-width-relative:page;mso-height-relative:page;" coordsize="966787,968375" o:gfxdata="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">
                <o:lock v:ext="edit" aspectratio="f"/>
                <v:shape id="淘宝店chenying0907 6" o:spid="_x0000_s1026" o:spt="100" style="position:absolute;left:73025;top:171450;height:796925;width:19050;" filled="t" stroked="f" coordsize="37,1506" o:gfxdata="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RnSC8AAAA&#10;2wAAAA8AAAAAAAAAAQAgAAAAIgAAAGRycy9kb3ducmV2LnhtbFBLAQIUABQAAAAIAIdO4kAzLwWe&#10;OwAAADkAAAAQAAAAAAAAAAEAIAAAAAsBAABkcnMvc2hhcGV4bWwueG1sUEsFBgAAAAAGAAYAWwEA&#10;ALUDAAAAAA==&#10;" path="m37,18l37,1488,36,1491,35,1495,34,1497,32,1501,29,1503,25,1505,22,1506,19,1506,15,1506,11,1505,8,1503,5,1501,3,1497,2,1495,1,1491,0,1488,0,18,1,15,2,11,3,7,5,5,8,3,11,1,15,0,19,0,22,0,25,1,29,3,32,5,34,7,35,11,36,15,37,18xe">
                  <v:path o:connectlocs="19050,9525;19050,787400;18535,788987;18020,791104;17505,792162;16475,794279;14931,795337;12871,796395;11327,796925;9782,796925;7722,796925;5663,796395;4118,795337;2574,794279;1544,792162;1029,791104;514,788987;0,787400;0,9525;514,7937;1029,5820;1544,3704;2574,2645;4118,1587;5663,529;7722,0;9782,0;11327,0;12871,529;14931,1587;16475,2645;17505,3704;18020,5820;18535,7937;19050,9525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7" o:spid="_x0000_s1026" o:spt="100" style="position:absolute;left:0;top:182563;height:303213;width:84138;" filled="t" stroked="f" coordsize="160,574" o:gfxdata="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R12dvQAA&#10;ANsAAAAPAAAAAAAAAAEAIAAAACIAAABkcnMvZG93bnJldi54bWxQSwECFAAUAAAACACHTuJAMy8F&#10;njsAAAA5AAAAEAAAAAAAAAABACAAAAAMAQAAZHJzL3NoYXBleG1sLnhtbFBLBQYAAAAABgAGAFsB&#10;AAC2AwAAAAA=&#10;" path="m63,69l63,79,65,88,67,96,70,104,74,112,78,118,84,125,89,130,77,136,66,143,56,152,46,159,37,169,30,178,22,189,17,201,11,213,7,225,4,238,2,251,0,265,2,279,3,293,6,307,9,317,12,325,17,335,22,344,33,360,46,376,73,406,98,438,104,448,110,458,113,469,115,481,116,492,116,504,113,514,108,525,104,530,100,535,94,538,89,540,84,542,77,542,71,542,64,542,61,540,57,539,54,536,52,534,50,529,50,526,49,523,49,519,50,515,51,512,53,509,56,506,59,504,62,501,65,500,69,500,73,500,76,499,78,497,80,495,83,491,84,485,83,479,80,474,78,472,76,470,73,469,69,469,62,470,54,471,48,474,42,479,36,483,31,488,26,495,23,501,20,508,18,515,18,522,18,529,19,537,21,543,25,550,31,555,39,563,47,567,56,572,65,574,74,574,83,574,91,572,100,569,107,565,115,560,121,554,128,548,133,540,139,532,143,523,145,513,147,500,148,487,147,475,144,464,140,452,135,441,129,429,121,418,106,398,89,378,72,359,57,339,51,333,47,325,44,318,40,310,35,295,33,280,32,265,33,250,36,235,42,221,48,207,57,195,66,183,78,173,90,164,104,157,112,155,119,152,128,150,137,148,138,149,140,149,144,148,146,147,150,147,153,145,155,144,157,142,159,136,160,131,159,126,156,121,154,119,152,118,148,117,145,117,141,117,135,118,126,116,117,113,111,108,105,102,101,95,98,88,97,80,96,72,98,64,100,56,104,49,108,44,115,38,124,34,132,32,143,32,146,31,150,31,152,28,154,27,157,22,158,17,157,11,154,6,152,4,150,1,146,0,143,0,135,0,128,1,121,2,114,5,107,8,101,11,94,14,89,19,84,24,78,28,74,35,71,41,67,48,65,54,64,62,63,69xe">
                  <v:path o:connectlocs="35232,50711;44172,66030;29448,80293;11568,99838;2103,125722;1577,154775;8939,176962;38387,214467;59422,247747;59422,271518;49431,284196;37336,286309;28396,283139;25767,276272;27870,268877;34181,264122;41017,262538;43646,253029;38387,247747;25241,250388;13672,261481;9465,275744;13146,290535;29448,302156;47853,302156;63629,292648;75198,276272;77301,250916;67836,226617;37862,189640;23137,167982;16827,139985;25241,109346;47327,86632;67310,79236;75724,78180;81508,76067;83612,66558;77827,61804;66258,61276;53112,50183;51534,33807;60474,20073;76775,16375;82560,11621;79931,2112;70991,0;56267,4225;44172,12677;35232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8" o:spid="_x0000_s1026" o:spt="100" style="position:absolute;left:84137;top:182563;height:303213;width:84138;" filled="t" stroked="f" coordsize="159,574" o:gfxdata="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60kV7gAAADbAAAA&#10;DwAAAAAAAAABACAAAAAiAAAAZHJzL2Rvd25yZXYueG1sUEsBAhQAFAAAAAgAh07iQDMvBZ47AAAA&#10;OQAAABAAAAAAAAAAAQAgAAAABwEAAGRycy9zaGFwZXhtbC54bWxQSwUGAAAAAAYABgBbAQAAsQMA&#10;AAAA&#10;" path="m98,69l96,79,95,88,93,96,90,104,87,112,82,118,77,125,71,130,82,136,94,143,104,152,114,159,123,169,131,178,139,189,144,201,149,213,154,225,157,238,158,251,159,265,159,279,157,293,155,307,152,317,148,325,144,335,139,344,128,360,115,376,88,406,63,438,56,448,51,458,48,469,45,481,44,492,45,504,48,514,52,525,55,530,60,535,65,538,72,540,77,542,83,542,90,542,95,542,100,540,103,539,106,536,108,534,109,529,110,526,110,523,110,519,110,515,108,512,107,509,105,506,102,504,99,501,95,500,91,500,88,500,85,499,82,497,80,495,77,491,76,485,77,479,80,474,82,472,85,470,88,469,91,469,99,470,106,471,113,474,118,479,125,483,129,488,134,495,137,501,141,508,142,515,143,522,143,529,142,537,139,543,135,550,130,555,121,563,113,567,104,572,95,574,87,574,78,574,69,572,61,569,53,565,46,560,38,554,32,548,26,540,22,532,18,523,14,513,12,500,12,487,13,475,15,464,20,452,25,441,32,429,38,418,54,398,72,378,89,359,104,339,108,333,113,325,117,318,120,310,125,295,128,280,128,265,127,250,123,235,119,221,113,207,104,195,94,183,82,173,69,164,55,157,48,155,40,152,33,150,24,148,22,149,20,149,17,148,13,147,10,147,8,145,6,144,4,142,1,136,0,131,1,126,4,121,6,119,9,118,11,117,15,117,20,117,24,118,35,116,42,113,50,108,55,102,60,95,63,88,64,80,64,72,63,64,61,56,56,49,51,44,45,38,37,34,28,32,18,32,14,31,11,31,8,28,6,27,4,22,2,17,4,11,6,6,8,4,11,1,14,0,18,0,25,0,32,1,39,2,47,5,53,8,60,11,66,14,72,19,77,24,81,28,86,35,90,41,92,48,95,54,96,62,98,69xe">
                  <v:path o:connectlocs="49212,50711;40746,66030;55033,80293;73554,99838;83079,125722;83079,154775;76200,176962;46566,214467;25400,247747;25400,271518;34396,284196;47625,286309;56092,283139;58208,276272;56621,268877;50271,264122;43391,262538;40746,253029;46566,247747;59796,250388;70908,261481;75671,275744;71437,290535;55033,302156;36512,302156;20108,292648;9525,276272;6879,250916;16933,226617;47096,189640;61912,167982;67733,139985;59796,109346;36512,86632;17462,79236;8995,78180;3175,76067;529,66558;5820,61804;18520,61276;31750,50183;33337,33807;23812,20073;7408,16375;2116,11621;4233,2112;13229,0;28046,4225;40746,12677;48683,25355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9" o:spid="_x0000_s1026" o:spt="100" style="position:absolute;left:46037;top:285750;height:73025;width:73025;" filled="t" stroked="f" coordsize="138,138" o:gfxdata="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eqf4y8AAAA&#10;2wAAAA8AAAAAAAAAAQAgAAAAIgAAAGRycy9kb3ducmV2LnhtbFBLAQIUABQAAAAIAIdO4kAzLwWe&#10;OwAAADkAAAAQAAAAAAAAAAEAIAAAAAsBAABkcnMvc2hhcGV4bWwueG1sUEsFBgAAAAAGAAYAWwEA&#10;ALUDAAAAAA==&#10;" path="m138,69l137,75,136,83,135,89,133,96,129,101,126,107,122,112,118,118,112,122,107,126,101,129,95,133,90,135,82,136,75,137,69,138,61,137,55,136,48,135,42,133,36,129,30,126,25,122,19,118,15,112,11,107,7,101,5,96,2,89,1,83,0,75,0,69,0,61,1,55,2,48,5,42,7,35,11,30,15,25,19,19,25,15,30,12,36,7,42,5,48,3,55,1,61,0,69,0,75,0,82,1,90,3,95,5,101,7,107,12,112,15,118,19,122,25,126,30,129,35,133,42,135,48,136,55,137,61,138,69xm30,69l30,69,31,77,33,83,37,89,42,96,47,100,54,104,60,106,69,107,77,106,83,104,90,100,96,96,100,89,104,83,106,77,107,69,106,61,104,54,100,47,96,42,90,37,83,33,77,31,69,30,60,31,54,33,47,37,42,42,37,47,33,54,31,61,30,69xe">
                  <v:path o:connectlocs="72495,39687;71437,47095;68262,53445;64558,59266;59266,64558;53445,68262;47625,71437;39687,72495;32279,72495;25400,71437;19050,68262;13229,64558;7937,59266;3704,53445;1058,47095;0,39687;0,32279;1058,25400;3704,18520;7937,13229;13229,7937;19050,3704;25400,1587;32279,0;39687,0;47625,1587;53445,3704;59266,7937;64558,13229;68262,18520;71437,25400;72495,32279;15875,36512;16404,40745;19579,47095;24870,52916;31750,56091;40745,56091;47625,52916;52916,47095;56091,40745;56091,32279;52916,24870;47625,19579;40745,16404;31750,16404;24870,19579;19579,24870;16404,32279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0" o:spid="_x0000_s1026" o:spt="100" style="position:absolute;left:169862;top:77788;height:19050;width:796925;" filled="t" stroked="f" coordsize="1507,36" o:gfxdata="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Gx/MvQAA&#10;ANsAAAAPAAAAAAAAAAEAIAAAACIAAABkcnMvZG93bnJldi54bWxQSwECFAAUAAAACACHTuJAMy8F&#10;njsAAAA5AAAAEAAAAAAAAAABACAAAAAMAQAAZHJzL3NoYXBleG1sLnhtbFBLBQYAAAAABgAGAFsB&#10;AAC2AwAAAAA=&#10;" path="m19,0l1488,0,1492,0,1495,1,1498,3,1501,5,1504,7,1506,10,1507,14,1507,18,1507,21,1506,26,1504,29,1501,31,1498,33,1495,35,1492,36,1488,36,19,36,15,36,11,35,8,33,6,31,3,29,1,26,0,21,0,18,0,14,1,10,3,7,6,5,8,3,11,1,15,0,19,0xe">
                  <v:path o:connectlocs="10047,0;786877,0;788992,0;790579,529;792165,1587;793752,2645;795338,3704;796396,5291;796925,7408;796925,9525;796925,11112;796396,13758;795338,15345;793752,16404;792165,17462;790579,18520;788992,19050;786877,19050;10047,19050;7932,19050;5816,18520;4230,17462;3172,16404;1586,15345;528,13758;0,11112;0,9525;0,7408;528,5291;1586,3704;3172,2645;4230,1587;5816,529;7932,0;10047,0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1" o:spid="_x0000_s1026" o:spt="100" style="position:absolute;left:180975;top:84138;height:84138;width:303213;" filled="t" stroked="f" coordsize="573,158" o:gfxdata="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G9Q+vQAA&#10;ANsAAAAPAAAAAAAAAAEAIAAAACIAAABkcnMvZG93bnJldi54bWxQSwECFAAUAAAACACHTuJAMy8F&#10;njsAAAA5AAAAEAAAAAAAAAABACAAAAAMAQAAZHJzL3NoYXBleG1sLnhtbFBLBQYAAAAABgAGAFsB&#10;AAC2AwAAAAA=&#10;" path="m69,96l79,96,87,95,96,93,103,89,111,86,117,81,124,76,129,70,136,82,142,93,150,103,158,113,168,122,178,130,189,137,201,143,212,149,224,153,237,155,250,157,264,158,278,158,291,156,306,153,316,151,325,147,334,142,343,138,359,126,376,114,406,86,437,61,448,56,458,50,468,46,480,44,491,43,502,44,514,46,525,52,530,55,534,59,538,64,540,70,542,76,542,83,542,88,541,95,540,99,538,102,535,106,532,108,529,109,526,110,522,110,518,110,515,109,512,108,508,106,505,103,503,101,501,98,500,95,500,90,499,87,499,84,496,81,494,80,490,76,484,75,478,76,474,80,472,81,469,84,468,87,468,90,469,98,471,104,474,111,478,117,482,123,488,128,494,133,501,137,507,139,515,141,521,142,529,142,536,140,543,138,549,134,555,128,562,121,567,112,571,103,573,95,573,86,573,77,571,69,568,60,565,52,559,45,554,37,546,31,540,26,531,20,522,17,513,14,500,12,487,10,475,13,463,15,451,19,439,25,428,31,418,37,397,54,377,71,358,87,339,102,332,108,325,112,317,116,310,120,295,124,279,127,264,127,249,126,234,123,220,117,206,111,194,103,182,93,172,82,164,69,156,55,154,47,151,40,150,31,148,23,149,21,149,19,148,16,147,13,147,9,144,6,143,4,141,3,136,0,130,0,125,1,121,3,118,5,117,7,116,10,116,14,116,19,117,23,115,33,112,42,108,49,101,55,95,59,87,61,80,63,71,63,63,62,56,60,48,56,43,50,37,44,33,36,31,27,31,17,30,13,30,9,28,7,27,5,21,3,16,2,10,3,5,5,3,7,1,9,0,13,0,17,0,23,1,31,2,39,4,45,6,53,9,59,14,64,18,71,23,76,28,81,34,85,41,88,47,91,54,94,61,96,69,96xe">
                  <v:path o:connectlocs="50800,49524;65616,40471;79375,54849;100012,72955;125412,82540;153987,83072;176741,75617;214842,45796;247650,24495;271992,24495;284692,34081;286808,46861;283104,56447;276225,58577;268817,56447;264583,50589;262467,43134;252942,40471;247650,46329;250825,59109;261408,70825;275696,75617;290512,71357;302154,54849;302154,36743;293158,19703;276225,9052;251354,6922;226483,16508;189441,46329;167746,61772;139700,67629;109008,59109;86783,36743;79375,16508;78316,8520;75670,2130;66145,532;61383,5325;60854,17573;50270,31418;33337,33016;19579,23430;15875,6922;11112,1597;1587,3727;0,12247;3175,28223;12170,40471;24870,48459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2" o:spid="_x0000_s1026" o:spt="100" style="position:absolute;left:180975;top:0;height:84138;width:303213;" filled="t" stroked="f" coordsize="573,160" o:gfxdata="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L32b4A&#10;AADbAAAADwAAAAAAAAABACAAAAAiAAAAZHJzL2Rvd25yZXYueG1sUEsBAhQAFAAAAAgAh07iQDMv&#10;BZ47AAAAOQAAABAAAAAAAAAAAQAgAAAADQEAAGRycy9zaGFwZXhtbC54bWxQSwUGAAAAAAYABgBb&#10;AQAAtwMAAAAA&#10;" path="m69,63l79,63,87,64,96,66,103,69,111,72,117,78,124,83,129,88,136,77,142,66,150,55,158,45,168,37,178,28,189,21,201,15,212,10,224,6,237,3,250,1,264,0,278,1,291,2,306,5,316,7,325,12,334,16,343,20,359,32,376,44,406,72,437,97,448,104,458,108,468,112,480,114,491,115,502,114,514,112,525,107,530,104,534,99,538,94,540,88,542,82,542,75,542,70,541,64,540,59,538,56,535,53,532,51,529,50,526,48,522,48,518,48,515,50,512,51,508,53,505,55,503,57,501,60,500,65,500,68,499,71,499,74,496,78,494,80,490,82,484,83,478,82,474,80,472,78,469,74,468,71,468,68,469,60,471,54,474,47,478,41,482,36,488,30,494,26,501,21,507,19,515,17,521,16,529,16,536,18,543,20,549,25,555,30,562,38,567,46,571,55,573,64,573,72,573,82,571,91,568,98,565,107,559,114,554,121,546,127,540,133,531,138,522,141,513,145,500,147,487,148,475,147,463,144,451,139,439,134,428,128,418,121,397,105,377,87,358,71,339,56,332,51,325,46,317,43,310,40,295,34,279,32,264,31,249,32,234,36,220,41,206,47,194,56,182,66,172,77,164,90,156,104,154,111,151,119,150,127,148,135,149,137,149,139,148,142,147,146,147,149,144,152,143,154,141,156,136,159,130,160,125,159,121,155,118,153,117,151,116,148,116,145,116,139,117,135,115,125,112,117,108,110,101,104,95,99,87,97,80,95,71,95,63,96,56,99,48,102,43,108,37,114,33,122,31,132,31,142,30,146,30,149,28,151,27,153,21,156,16,156,10,156,5,153,3,151,1,149,0,146,0,142,0,135,1,127,2,120,4,113,6,107,9,100,14,94,18,87,23,83,28,78,34,73,41,70,47,67,54,65,61,64,69,63xe">
                  <v:path o:connectlocs="50800,34706;65616,43646;79375,28922;100012,11043;125412,1577;153987,1051;176741,8413;214842,37862;247650,58896;271992,58896;284692,49431;286808,36810;283104,27870;276225,25241;268817,27870;264583,34181;262467,41017;252942,43120;247650,37336;250825,24715;261408,13672;275696,8413;290512,13146;302154,28922;302154,47853;293158,63629;276225,74146;251354,77301;226483,67310;189441,37336;167746,22612;139700,16301;109008,24715;86783,47327;79375,66784;78316,74672;75670,80982;66145,83612;61383,77827;60854,65732;50270,52060;33337,50482;19579,59948;15875,76775;11112,82034;1587,79405;0,70991;3175,56267;12170,43646;24870,35232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3" o:spid="_x0000_s1026" o:spt="100" style="position:absolute;left:284162;top:50800;height:73025;width:73025;" filled="t" stroked="f" coordsize="138,138" o:gfxdata="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LoLbugAAANsA&#10;AAAPAAAAAAAAAAEAIAAAACIAAABkcnMvZG93bnJldi54bWxQSwECFAAUAAAACACHTuJAMy8FnjsA&#10;AAA5AAAAEAAAAAAAAAABACAAAAAJAQAAZHJzL3NoYXBleG1sLnhtbFBLBQYAAAAABgAGAFsBAACz&#10;AwAAAAA=&#10;" path="m69,0l76,0,83,1,90,3,96,5,102,9,107,12,113,15,118,20,122,25,127,30,130,36,133,42,135,49,136,55,137,61,138,69,137,75,136,83,135,90,133,96,130,101,127,108,122,113,118,118,113,122,107,126,102,129,96,133,90,135,83,137,76,138,69,138,62,138,55,137,49,135,42,133,36,129,30,126,25,122,20,118,15,113,12,108,8,101,6,96,2,90,1,83,0,75,0,69,0,61,1,55,2,49,6,42,8,36,12,30,15,25,20,20,25,15,30,12,36,9,42,5,49,3,55,1,62,0,69,0xm69,107l69,107,77,107,83,104,90,100,96,96,101,91,104,84,106,77,107,69,106,61,104,54,101,47,96,42,90,38,83,33,77,31,69,31,62,31,54,33,48,38,42,42,37,47,34,54,32,61,30,69,32,77,34,84,37,91,42,96,48,100,54,104,62,107,69,107xe">
                  <v:path o:connectlocs="40216,0;47625,1587;53975,4762;59795,7937;64558,13229;68791,19050;71437,25929;72495,32279;72495,39687;71437,47625;68791,53445;64558,59795;59795,64558;53975,68262;47625,71437;40216,73025;32808,73025;25929,71437;19050,68262;13229,64558;7937,59795;4233,53445;1058,47625;0,39687;0,32279;1058,25929;4233,19050;7937,13229;13229,7937;19050,4762;25929,1587;32808,0;36512,56620;40745,56620;47625,52916;53445,48154;56091,40745;56091,32279;53445,24870;47625,20108;40745,16404;32808,16404;25400,20108;19579,24870;16933,32279;16933,40745;19579,48154;25400,52916;32808,56620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淘宝店chenying0907 14" o:spid="_x0000_s1026" o:spt="100" style="position:absolute;left:61912;top:63500;height:41275;width:41275;" filled="t" stroked="f" coordsize="77,76" o:gfxdata="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Q7UG7gAAADbAAAA&#10;DwAAAAAAAAABACAAAAAiAAAAZHJzL2Rvd25yZXYueG1sUEsBAhQAFAAAAAgAh07iQDMvBZ47AAAA&#10;OQAAABAAAAAAAAAAAQAgAAAABwEAAGRycy9zaGFwZXhtbC54bWxQSwUGAAAAAAYABgBbAQAAsQMA&#10;AAAA&#10;" path="m39,0l47,0,54,3,61,6,66,11,70,17,75,24,77,30,77,39,77,46,75,54,70,60,66,66,61,70,54,74,47,76,39,76,30,76,24,74,16,70,11,66,7,60,2,54,0,46,0,39,0,30,2,24,7,17,11,11,16,6,24,3,30,0,39,0xe">
                  <v:path o:connectlocs="20905,0;25193,0;28946,1629;32698,3258;35378,5974;37522,9232;40202,13034;41275,16292;41275,21180;41275,24982;40202,29326;37522,32585;35378,35844;32698,38016;28946,40188;25193,41275;20905,41275;16081,41275;12864,40188;8576,38016;5896,35844;3752,32585;1072,29326;0,24982;0,21180;0,16292;1072,13034;3752,9232;5896,5974;8576,3258;12864,1629;16081,0;20905,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br w:type="page"/>
      </w:r>
    </w:p>
    <w:p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-646430</wp:posOffset>
            </wp:positionH>
            <wp:positionV relativeFrom="paragraph">
              <wp:posOffset>2300605</wp:posOffset>
            </wp:positionV>
            <wp:extent cx="1940560" cy="2671445"/>
            <wp:effectExtent l="0" t="38100" r="0" b="52705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2399">
                      <a:off x="0" y="0"/>
                      <a:ext cx="1940560" cy="267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4554855</wp:posOffset>
            </wp:positionH>
            <wp:positionV relativeFrom="paragraph">
              <wp:posOffset>3775075</wp:posOffset>
            </wp:positionV>
            <wp:extent cx="871220" cy="1199515"/>
            <wp:effectExtent l="0" t="19050" r="0" b="3873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19229" flipH="1">
                      <a:off x="0" y="0"/>
                      <a:ext cx="871220" cy="1199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598170</wp:posOffset>
                </wp:positionH>
                <wp:positionV relativeFrom="paragraph">
                  <wp:posOffset>4126230</wp:posOffset>
                </wp:positionV>
                <wp:extent cx="4419600" cy="1028700"/>
                <wp:effectExtent l="0" t="0" r="0" b="0"/>
                <wp:wrapNone/>
                <wp:docPr id="32" name="PA_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1028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1380" w:lineRule="exact"/>
                              <w:jc w:val="center"/>
                              <w:rPr>
                                <w:color w:val="678E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100"/>
                                <w:szCs w:val="100"/>
                              </w:rPr>
                              <w:t>期待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678E00"/>
                                <w:kern w:val="24"/>
                                <w:sz w:val="100"/>
                                <w:szCs w:val="100"/>
                              </w:rPr>
                              <w:t>您的回复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文本框 186" o:spid="_x0000_s1026" o:spt="202" type="#_x0000_t202" style="position:absolute;left:0pt;margin-left:47.1pt;margin-top:324.9pt;height:81pt;width:348pt;mso-position-horizontal-relative:margin;z-index:251679744;mso-width-relative:page;mso-height-relative:page;" filled="f" stroked="f" coordsize="21600,21600" o:gfxdata="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itCWtdYAAAAKAQAADwAAAAAA&#10;AAABACAAAAAiAAAAZHJzL2Rvd25yZXYueG1sUEsBAhQAFAAAAAgAh07iQKCCaDCjAQAAFgMAAA4A&#10;AAAAAAAAAQAgAAAAJQ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1380" w:lineRule="exact"/>
                        <w:jc w:val="center"/>
                        <w:rPr>
                          <w:color w:val="678E0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100"/>
                          <w:szCs w:val="100"/>
                        </w:rPr>
                        <w:t>期待</w:t>
                      </w:r>
                      <w:r>
                        <w:rPr>
                          <w:rFonts w:ascii="微软雅黑" w:hAnsi="微软雅黑" w:eastAsia="微软雅黑" w:cstheme="minorBidi"/>
                          <w:b/>
                          <w:bCs/>
                          <w:color w:val="678E00"/>
                          <w:kern w:val="24"/>
                          <w:sz w:val="100"/>
                          <w:szCs w:val="100"/>
                        </w:rPr>
                        <w:t>您的回复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A97"/>
    <w:multiLevelType w:val="multilevel"/>
    <w:tmpl w:val="0BA14A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2715F7D"/>
    <w:multiLevelType w:val="multilevel"/>
    <w:tmpl w:val="32715F7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EC55DDA"/>
    <w:multiLevelType w:val="multilevel"/>
    <w:tmpl w:val="6EC55D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FF13C39"/>
    <w:multiLevelType w:val="multilevel"/>
    <w:tmpl w:val="6FF13C3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D1FF0"/>
    <w:rsid w:val="000337A1"/>
    <w:rsid w:val="000E3CE2"/>
    <w:rsid w:val="00140BA8"/>
    <w:rsid w:val="0015398B"/>
    <w:rsid w:val="0017204F"/>
    <w:rsid w:val="001B4362"/>
    <w:rsid w:val="002938F6"/>
    <w:rsid w:val="002E25C0"/>
    <w:rsid w:val="00307C1C"/>
    <w:rsid w:val="00360FCE"/>
    <w:rsid w:val="003C2236"/>
    <w:rsid w:val="0040400F"/>
    <w:rsid w:val="004221A0"/>
    <w:rsid w:val="004E6297"/>
    <w:rsid w:val="004F43A6"/>
    <w:rsid w:val="005170F1"/>
    <w:rsid w:val="005847DA"/>
    <w:rsid w:val="005A0AFF"/>
    <w:rsid w:val="005B3990"/>
    <w:rsid w:val="005C47B8"/>
    <w:rsid w:val="00661CA9"/>
    <w:rsid w:val="006C1677"/>
    <w:rsid w:val="006C32DF"/>
    <w:rsid w:val="007A042C"/>
    <w:rsid w:val="00991302"/>
    <w:rsid w:val="009A1BF2"/>
    <w:rsid w:val="009A3E99"/>
    <w:rsid w:val="009B1A52"/>
    <w:rsid w:val="00A21F07"/>
    <w:rsid w:val="00AC3425"/>
    <w:rsid w:val="00AE404A"/>
    <w:rsid w:val="00B12C7E"/>
    <w:rsid w:val="00B6446E"/>
    <w:rsid w:val="00BB4829"/>
    <w:rsid w:val="00BE6941"/>
    <w:rsid w:val="00C6408B"/>
    <w:rsid w:val="00C810E5"/>
    <w:rsid w:val="00C85B6A"/>
    <w:rsid w:val="00CD73DD"/>
    <w:rsid w:val="00CE5065"/>
    <w:rsid w:val="00D21F22"/>
    <w:rsid w:val="00EC7B16"/>
    <w:rsid w:val="00F02224"/>
    <w:rsid w:val="00F70EE7"/>
    <w:rsid w:val="26A64BBC"/>
    <w:rsid w:val="76CD1FF0"/>
    <w:rsid w:val="7786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PS&#31616;&#21382;&#27169;&#26495;\&#40664;&#35748;\&#12304;&#31616;&#21382;&#22871;&#35013;&#12305;&#31616;&#21382;&#23553;&#38754;+&#31616;&#21382;+&#33258;&#33616;&#20449;+&#23553;&#24213;&#27714;&#3284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【简历套装】简历封面+简历+自荐信+封底求职简历</Template>
  <Pages>4</Pages>
  <Words>7</Words>
  <Characters>42</Characters>
  <Lines>1</Lines>
  <Paragraphs>1</Paragraphs>
  <TotalTime>74</TotalTime>
  <ScaleCrop>false</ScaleCrop>
  <LinksUpToDate>false</LinksUpToDate>
  <CharactersWithSpaces>48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2017-04-07T09:24:00Z</dcterms:created>
  <dc:creator>yuhua</dc:creator>
  <cp:lastModifiedBy>Administrator</cp:lastModifiedBy>
  <dcterms:modified xsi:type="dcterms:W3CDTF">2018-10-20T02:07:45Z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